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A9868" w14:textId="58541162" w:rsidR="00274402" w:rsidRDefault="00274402" w:rsidP="00274402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  <w:u w:val="single"/>
        </w:rPr>
      </w:pPr>
      <w:r w:rsidRPr="005C17E1">
        <w:rPr>
          <w:color w:val="000000"/>
          <w:szCs w:val="20"/>
          <w:u w:val="single"/>
        </w:rPr>
        <w:t xml:space="preserve">ANEXO I </w:t>
      </w:r>
      <w:r w:rsidR="00DA1614">
        <w:rPr>
          <w:color w:val="000000"/>
          <w:szCs w:val="20"/>
          <w:u w:val="single"/>
        </w:rPr>
        <w:t>DO EDITAL</w:t>
      </w:r>
    </w:p>
    <w:p w14:paraId="34EB10A0" w14:textId="77777777" w:rsidR="00E70586" w:rsidRPr="00A27257" w:rsidRDefault="00E70586" w:rsidP="00E70586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FF0000"/>
          <w:szCs w:val="20"/>
        </w:rPr>
      </w:pPr>
      <w:r w:rsidRPr="00A27257">
        <w:rPr>
          <w:color w:val="FF0000"/>
          <w:szCs w:val="20"/>
        </w:rPr>
        <w:t>(PAPEL TIMBRADO DA EMPRESA)</w:t>
      </w:r>
    </w:p>
    <w:p w14:paraId="1F00EEE8" w14:textId="77777777" w:rsidR="00724B8D" w:rsidRDefault="00724B8D" w:rsidP="00724B8D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</w:rPr>
      </w:pPr>
    </w:p>
    <w:p w14:paraId="54D23325" w14:textId="7ADBB3CE" w:rsidR="00724B8D" w:rsidRPr="005C17E1" w:rsidRDefault="00724B8D" w:rsidP="00724B8D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</w:rPr>
      </w:pPr>
      <w:r w:rsidRPr="005846B4">
        <w:rPr>
          <w:color w:val="000000"/>
          <w:szCs w:val="20"/>
        </w:rPr>
        <w:t>LICITAÇÃO HEMOBRÁS Nº 0</w:t>
      </w:r>
      <w:r w:rsidR="007706D8">
        <w:rPr>
          <w:color w:val="000000"/>
          <w:szCs w:val="20"/>
        </w:rPr>
        <w:t>1</w:t>
      </w:r>
      <w:r w:rsidRPr="005846B4">
        <w:rPr>
          <w:color w:val="000000"/>
          <w:szCs w:val="20"/>
        </w:rPr>
        <w:t>/20</w:t>
      </w:r>
      <w:r w:rsidR="007706D8">
        <w:rPr>
          <w:color w:val="000000"/>
          <w:szCs w:val="20"/>
        </w:rPr>
        <w:t>2</w:t>
      </w:r>
      <w:r w:rsidR="00720004">
        <w:rPr>
          <w:color w:val="000000"/>
          <w:szCs w:val="20"/>
        </w:rPr>
        <w:t>2</w:t>
      </w:r>
      <w:bookmarkStart w:id="0" w:name="_GoBack"/>
      <w:bookmarkEnd w:id="0"/>
    </w:p>
    <w:p w14:paraId="3F2638B5" w14:textId="77777777" w:rsidR="00724B8D" w:rsidRDefault="00724B8D" w:rsidP="00274402">
      <w:pPr>
        <w:pStyle w:val="NormalWeb"/>
        <w:spacing w:before="0" w:beforeAutospacing="0" w:after="0" w:afterAutospacing="0" w:line="360" w:lineRule="auto"/>
        <w:contextualSpacing/>
        <w:jc w:val="center"/>
        <w:rPr>
          <w:color w:val="000000"/>
          <w:szCs w:val="20"/>
          <w:u w:val="single"/>
        </w:rPr>
      </w:pPr>
    </w:p>
    <w:p w14:paraId="61D5ACDD" w14:textId="77777777" w:rsidR="00274402" w:rsidRPr="005846B4" w:rsidRDefault="00274402" w:rsidP="00274402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color w:val="000000"/>
          <w:szCs w:val="20"/>
        </w:rPr>
      </w:pPr>
      <w:r w:rsidRPr="005846B4">
        <w:rPr>
          <w:b/>
          <w:color w:val="000000"/>
          <w:szCs w:val="20"/>
        </w:rPr>
        <w:t>DECLARAÇÃO DE CUMPRIMENTO DOS REQUISITOS DE HABILITAÇÃO E INEXISTÊNCIA DE FATOS IMPEDITIVOS DE HABILITAÇÃO</w:t>
      </w:r>
    </w:p>
    <w:p w14:paraId="5C78BAEC" w14:textId="77777777" w:rsidR="005846B4" w:rsidRPr="005846B4" w:rsidRDefault="005846B4" w:rsidP="005846B4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color w:val="000000"/>
          <w:szCs w:val="20"/>
        </w:rPr>
      </w:pPr>
    </w:p>
    <w:p w14:paraId="35378010" w14:textId="77777777" w:rsidR="00274402" w:rsidRPr="005C17E1" w:rsidRDefault="00274402" w:rsidP="00274402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À EMPRESA BRASILEIRA DE HEMODERIVADOS E BIOTECNOLOGIA - HEMOBRÁS </w:t>
      </w:r>
    </w:p>
    <w:p w14:paraId="2D38A7E7" w14:textId="77777777" w:rsidR="00274402" w:rsidRPr="005C17E1" w:rsidRDefault="00274402" w:rsidP="00274402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</w:p>
    <w:p w14:paraId="704932A7" w14:textId="77777777" w:rsidR="00274402" w:rsidRPr="005C17E1" w:rsidRDefault="00274402" w:rsidP="00274402">
      <w:pPr>
        <w:pStyle w:val="NormalWeb"/>
        <w:spacing w:before="0" w:beforeAutospacing="0" w:after="0" w:afterAutospacing="0" w:line="360" w:lineRule="auto"/>
        <w:contextualSpacing/>
        <w:jc w:val="right"/>
        <w:rPr>
          <w:color w:val="000000"/>
          <w:szCs w:val="20"/>
        </w:rPr>
      </w:pPr>
    </w:p>
    <w:p w14:paraId="43292196" w14:textId="2BDADF06" w:rsidR="00274402" w:rsidRPr="005C17E1" w:rsidRDefault="00274402" w:rsidP="00274402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>_______________________ (</w:t>
      </w:r>
      <w:r w:rsidRPr="00E70586">
        <w:rPr>
          <w:color w:val="FF0000"/>
          <w:szCs w:val="20"/>
        </w:rPr>
        <w:t>Razão Social da licit</w:t>
      </w:r>
      <w:r w:rsidR="00E70586" w:rsidRPr="00E70586">
        <w:rPr>
          <w:color w:val="FF0000"/>
          <w:szCs w:val="20"/>
        </w:rPr>
        <w:t>ante</w:t>
      </w:r>
      <w:r w:rsidR="00E70586">
        <w:rPr>
          <w:color w:val="000000"/>
          <w:szCs w:val="20"/>
        </w:rPr>
        <w:t>) __________________ (</w:t>
      </w:r>
      <w:r w:rsidR="00E70586" w:rsidRPr="00E70586">
        <w:rPr>
          <w:color w:val="FF0000"/>
          <w:szCs w:val="20"/>
        </w:rPr>
        <w:t>CNPJ</w:t>
      </w:r>
      <w:r w:rsidRPr="005C17E1">
        <w:rPr>
          <w:color w:val="000000"/>
          <w:szCs w:val="20"/>
        </w:rPr>
        <w:t>), sediada no (a) ___________________ (</w:t>
      </w:r>
      <w:r w:rsidRPr="00E70586">
        <w:rPr>
          <w:color w:val="FF0000"/>
          <w:szCs w:val="20"/>
        </w:rPr>
        <w:t>endereço completo</w:t>
      </w:r>
      <w:r w:rsidRPr="005C17E1">
        <w:rPr>
          <w:color w:val="000000"/>
          <w:szCs w:val="20"/>
        </w:rPr>
        <w:t xml:space="preserve">), declara, sob as penas da Lei, que cumpre, plenamente, os requisitos de habilitação exigidos no procedimento licitatório referenciado. </w:t>
      </w:r>
    </w:p>
    <w:p w14:paraId="1BFA4725" w14:textId="715EEDEA" w:rsidR="00274402" w:rsidRPr="005C17E1" w:rsidRDefault="00274402" w:rsidP="00274402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Igualmente, declaramos sob as penas da lei, que nossa Empresa não está incursa em nenhum dos impedimentos elencados no edital da licitação referenciada. </w:t>
      </w:r>
    </w:p>
    <w:p w14:paraId="6B880D23" w14:textId="77777777" w:rsidR="00274402" w:rsidRPr="005C17E1" w:rsidRDefault="00274402" w:rsidP="00274402">
      <w:pPr>
        <w:pStyle w:val="NormalWeb"/>
        <w:spacing w:before="0" w:beforeAutospacing="0" w:after="0" w:afterAutospacing="0" w:line="360" w:lineRule="auto"/>
        <w:ind w:firstLine="1418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Finalizando, declaramos que temos pleno conhecimento de todos os aspectos relativos à licitação em causa e nossa plena concordância com as condições estabelecidas no Edital da licitação e seus anexos. </w:t>
      </w:r>
    </w:p>
    <w:p w14:paraId="5D6CE87B" w14:textId="77777777" w:rsidR="00274402" w:rsidRPr="00E70586" w:rsidRDefault="00274402" w:rsidP="00274402">
      <w:pPr>
        <w:pStyle w:val="NormalWeb"/>
        <w:spacing w:before="0" w:beforeAutospacing="0" w:after="0" w:afterAutospacing="0" w:line="360" w:lineRule="auto"/>
        <w:contextualSpacing/>
        <w:jc w:val="right"/>
        <w:rPr>
          <w:color w:val="FF0000"/>
          <w:szCs w:val="20"/>
        </w:rPr>
      </w:pPr>
      <w:r w:rsidRPr="00E70586">
        <w:rPr>
          <w:color w:val="FF0000"/>
          <w:szCs w:val="20"/>
        </w:rPr>
        <w:t xml:space="preserve">Local e Data </w:t>
      </w:r>
    </w:p>
    <w:p w14:paraId="06AAAD25" w14:textId="77777777" w:rsidR="00E70586" w:rsidRDefault="00E70586" w:rsidP="00274402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</w:p>
    <w:p w14:paraId="361F9EC3" w14:textId="77777777" w:rsidR="00274402" w:rsidRPr="005C17E1" w:rsidRDefault="00274402" w:rsidP="00274402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  <w:r w:rsidRPr="005C17E1">
        <w:rPr>
          <w:color w:val="000000"/>
          <w:szCs w:val="20"/>
        </w:rPr>
        <w:t xml:space="preserve">Atenciosamente, </w:t>
      </w:r>
    </w:p>
    <w:p w14:paraId="761A5DC7" w14:textId="77777777" w:rsidR="00274402" w:rsidRPr="005C17E1" w:rsidRDefault="00274402" w:rsidP="00274402">
      <w:pPr>
        <w:pStyle w:val="NormalWeb"/>
        <w:spacing w:before="0" w:beforeAutospacing="0" w:after="0" w:afterAutospacing="0" w:line="360" w:lineRule="auto"/>
        <w:contextualSpacing/>
        <w:jc w:val="both"/>
        <w:rPr>
          <w:color w:val="000000"/>
          <w:szCs w:val="20"/>
        </w:rPr>
      </w:pPr>
    </w:p>
    <w:p w14:paraId="6C8C8B4F" w14:textId="77777777" w:rsidR="00274402" w:rsidRPr="005C17E1" w:rsidRDefault="00274402" w:rsidP="00274402">
      <w:pPr>
        <w:pStyle w:val="NormalWeb"/>
        <w:spacing w:before="0" w:beforeAutospacing="0" w:after="0" w:afterAutospacing="0"/>
        <w:contextualSpacing/>
        <w:jc w:val="center"/>
        <w:rPr>
          <w:color w:val="000000"/>
          <w:szCs w:val="20"/>
        </w:rPr>
      </w:pPr>
      <w:r w:rsidRPr="005C17E1">
        <w:rPr>
          <w:color w:val="000000"/>
          <w:szCs w:val="20"/>
        </w:rPr>
        <w:t>____________________________________________</w:t>
      </w:r>
    </w:p>
    <w:p w14:paraId="66C944D1" w14:textId="3CBB674D" w:rsidR="00274402" w:rsidRPr="00E70586" w:rsidRDefault="00274402" w:rsidP="00274402">
      <w:pPr>
        <w:pStyle w:val="NormalWeb"/>
        <w:spacing w:before="0" w:beforeAutospacing="0" w:after="0" w:afterAutospacing="0"/>
        <w:contextualSpacing/>
        <w:jc w:val="center"/>
        <w:rPr>
          <w:color w:val="FF0000"/>
          <w:szCs w:val="20"/>
        </w:rPr>
      </w:pPr>
      <w:r w:rsidRPr="00E70586">
        <w:rPr>
          <w:color w:val="FF0000"/>
          <w:szCs w:val="20"/>
        </w:rPr>
        <w:t>LICITANTE/CNPJ</w:t>
      </w:r>
    </w:p>
    <w:p w14:paraId="5261EE26" w14:textId="77777777" w:rsidR="00274402" w:rsidRPr="00E70586" w:rsidRDefault="00274402" w:rsidP="00274402">
      <w:pPr>
        <w:pStyle w:val="NormalWeb"/>
        <w:spacing w:before="0" w:beforeAutospacing="0" w:after="0" w:afterAutospacing="0"/>
        <w:contextualSpacing/>
        <w:jc w:val="center"/>
        <w:rPr>
          <w:color w:val="FF0000"/>
          <w:szCs w:val="20"/>
        </w:rPr>
      </w:pPr>
      <w:r w:rsidRPr="00E70586">
        <w:rPr>
          <w:color w:val="FF0000"/>
          <w:szCs w:val="20"/>
        </w:rPr>
        <w:t>ASSINATURA DO REPRESENTANTE LEGAL</w:t>
      </w:r>
    </w:p>
    <w:p w14:paraId="14621484" w14:textId="488D6C23" w:rsidR="00F432CC" w:rsidRPr="00274402" w:rsidRDefault="00F432CC" w:rsidP="00274402"/>
    <w:sectPr w:rsidR="00F432CC" w:rsidRPr="00274402" w:rsidSect="007327AF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CA1C7" w14:textId="77777777" w:rsidR="00AC07A5" w:rsidRDefault="00AC07A5">
      <w:r>
        <w:separator/>
      </w:r>
    </w:p>
  </w:endnote>
  <w:endnote w:type="continuationSeparator" w:id="0">
    <w:p w14:paraId="4E3A1DC4" w14:textId="77777777" w:rsidR="00AC07A5" w:rsidRDefault="00AC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13097" w14:textId="77777777" w:rsidR="00AC07A5" w:rsidRDefault="00AC07A5">
      <w:r>
        <w:separator/>
      </w:r>
    </w:p>
  </w:footnote>
  <w:footnote w:type="continuationSeparator" w:id="0">
    <w:p w14:paraId="42CE7D1F" w14:textId="77777777" w:rsidR="00AC07A5" w:rsidRDefault="00AC0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70B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623B"/>
    <w:rsid w:val="005800D8"/>
    <w:rsid w:val="005846B4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46F83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0004"/>
    <w:rsid w:val="00722765"/>
    <w:rsid w:val="00724B8D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06D8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3C47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257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07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129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04E8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75B"/>
    <w:rsid w:val="00D938C1"/>
    <w:rsid w:val="00DA1614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586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875CAB"/>
  <w15:docId w15:val="{6DBDCB6B-4816-4A9E-8573-2A957822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129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5</cp:revision>
  <cp:lastPrinted>2017-09-20T20:17:00Z</cp:lastPrinted>
  <dcterms:created xsi:type="dcterms:W3CDTF">2019-11-07T17:29:00Z</dcterms:created>
  <dcterms:modified xsi:type="dcterms:W3CDTF">2022-03-17T13:49:00Z</dcterms:modified>
</cp:coreProperties>
</file>