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E3D38" w14:textId="18DF7858" w:rsidR="0015564C" w:rsidRPr="0015564C" w:rsidRDefault="0015564C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  <w:u w:val="single"/>
        </w:rPr>
      </w:pPr>
      <w:r w:rsidRPr="0015564C">
        <w:rPr>
          <w:rFonts w:ascii="Times New Roman" w:hAnsi="Times New Roman" w:cs="Times New Roman"/>
          <w:szCs w:val="20"/>
          <w:u w:val="single"/>
        </w:rPr>
        <w:t>ANEXO II do Edital</w:t>
      </w:r>
    </w:p>
    <w:p w14:paraId="625D25DE" w14:textId="6256BB85" w:rsidR="00795B77" w:rsidRPr="0015564C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MINUTA DE CONTRATO</w:t>
      </w:r>
    </w:p>
    <w:p w14:paraId="6E237BF1" w14:textId="76D29853" w:rsidR="00795B77" w:rsidRPr="0015564C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(Processo Administrativo n. 25800</w:t>
      </w:r>
      <w:r w:rsidR="006E218B" w:rsidRPr="0015564C">
        <w:rPr>
          <w:rFonts w:ascii="Times New Roman" w:hAnsi="Times New Roman" w:cs="Times New Roman"/>
          <w:szCs w:val="20"/>
        </w:rPr>
        <w:t>.001536/2019</w:t>
      </w:r>
      <w:r w:rsidRPr="0015564C">
        <w:rPr>
          <w:rFonts w:ascii="Times New Roman" w:hAnsi="Times New Roman" w:cs="Times New Roman"/>
          <w:szCs w:val="20"/>
        </w:rPr>
        <w:t>)</w:t>
      </w:r>
    </w:p>
    <w:p w14:paraId="3247CC10" w14:textId="77777777" w:rsidR="00795B77" w:rsidRPr="0015564C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</w:rPr>
      </w:pPr>
    </w:p>
    <w:p w14:paraId="0E2BD7CD" w14:textId="77777777" w:rsidR="0070059F" w:rsidRPr="0015564C" w:rsidRDefault="0070059F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4302896C" w14:textId="1C7DF791" w:rsidR="00EF2567" w:rsidRPr="0015564C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CONTRATO Nº </w:t>
      </w:r>
      <w:r w:rsidR="006D104D" w:rsidRPr="0015564C">
        <w:rPr>
          <w:rFonts w:ascii="Times New Roman" w:hAnsi="Times New Roman" w:cs="Times New Roman"/>
          <w:b/>
          <w:szCs w:val="20"/>
        </w:rPr>
        <w:t>_______</w:t>
      </w:r>
      <w:r w:rsidRPr="0015564C">
        <w:rPr>
          <w:rFonts w:ascii="Times New Roman" w:hAnsi="Times New Roman" w:cs="Times New Roman"/>
          <w:b/>
          <w:szCs w:val="20"/>
        </w:rPr>
        <w:t>/20</w:t>
      </w:r>
      <w:r w:rsidR="006D104D" w:rsidRPr="0015564C">
        <w:rPr>
          <w:rFonts w:ascii="Times New Roman" w:hAnsi="Times New Roman" w:cs="Times New Roman"/>
          <w:b/>
          <w:szCs w:val="20"/>
        </w:rPr>
        <w:t>___</w:t>
      </w:r>
      <w:r w:rsidRPr="0015564C">
        <w:rPr>
          <w:rFonts w:ascii="Times New Roman" w:hAnsi="Times New Roman" w:cs="Times New Roman"/>
          <w:b/>
          <w:szCs w:val="20"/>
        </w:rPr>
        <w:t xml:space="preserve"> QUE ENTRE SI CELEBRAM A EMPRESA BRASILEIRA DE HEMODERIVADOS E BIOTECNOLOGIA – HEMOBRÁS E A XXXXXXXX.</w:t>
      </w:r>
    </w:p>
    <w:p w14:paraId="535EC5AE" w14:textId="77777777" w:rsidR="00EF2567" w:rsidRPr="0015564C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</w:p>
    <w:p w14:paraId="4C23E2CD" w14:textId="72980945" w:rsidR="003A37D8" w:rsidRPr="0015564C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A </w:t>
      </w:r>
      <w:r w:rsidRPr="0015564C">
        <w:rPr>
          <w:rFonts w:ascii="Times New Roman" w:hAnsi="Times New Roman" w:cs="Times New Roman"/>
          <w:b/>
          <w:szCs w:val="20"/>
        </w:rPr>
        <w:t>EMPRESA BRASILEIRA DE HEMODERIVADOS E BIOTECNOLOGIA - HEMOBRÁS</w:t>
      </w:r>
      <w:r w:rsidRPr="0015564C">
        <w:rPr>
          <w:rFonts w:ascii="Times New Roman" w:hAnsi="Times New Roman" w:cs="Times New Roman"/>
          <w:szCs w:val="20"/>
        </w:rPr>
        <w:t xml:space="preserve">, entidade pública criada pela União, na forma da Lei n.º 10.972/2004, com Estatuto aprovado pelo Decreto n.º 5402/2005, integrante da Administração Pública Federal Indireta e vinculada ao Ministério da Saúde, inscrita no CNPJ sob o nº 07.607.851/0004-99, localizada na Rua Professor Aloísio Pessoa de Araújo, nº 75, Edifício Boa Viagem Corporate, 8º e 9º andares, Boa Viagem, Recife-PE, CEP: 51.021-410, doravante denominada simplesmente </w:t>
      </w:r>
      <w:r w:rsidRPr="0015564C">
        <w:rPr>
          <w:rFonts w:ascii="Times New Roman" w:hAnsi="Times New Roman" w:cs="Times New Roman"/>
          <w:b/>
          <w:szCs w:val="20"/>
        </w:rPr>
        <w:t>HEMOBRÁS</w:t>
      </w:r>
      <w:r w:rsidRPr="0015564C">
        <w:rPr>
          <w:rFonts w:ascii="Times New Roman" w:hAnsi="Times New Roman" w:cs="Times New Roman"/>
          <w:szCs w:val="20"/>
        </w:rPr>
        <w:t xml:space="preserve">, neste ato representada por </w:t>
      </w:r>
      <w:r w:rsidR="006E2C79" w:rsidRPr="00BA6700">
        <w:rPr>
          <w:rFonts w:ascii="Times New Roman" w:hAnsi="Times New Roman" w:cs="Times New Roman"/>
          <w:b/>
          <w:bCs/>
          <w:color w:val="000000" w:themeColor="text1"/>
          <w:szCs w:val="20"/>
        </w:rPr>
        <w:t>OSWALDO CORDEIRO DE PASCHOAL CASTILHO</w:t>
      </w:r>
      <w:r w:rsidR="006E2C79" w:rsidRPr="00BA6700">
        <w:rPr>
          <w:rFonts w:ascii="Times New Roman" w:hAnsi="Times New Roman" w:cs="Times New Roman"/>
          <w:bCs/>
          <w:color w:val="000000" w:themeColor="text1"/>
          <w:szCs w:val="20"/>
        </w:rPr>
        <w:t>, Presidente da empresa, portador da Cédula de Identidade nº 261.995 SSP/DF, inscrito no CPF/MF sob o nº 098.821.381-87, no uso da competência atribuída pelo Decreto de 5 de abril de 2017, do Ministério da Saúde (DOU, 06/04/2017, Seção 2)</w:t>
      </w:r>
      <w:r w:rsidRPr="0015564C">
        <w:rPr>
          <w:rFonts w:ascii="Times New Roman" w:hAnsi="Times New Roman" w:cs="Times New Roman"/>
          <w:color w:val="000000"/>
          <w:szCs w:val="20"/>
        </w:rPr>
        <w:t xml:space="preserve">, e a empresa </w:t>
      </w:r>
      <w:r w:rsidRPr="0015564C">
        <w:rPr>
          <w:rFonts w:ascii="Times New Roman" w:hAnsi="Times New Roman" w:cs="Times New Roman"/>
          <w:b/>
          <w:caps/>
          <w:szCs w:val="20"/>
        </w:rPr>
        <w:t xml:space="preserve">XXXXX, </w:t>
      </w:r>
      <w:r w:rsidRPr="0015564C">
        <w:rPr>
          <w:rFonts w:ascii="Times New Roman" w:hAnsi="Times New Roman" w:cs="Times New Roman"/>
          <w:szCs w:val="20"/>
        </w:rPr>
        <w:t xml:space="preserve">inscrita no CNPJ sob o nº XXXX, com sede na XXXXXX, doravante denominada simplesmente </w:t>
      </w:r>
      <w:r w:rsidRPr="0015564C">
        <w:rPr>
          <w:rFonts w:ascii="Times New Roman" w:hAnsi="Times New Roman" w:cs="Times New Roman"/>
          <w:b/>
          <w:szCs w:val="20"/>
        </w:rPr>
        <w:t>CONTRATADA</w:t>
      </w:r>
      <w:r w:rsidRPr="0015564C">
        <w:rPr>
          <w:rFonts w:ascii="Times New Roman" w:hAnsi="Times New Roman" w:cs="Times New Roman"/>
          <w:szCs w:val="20"/>
        </w:rPr>
        <w:t>, neste ato representada pelo seu XXXXX, portador da Cédula de Identidade de nº XXXXX e inscrito no CPF/MF nº XXXXXXX, no uso das atribuições que lhe confere a documentação acostada às fls. XXXX,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15564C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57EF7018" w14:textId="77777777" w:rsidR="003A37D8" w:rsidRPr="0015564C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DA FUNDAMENTAÇÃO LEGAL</w:t>
      </w:r>
    </w:p>
    <w:p w14:paraId="17AC1D2A" w14:textId="77777777" w:rsidR="003A37D8" w:rsidRPr="0015564C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Cs w:val="20"/>
        </w:rPr>
      </w:pPr>
    </w:p>
    <w:p w14:paraId="40E7A2EF" w14:textId="555F3F45" w:rsidR="003A37D8" w:rsidRPr="0015564C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Cs w:val="20"/>
        </w:rPr>
      </w:pPr>
      <w:r w:rsidRPr="0015564C">
        <w:rPr>
          <w:rFonts w:ascii="Times New Roman" w:hAnsi="Times New Roman" w:cs="Times New Roman"/>
          <w:bCs/>
          <w:szCs w:val="20"/>
        </w:rPr>
        <w:t xml:space="preserve">A presente contratação foi precedida de licitação, na modalidade pregão, na forma eletrônica </w:t>
      </w:r>
      <w:r w:rsidRPr="006E2C79">
        <w:rPr>
          <w:rFonts w:ascii="Times New Roman" w:hAnsi="Times New Roman" w:cs="Times New Roman"/>
          <w:bCs/>
          <w:color w:val="000000" w:themeColor="text1"/>
          <w:szCs w:val="20"/>
        </w:rPr>
        <w:t xml:space="preserve">nº </w:t>
      </w:r>
      <w:r w:rsidR="006E2C79" w:rsidRPr="006E2C79">
        <w:rPr>
          <w:rFonts w:ascii="Times New Roman" w:hAnsi="Times New Roman" w:cs="Times New Roman"/>
          <w:bCs/>
          <w:color w:val="000000" w:themeColor="text1"/>
          <w:szCs w:val="20"/>
        </w:rPr>
        <w:t>12/2019</w:t>
      </w:r>
      <w:r w:rsidRPr="0015564C">
        <w:rPr>
          <w:rFonts w:ascii="Times New Roman" w:hAnsi="Times New Roman" w:cs="Times New Roman"/>
          <w:bCs/>
          <w:szCs w:val="20"/>
        </w:rPr>
        <w:t xml:space="preserve">, Processo nº </w:t>
      </w:r>
      <w:r w:rsidRPr="0015564C">
        <w:rPr>
          <w:rFonts w:ascii="Times New Roman" w:hAnsi="Times New Roman" w:cs="Times New Roman"/>
          <w:szCs w:val="20"/>
        </w:rPr>
        <w:t>25800.</w:t>
      </w:r>
      <w:r w:rsidR="006E218B" w:rsidRPr="0015564C">
        <w:rPr>
          <w:rFonts w:ascii="Times New Roman" w:hAnsi="Times New Roman" w:cs="Times New Roman"/>
          <w:szCs w:val="20"/>
        </w:rPr>
        <w:t>001536/2019</w:t>
      </w:r>
      <w:r w:rsidRPr="0015564C">
        <w:rPr>
          <w:rFonts w:ascii="Times New Roman" w:hAnsi="Times New Roman" w:cs="Times New Roman"/>
          <w:bCs/>
          <w:szCs w:val="20"/>
        </w:rPr>
        <w:t>, realizado com observância das disposições</w:t>
      </w:r>
      <w:r w:rsidR="000B3C3A" w:rsidRPr="0015564C">
        <w:rPr>
          <w:rFonts w:ascii="Times New Roman" w:hAnsi="Times New Roman" w:cs="Times New Roman"/>
          <w:bCs/>
          <w:szCs w:val="20"/>
        </w:rPr>
        <w:t xml:space="preserve"> </w:t>
      </w:r>
      <w:r w:rsidR="000B3C3A" w:rsidRPr="0015564C">
        <w:rPr>
          <w:rFonts w:ascii="Times New Roman" w:hAnsi="Times New Roman" w:cs="Times New Roman"/>
          <w:bCs/>
          <w:color w:val="000000" w:themeColor="text1"/>
          <w:szCs w:val="20"/>
        </w:rPr>
        <w:t>do Regulamento de Licitações e Contratações – Hemobrás, aprovado através da Resolução CADM/HEMOBRÁS n. 17, de 28 de Setembro de 2018, publicado do DOU em 09 de Outubro de 2018, Seção 1, p. 74-80, da Lei 13.303, de 30 de Junho de 2016,</w:t>
      </w:r>
      <w:r w:rsidRPr="0015564C">
        <w:rPr>
          <w:rFonts w:ascii="Times New Roman" w:hAnsi="Times New Roman" w:cs="Times New Roman"/>
          <w:bCs/>
          <w:color w:val="000000" w:themeColor="text1"/>
          <w:szCs w:val="20"/>
        </w:rPr>
        <w:t xml:space="preserve"> da </w:t>
      </w:r>
      <w:r w:rsidRPr="0015564C">
        <w:rPr>
          <w:rFonts w:ascii="Times New Roman" w:hAnsi="Times New Roman" w:cs="Times New Roman"/>
          <w:bCs/>
          <w:szCs w:val="20"/>
        </w:rPr>
        <w:t>Lei nº 10.520, de 17 de julho de 2002, do Decreto nº 5.450, de 31 de maio de 2005,</w:t>
      </w:r>
      <w:r w:rsidRPr="0015564C">
        <w:rPr>
          <w:rFonts w:ascii="Times New Roman" w:hAnsi="Times New Roman" w:cs="Times New Roman"/>
          <w:szCs w:val="20"/>
        </w:rPr>
        <w:t xml:space="preserve"> </w:t>
      </w:r>
      <w:r w:rsidR="000D0E75" w:rsidRPr="000D794F">
        <w:rPr>
          <w:rFonts w:ascii="Times New Roman" w:hAnsi="Times New Roman" w:cs="Times New Roman"/>
          <w:color w:val="000000" w:themeColor="text1"/>
          <w:szCs w:val="20"/>
        </w:rPr>
        <w:t>Decreto 9.507, de 21 de setembro de 2018</w:t>
      </w:r>
      <w:r w:rsidRPr="0015564C">
        <w:rPr>
          <w:rFonts w:ascii="Times New Roman" w:hAnsi="Times New Roman" w:cs="Times New Roman"/>
          <w:bCs/>
          <w:szCs w:val="20"/>
        </w:rPr>
        <w:t xml:space="preserve"> e pelos preceitos de direito público, aplicando-lhe, supletivamente, os princípios da teoria geral dos contratos e as disposições de direito privado, e fundamenta-se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15564C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Cs w:val="20"/>
        </w:rPr>
      </w:pPr>
    </w:p>
    <w:p w14:paraId="44FE4DD8" w14:textId="77777777" w:rsidR="003F29C4" w:rsidRPr="0015564C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lastRenderedPageBreak/>
        <w:t>CLÁUSULA PRIMEIRA – OBJETO</w:t>
      </w:r>
    </w:p>
    <w:p w14:paraId="544C0356" w14:textId="20078014" w:rsidR="00B01E82" w:rsidRPr="0015564C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O objeto do presente </w:t>
      </w:r>
      <w:r w:rsidR="00A40017" w:rsidRPr="0015564C">
        <w:rPr>
          <w:rFonts w:ascii="Times New Roman" w:hAnsi="Times New Roman" w:cs="Times New Roman"/>
          <w:szCs w:val="20"/>
        </w:rPr>
        <w:t xml:space="preserve">instrumento </w:t>
      </w:r>
      <w:r w:rsidRPr="0015564C">
        <w:rPr>
          <w:rFonts w:ascii="Times New Roman" w:hAnsi="Times New Roman" w:cs="Times New Roman"/>
          <w:szCs w:val="20"/>
        </w:rPr>
        <w:t xml:space="preserve">é a </w:t>
      </w:r>
      <w:r w:rsidR="002C6DD2" w:rsidRPr="0015564C">
        <w:rPr>
          <w:rFonts w:ascii="Times New Roman" w:hAnsi="Times New Roman" w:cs="Times New Roman"/>
          <w:szCs w:val="20"/>
        </w:rPr>
        <w:t>contratação de</w:t>
      </w:r>
      <w:r w:rsidR="00EF2567" w:rsidRPr="0015564C">
        <w:rPr>
          <w:rFonts w:ascii="Times New Roman" w:hAnsi="Times New Roman" w:cs="Times New Roman"/>
          <w:szCs w:val="20"/>
        </w:rPr>
        <w:t xml:space="preserve"> </w:t>
      </w:r>
      <w:r w:rsidR="006E218B" w:rsidRPr="0015564C">
        <w:rPr>
          <w:rFonts w:ascii="Times New Roman" w:hAnsi="Times New Roman" w:cs="Times New Roman"/>
          <w:szCs w:val="20"/>
        </w:rPr>
        <w:t>serviço de agente de Integração Empresa-Escola, com o objetivo de admitir estagiários(as) na condição de estudantes de educação superior e de ensino médio, vinculados(as) a estrutura do ensino público e/ou particular</w:t>
      </w:r>
      <w:r w:rsidR="00B01E82" w:rsidRPr="0015564C">
        <w:rPr>
          <w:rFonts w:ascii="Times New Roman" w:hAnsi="Times New Roman" w:cs="Times New Roman"/>
          <w:szCs w:val="20"/>
        </w:rPr>
        <w:t>, que serão prestados nas condições estabelecidas no Termo de Referência, anexo do Edital.</w:t>
      </w:r>
    </w:p>
    <w:p w14:paraId="0328D7C2" w14:textId="39490B2F" w:rsidR="0070059F" w:rsidRPr="0015564C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Este Termo de Contrato vincula-se ao </w:t>
      </w:r>
      <w:r w:rsidR="00B01E82" w:rsidRPr="0015564C">
        <w:rPr>
          <w:rFonts w:ascii="Times New Roman" w:hAnsi="Times New Roman" w:cs="Times New Roman"/>
          <w:szCs w:val="20"/>
        </w:rPr>
        <w:t>E</w:t>
      </w:r>
      <w:r w:rsidRPr="0015564C">
        <w:rPr>
          <w:rFonts w:ascii="Times New Roman" w:hAnsi="Times New Roman" w:cs="Times New Roman"/>
          <w:szCs w:val="20"/>
        </w:rPr>
        <w:t>dital d</w:t>
      </w:r>
      <w:r w:rsidR="00B01E82" w:rsidRPr="0015564C">
        <w:rPr>
          <w:rFonts w:ascii="Times New Roman" w:hAnsi="Times New Roman" w:cs="Times New Roman"/>
          <w:szCs w:val="20"/>
        </w:rPr>
        <w:t xml:space="preserve">o Pregão, identificado no preâmbulo e </w:t>
      </w:r>
      <w:r w:rsidRPr="0015564C">
        <w:rPr>
          <w:rFonts w:ascii="Times New Roman" w:hAnsi="Times New Roman" w:cs="Times New Roman"/>
          <w:szCs w:val="20"/>
        </w:rPr>
        <w:t>à proposta vencedora, independentemente de transcrição.</w:t>
      </w:r>
    </w:p>
    <w:p w14:paraId="50E9D4F7" w14:textId="78E2596A" w:rsidR="000575AE" w:rsidRPr="0015564C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color w:val="FF0000"/>
          <w:szCs w:val="20"/>
        </w:rPr>
        <w:t>O</w:t>
      </w:r>
      <w:r w:rsidR="00061023" w:rsidRPr="0015564C">
        <w:rPr>
          <w:rFonts w:ascii="Times New Roman" w:hAnsi="Times New Roman" w:cs="Times New Roman"/>
          <w:color w:val="FF0000"/>
          <w:szCs w:val="20"/>
        </w:rPr>
        <w:t>bjeto</w:t>
      </w:r>
      <w:r w:rsidRPr="0015564C">
        <w:rPr>
          <w:rFonts w:ascii="Times New Roman" w:hAnsi="Times New Roman" w:cs="Times New Roman"/>
          <w:color w:val="FF0000"/>
          <w:szCs w:val="20"/>
        </w:rPr>
        <w:t xml:space="preserve"> </w:t>
      </w:r>
      <w:r w:rsidR="005334D6">
        <w:rPr>
          <w:rFonts w:ascii="Times New Roman" w:hAnsi="Times New Roman" w:cs="Times New Roman"/>
          <w:color w:val="FF0000"/>
          <w:szCs w:val="20"/>
        </w:rPr>
        <w:t xml:space="preserve">discriminado </w:t>
      </w:r>
      <w:r w:rsidRPr="0015564C">
        <w:rPr>
          <w:rFonts w:ascii="Times New Roman" w:hAnsi="Times New Roman" w:cs="Times New Roman"/>
          <w:color w:val="FF0000"/>
          <w:szCs w:val="20"/>
        </w:rPr>
        <w:t>da contratação</w:t>
      </w:r>
      <w:r w:rsidR="005334D6">
        <w:rPr>
          <w:rFonts w:ascii="Times New Roman" w:hAnsi="Times New Roman" w:cs="Times New Roman"/>
          <w:szCs w:val="20"/>
        </w:rPr>
        <w:t xml:space="preserve"> é aquele previsto no Anexo I do Termo de Contrato.</w:t>
      </w:r>
    </w:p>
    <w:p w14:paraId="5A1DA329" w14:textId="77777777" w:rsidR="00EF2567" w:rsidRPr="0015564C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Cs w:val="20"/>
        </w:rPr>
      </w:pPr>
    </w:p>
    <w:p w14:paraId="0264FEB7" w14:textId="77777777" w:rsidR="0070059F" w:rsidRPr="0015564C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CLÁUSULA SEGUNDA – VIGÊNCIA</w:t>
      </w:r>
    </w:p>
    <w:p w14:paraId="03E71223" w14:textId="5800CE30" w:rsidR="00EF4D43" w:rsidRPr="0015564C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 prazo de vigência do Contrato é de</w:t>
      </w:r>
      <w:r w:rsidR="006E218B" w:rsidRPr="0015564C">
        <w:rPr>
          <w:rFonts w:ascii="Times New Roman" w:hAnsi="Times New Roman" w:cs="Times New Roman"/>
          <w:szCs w:val="20"/>
        </w:rPr>
        <w:t xml:space="preserve"> 30 (trinta) meses</w:t>
      </w:r>
      <w:r w:rsidRPr="0015564C">
        <w:rPr>
          <w:rFonts w:ascii="Times New Roman" w:hAnsi="Times New Roman" w:cs="Times New Roman"/>
          <w:szCs w:val="20"/>
        </w:rPr>
        <w:t>, contados da data de assinatura do instrumento, podendo ser prorrogado por interesse das partes até o limite de 60 (sessenta) meses, desde que haja autorização formal da autoridade competente e observados os seguintes requisitos:</w:t>
      </w:r>
    </w:p>
    <w:p w14:paraId="52AF864E" w14:textId="77777777" w:rsidR="00EF4D43" w:rsidRPr="0015564C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Os serviços tenham sido prestados regularmente;</w:t>
      </w:r>
    </w:p>
    <w:p w14:paraId="32C04404" w14:textId="77777777" w:rsidR="00EF4D43" w:rsidRPr="0015564C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Esteja formalmente demonstrado que a forma de prestação dos serviços tem natureza continuada;</w:t>
      </w:r>
    </w:p>
    <w:p w14:paraId="14FE1397" w14:textId="77777777" w:rsidR="00EF4D43" w:rsidRPr="0015564C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15564C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Seja juntada justificativa e motivo, por escrito, de que a </w:t>
      </w:r>
      <w:r w:rsidR="00C35976" w:rsidRPr="0015564C">
        <w:rPr>
          <w:rFonts w:ascii="Times New Roman" w:hAnsi="Times New Roman" w:cs="Times New Roman"/>
          <w:szCs w:val="20"/>
        </w:rPr>
        <w:t>Hemobrás</w:t>
      </w:r>
      <w:r w:rsidRPr="0015564C">
        <w:rPr>
          <w:rFonts w:ascii="Times New Roman" w:hAnsi="Times New Roman" w:cs="Times New Roman"/>
          <w:szCs w:val="20"/>
        </w:rPr>
        <w:t xml:space="preserve"> mantém interesse na realização do serviço;</w:t>
      </w:r>
    </w:p>
    <w:p w14:paraId="7201FC83" w14:textId="6C01E0B4" w:rsidR="00EF4D43" w:rsidRPr="0015564C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Seja comprovado que o valor do contrato permanece economicamente vantajoso para a </w:t>
      </w:r>
      <w:r w:rsidR="006E218B" w:rsidRPr="0015564C">
        <w:rPr>
          <w:rFonts w:ascii="Times New Roman" w:hAnsi="Times New Roman" w:cs="Times New Roman"/>
          <w:szCs w:val="20"/>
        </w:rPr>
        <w:t>Hemobrá</w:t>
      </w:r>
      <w:r w:rsidR="00C35976" w:rsidRPr="0015564C">
        <w:rPr>
          <w:rFonts w:ascii="Times New Roman" w:hAnsi="Times New Roman" w:cs="Times New Roman"/>
          <w:szCs w:val="20"/>
        </w:rPr>
        <w:t>s</w:t>
      </w:r>
      <w:r w:rsidRPr="0015564C">
        <w:rPr>
          <w:rFonts w:ascii="Times New Roman" w:hAnsi="Times New Roman" w:cs="Times New Roman"/>
          <w:szCs w:val="20"/>
        </w:rPr>
        <w:t>;</w:t>
      </w:r>
    </w:p>
    <w:p w14:paraId="514132BD" w14:textId="77777777" w:rsidR="00EF4D43" w:rsidRPr="0015564C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Haja manifestação expressa da contratada informando o interesse na prorrogação;</w:t>
      </w:r>
    </w:p>
    <w:p w14:paraId="4D444DF5" w14:textId="77777777" w:rsidR="00EF4D43" w:rsidRPr="0015564C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Seja comprovado que o contratado mantém as condições iniciais de habilitação.</w:t>
      </w:r>
    </w:p>
    <w:p w14:paraId="1BAB4ACE" w14:textId="77777777" w:rsidR="00B41D48" w:rsidRPr="0015564C" w:rsidRDefault="00B41D48" w:rsidP="003F29C4">
      <w:pPr>
        <w:spacing w:line="360" w:lineRule="auto"/>
        <w:contextualSpacing/>
        <w:rPr>
          <w:rFonts w:ascii="Times New Roman" w:hAnsi="Times New Roman" w:cs="Times New Roman"/>
          <w:szCs w:val="20"/>
          <w:lang w:eastAsia="en-US"/>
        </w:rPr>
      </w:pPr>
    </w:p>
    <w:p w14:paraId="23C7FE96" w14:textId="77777777" w:rsidR="001B4C30" w:rsidRPr="0015564C" w:rsidRDefault="001B4C30" w:rsidP="003F29C4">
      <w:pPr>
        <w:spacing w:line="360" w:lineRule="auto"/>
        <w:contextualSpacing/>
        <w:rPr>
          <w:rFonts w:ascii="Times New Roman" w:hAnsi="Times New Roman" w:cs="Times New Roman"/>
          <w:szCs w:val="20"/>
          <w:lang w:eastAsia="en-US"/>
        </w:rPr>
      </w:pPr>
    </w:p>
    <w:p w14:paraId="5FBFFA79" w14:textId="77777777" w:rsidR="0070059F" w:rsidRPr="0015564C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CLÁUSULA TERCEIRA – PREÇO</w:t>
      </w:r>
    </w:p>
    <w:p w14:paraId="62F8D058" w14:textId="6CEBBCAF" w:rsidR="006D4AB0" w:rsidRPr="0015564C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O </w:t>
      </w:r>
      <w:r w:rsidR="006D4AB0" w:rsidRPr="0015564C">
        <w:rPr>
          <w:rFonts w:ascii="Times New Roman" w:hAnsi="Times New Roman" w:cs="Times New Roman"/>
          <w:szCs w:val="20"/>
        </w:rPr>
        <w:t>valor mensal da contratação é de R$</w:t>
      </w:r>
      <w:r w:rsidR="00827D62" w:rsidRPr="0015564C">
        <w:rPr>
          <w:rFonts w:ascii="Times New Roman" w:hAnsi="Times New Roman" w:cs="Times New Roman"/>
          <w:szCs w:val="20"/>
        </w:rPr>
        <w:t xml:space="preserve"> </w:t>
      </w:r>
      <w:r w:rsidR="006D4AB0" w:rsidRPr="0015564C">
        <w:rPr>
          <w:rFonts w:ascii="Times New Roman" w:hAnsi="Times New Roman" w:cs="Times New Roman"/>
          <w:szCs w:val="20"/>
        </w:rPr>
        <w:t>.......... (</w:t>
      </w:r>
      <w:proofErr w:type="gramStart"/>
      <w:r w:rsidR="006D4AB0" w:rsidRPr="0015564C">
        <w:rPr>
          <w:rFonts w:ascii="Times New Roman" w:hAnsi="Times New Roman" w:cs="Times New Roman"/>
          <w:szCs w:val="20"/>
        </w:rPr>
        <w:t>.....</w:t>
      </w:r>
      <w:proofErr w:type="gramEnd"/>
      <w:r w:rsidR="006D4AB0" w:rsidRPr="0015564C">
        <w:rPr>
          <w:rFonts w:ascii="Times New Roman" w:hAnsi="Times New Roman" w:cs="Times New Roman"/>
          <w:szCs w:val="20"/>
        </w:rPr>
        <w:t>), perfazendo o valor total de R$</w:t>
      </w:r>
      <w:r w:rsidR="00827D62" w:rsidRPr="0015564C">
        <w:rPr>
          <w:rFonts w:ascii="Times New Roman" w:hAnsi="Times New Roman" w:cs="Times New Roman"/>
          <w:szCs w:val="20"/>
        </w:rPr>
        <w:t xml:space="preserve"> </w:t>
      </w:r>
      <w:r w:rsidR="006D4AB0" w:rsidRPr="0015564C">
        <w:rPr>
          <w:rFonts w:ascii="Times New Roman" w:hAnsi="Times New Roman" w:cs="Times New Roman"/>
          <w:szCs w:val="20"/>
        </w:rPr>
        <w:t>.......</w:t>
      </w:r>
      <w:r w:rsidR="00E87608" w:rsidRPr="0015564C">
        <w:rPr>
          <w:rFonts w:ascii="Times New Roman" w:hAnsi="Times New Roman" w:cs="Times New Roman"/>
          <w:szCs w:val="20"/>
        </w:rPr>
        <w:t xml:space="preserve"> </w:t>
      </w:r>
      <w:r w:rsidR="006D4AB0" w:rsidRPr="0015564C">
        <w:rPr>
          <w:rFonts w:ascii="Times New Roman" w:hAnsi="Times New Roman" w:cs="Times New Roman"/>
          <w:szCs w:val="20"/>
        </w:rPr>
        <w:t>(....).</w:t>
      </w:r>
    </w:p>
    <w:p w14:paraId="67ABCE53" w14:textId="5977069C" w:rsidR="0070059F" w:rsidRPr="0015564C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15564C">
        <w:rPr>
          <w:rFonts w:ascii="Times New Roman" w:hAnsi="Times New Roman" w:cs="Times New Roman"/>
          <w:szCs w:val="20"/>
        </w:rPr>
        <w:t>do objeto</w:t>
      </w:r>
      <w:r w:rsidRPr="0015564C">
        <w:rPr>
          <w:rFonts w:ascii="Times New Roman" w:hAnsi="Times New Roman"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Pr="0015564C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15564C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D579792" w14:textId="77777777" w:rsidR="0070059F" w:rsidRPr="0015564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CLÁUSULA QUARTA – DOTAÇÃO ORÇAMENTÁRIA</w:t>
      </w:r>
    </w:p>
    <w:p w14:paraId="07277EB8" w14:textId="38848A66" w:rsidR="006E3CA5" w:rsidRPr="0015564C" w:rsidRDefault="0070059F" w:rsidP="00202E5E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As despesas decorrentes desta contratação estão programadas em dotação orçamentária própria, prevista no orçamento da </w:t>
      </w:r>
      <w:r w:rsidR="006E218B" w:rsidRPr="0015564C">
        <w:rPr>
          <w:rFonts w:ascii="Times New Roman" w:hAnsi="Times New Roman" w:cs="Times New Roman"/>
          <w:szCs w:val="20"/>
        </w:rPr>
        <w:t>Hemobrás</w:t>
      </w:r>
      <w:r w:rsidR="006E218B" w:rsidRPr="00202E5E">
        <w:rPr>
          <w:rFonts w:ascii="Times New Roman" w:hAnsi="Times New Roman" w:cs="Times New Roman"/>
          <w:szCs w:val="20"/>
        </w:rPr>
        <w:t xml:space="preserve"> </w:t>
      </w:r>
      <w:bookmarkStart w:id="0" w:name="_GoBack"/>
      <w:r w:rsidR="006E218B" w:rsidRPr="00202E5E">
        <w:rPr>
          <w:rFonts w:ascii="Times New Roman" w:hAnsi="Times New Roman" w:cs="Times New Roman"/>
          <w:szCs w:val="20"/>
        </w:rPr>
        <w:t>asseguradas no saldo constante na</w:t>
      </w:r>
      <w:r w:rsidR="00FA064C" w:rsidRPr="00202E5E">
        <w:rPr>
          <w:rFonts w:ascii="Times New Roman" w:hAnsi="Times New Roman" w:cs="Times New Roman"/>
          <w:szCs w:val="20"/>
        </w:rPr>
        <w:t>s</w:t>
      </w:r>
      <w:r w:rsidR="006E218B" w:rsidRPr="00202E5E">
        <w:rPr>
          <w:rFonts w:ascii="Times New Roman" w:hAnsi="Times New Roman" w:cs="Times New Roman"/>
          <w:szCs w:val="20"/>
        </w:rPr>
        <w:t xml:space="preserve"> conta</w:t>
      </w:r>
      <w:r w:rsidR="00FA064C" w:rsidRPr="00202E5E">
        <w:rPr>
          <w:rFonts w:ascii="Times New Roman" w:hAnsi="Times New Roman" w:cs="Times New Roman"/>
          <w:szCs w:val="20"/>
        </w:rPr>
        <w:t>s</w:t>
      </w:r>
      <w:r w:rsidR="006E218B" w:rsidRPr="00202E5E">
        <w:rPr>
          <w:rFonts w:ascii="Times New Roman" w:hAnsi="Times New Roman" w:cs="Times New Roman"/>
          <w:szCs w:val="20"/>
        </w:rPr>
        <w:t xml:space="preserve"> orçamentária</w:t>
      </w:r>
      <w:r w:rsidR="00FA064C" w:rsidRPr="00202E5E">
        <w:rPr>
          <w:rFonts w:ascii="Times New Roman" w:hAnsi="Times New Roman" w:cs="Times New Roman"/>
          <w:szCs w:val="20"/>
        </w:rPr>
        <w:t>s</w:t>
      </w:r>
      <w:r w:rsidR="006E218B" w:rsidRPr="00202E5E">
        <w:rPr>
          <w:rFonts w:ascii="Times New Roman" w:hAnsi="Times New Roman" w:cs="Times New Roman"/>
          <w:szCs w:val="20"/>
        </w:rPr>
        <w:t xml:space="preserve"> </w:t>
      </w:r>
      <w:r w:rsidR="00FA064C" w:rsidRPr="00202E5E">
        <w:rPr>
          <w:rFonts w:ascii="Times New Roman" w:hAnsi="Times New Roman" w:cs="Times New Roman"/>
          <w:szCs w:val="20"/>
        </w:rPr>
        <w:t>2.107.019.000, 2.290.090.100</w:t>
      </w:r>
      <w:bookmarkEnd w:id="0"/>
      <w:r w:rsidR="00FA064C" w:rsidRPr="00202E5E">
        <w:rPr>
          <w:rFonts w:ascii="Times New Roman" w:hAnsi="Times New Roman" w:cs="Times New Roman"/>
          <w:szCs w:val="20"/>
        </w:rPr>
        <w:t>, 2.290.099.000</w:t>
      </w:r>
      <w:r w:rsidR="006E218B" w:rsidRPr="00202E5E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Pr="0015564C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1F5E0A8B" w14:textId="0DD90B07" w:rsidR="00FA65D6" w:rsidRPr="0015564C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lastRenderedPageBreak/>
        <w:t>CLÁUSULA QUINTA – DA FORMA DE PRESTAÇÃO DOS SERVIÇOS</w:t>
      </w:r>
    </w:p>
    <w:p w14:paraId="277D8975" w14:textId="77777777" w:rsidR="00FA064C" w:rsidRPr="0015564C" w:rsidRDefault="00FA064C" w:rsidP="00FA064C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3467D166" w14:textId="77777777" w:rsidR="00FA65D6" w:rsidRPr="0015564C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7F3860FF" w14:textId="32C06CE6" w:rsidR="00224134" w:rsidRPr="0015564C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15564C">
        <w:rPr>
          <w:rFonts w:ascii="Times New Roman" w:hAnsi="Times New Roman" w:cs="Times New Roman"/>
          <w:b/>
          <w:szCs w:val="20"/>
        </w:rPr>
        <w:t>SEXTA</w:t>
      </w:r>
      <w:r w:rsidRPr="0015564C">
        <w:rPr>
          <w:rFonts w:ascii="Times New Roman" w:hAnsi="Times New Roman" w:cs="Times New Roman"/>
          <w:b/>
          <w:szCs w:val="20"/>
        </w:rPr>
        <w:t xml:space="preserve"> - DOS CRITÉRIOS DE RECEBIMENTO</w:t>
      </w:r>
    </w:p>
    <w:p w14:paraId="516B969B" w14:textId="77777777" w:rsidR="00FA064C" w:rsidRPr="0015564C" w:rsidRDefault="00FA064C" w:rsidP="00FA064C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B526FB2" w14:textId="77777777" w:rsidR="00224134" w:rsidRPr="0015564C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11351743" w14:textId="4CF470DD" w:rsidR="0070059F" w:rsidRPr="0015564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15564C">
        <w:rPr>
          <w:rFonts w:ascii="Times New Roman" w:hAnsi="Times New Roman" w:cs="Times New Roman"/>
          <w:b/>
          <w:szCs w:val="20"/>
        </w:rPr>
        <w:t>SÉTIMA</w:t>
      </w:r>
      <w:r w:rsidRPr="0015564C">
        <w:rPr>
          <w:rFonts w:ascii="Times New Roman" w:hAnsi="Times New Roman" w:cs="Times New Roman"/>
          <w:b/>
          <w:szCs w:val="20"/>
        </w:rPr>
        <w:t xml:space="preserve"> – PAGAMENTO</w:t>
      </w:r>
    </w:p>
    <w:p w14:paraId="3CCA2494" w14:textId="7DFF45A3" w:rsidR="006E3CA5" w:rsidRPr="0015564C" w:rsidRDefault="0070059F" w:rsidP="00FA064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 p</w:t>
      </w:r>
      <w:r w:rsidR="00061023" w:rsidRPr="0015564C">
        <w:rPr>
          <w:rFonts w:ascii="Times New Roman" w:hAnsi="Times New Roman" w:cs="Times New Roman"/>
          <w:szCs w:val="20"/>
        </w:rPr>
        <w:t>razo para p</w:t>
      </w:r>
      <w:r w:rsidRPr="0015564C">
        <w:rPr>
          <w:rFonts w:ascii="Times New Roman" w:hAnsi="Times New Roman" w:cs="Times New Roman"/>
          <w:szCs w:val="20"/>
        </w:rPr>
        <w:t xml:space="preserve">agamento </w:t>
      </w:r>
      <w:r w:rsidR="00A26A56" w:rsidRPr="0015564C">
        <w:rPr>
          <w:rFonts w:ascii="Times New Roman" w:hAnsi="Times New Roman" w:cs="Times New Roman"/>
          <w:szCs w:val="20"/>
        </w:rPr>
        <w:t xml:space="preserve">à CONTRATADA </w:t>
      </w:r>
      <w:r w:rsidR="00061023" w:rsidRPr="0015564C">
        <w:rPr>
          <w:rFonts w:ascii="Times New Roman" w:hAnsi="Times New Roman" w:cs="Times New Roman"/>
          <w:szCs w:val="20"/>
        </w:rPr>
        <w:t xml:space="preserve">e demais condições a ele referentes encontram-se </w:t>
      </w:r>
      <w:r w:rsidR="009C117D" w:rsidRPr="0015564C">
        <w:rPr>
          <w:rFonts w:ascii="Times New Roman" w:hAnsi="Times New Roman" w:cs="Times New Roman"/>
          <w:szCs w:val="20"/>
        </w:rPr>
        <w:t xml:space="preserve">definidos </w:t>
      </w:r>
      <w:r w:rsidR="00367509" w:rsidRPr="0015564C">
        <w:rPr>
          <w:rFonts w:ascii="Times New Roman" w:hAnsi="Times New Roman" w:cs="Times New Roman"/>
          <w:szCs w:val="20"/>
        </w:rPr>
        <w:t xml:space="preserve">no </w:t>
      </w:r>
      <w:r w:rsidR="00136B8C" w:rsidRPr="0015564C">
        <w:rPr>
          <w:rFonts w:ascii="Times New Roman" w:hAnsi="Times New Roman" w:cs="Times New Roman"/>
          <w:szCs w:val="20"/>
        </w:rPr>
        <w:t>Termo de Referência</w:t>
      </w:r>
      <w:r w:rsidR="00367509" w:rsidRPr="0015564C">
        <w:rPr>
          <w:rFonts w:ascii="Times New Roman" w:hAnsi="Times New Roman" w:cs="Times New Roman"/>
          <w:szCs w:val="20"/>
        </w:rPr>
        <w:t xml:space="preserve">. </w:t>
      </w:r>
    </w:p>
    <w:p w14:paraId="2CCB1062" w14:textId="77777777" w:rsidR="00960F3D" w:rsidRPr="0015564C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  <w:highlight w:val="yellow"/>
        </w:rPr>
      </w:pPr>
    </w:p>
    <w:p w14:paraId="31EA274B" w14:textId="5D3DE5BE" w:rsidR="006E3CA5" w:rsidRPr="0015564C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15564C">
        <w:rPr>
          <w:rFonts w:ascii="Times New Roman" w:hAnsi="Times New Roman" w:cs="Times New Roman"/>
          <w:b/>
          <w:szCs w:val="20"/>
        </w:rPr>
        <w:t>OITAVA</w:t>
      </w:r>
      <w:r w:rsidR="006E218B" w:rsidRPr="0015564C">
        <w:rPr>
          <w:rFonts w:ascii="Times New Roman" w:hAnsi="Times New Roman" w:cs="Times New Roman"/>
          <w:b/>
          <w:szCs w:val="20"/>
        </w:rPr>
        <w:t xml:space="preserve"> – REAJUSTE</w:t>
      </w:r>
    </w:p>
    <w:p w14:paraId="78C75908" w14:textId="74C768F8" w:rsidR="008513F6" w:rsidRPr="0015564C" w:rsidRDefault="001357C1" w:rsidP="00FA064C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</w:t>
      </w:r>
      <w:r w:rsidR="00584C65" w:rsidRPr="0015564C">
        <w:rPr>
          <w:rFonts w:ascii="Times New Roman" w:hAnsi="Times New Roman" w:cs="Times New Roman"/>
          <w:szCs w:val="20"/>
        </w:rPr>
        <w:t>s acerca da presente cláusula</w:t>
      </w:r>
      <w:r w:rsidRPr="0015564C">
        <w:rPr>
          <w:rFonts w:ascii="Times New Roman" w:hAnsi="Times New Roman" w:cs="Times New Roman"/>
          <w:szCs w:val="20"/>
        </w:rPr>
        <w:t xml:space="preserve"> são aquelas estabelecidas no Termo de Referência, Anexo I do Edital</w:t>
      </w:r>
      <w:r w:rsidR="00A003EA" w:rsidRPr="0015564C">
        <w:rPr>
          <w:rFonts w:ascii="Times New Roman" w:hAnsi="Times New Roman" w:cs="Times New Roman"/>
          <w:szCs w:val="20"/>
        </w:rPr>
        <w:t>.</w:t>
      </w:r>
    </w:p>
    <w:p w14:paraId="5198E4BE" w14:textId="12AF79E0" w:rsidR="00A003EA" w:rsidRPr="0015564C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  </w:t>
      </w:r>
    </w:p>
    <w:p w14:paraId="4288355C" w14:textId="0816EE3D" w:rsidR="00535014" w:rsidRPr="0015564C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15564C">
        <w:rPr>
          <w:rFonts w:ascii="Times New Roman" w:hAnsi="Times New Roman" w:cs="Times New Roman"/>
          <w:b/>
          <w:szCs w:val="20"/>
        </w:rPr>
        <w:t>NONA</w:t>
      </w:r>
      <w:r w:rsidRPr="0015564C">
        <w:rPr>
          <w:rFonts w:ascii="Times New Roman" w:hAnsi="Times New Roman" w:cs="Times New Roman"/>
          <w:b/>
          <w:szCs w:val="20"/>
        </w:rPr>
        <w:t xml:space="preserve"> – GARANTIA DE EXECUÇÃO</w:t>
      </w:r>
    </w:p>
    <w:p w14:paraId="176679C0" w14:textId="77777777" w:rsidR="00584C65" w:rsidRPr="0015564C" w:rsidRDefault="00584C65" w:rsidP="00FA064C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51597F4F" w14:textId="77777777" w:rsidR="00584C65" w:rsidRPr="0015564C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4834DDEB" w14:textId="54ABE850" w:rsidR="0070059F" w:rsidRPr="0015564C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15564C">
        <w:rPr>
          <w:rFonts w:ascii="Times New Roman" w:hAnsi="Times New Roman" w:cs="Times New Roman"/>
          <w:b/>
          <w:szCs w:val="20"/>
        </w:rPr>
        <w:t>DÉCIMA</w:t>
      </w:r>
      <w:r w:rsidRPr="0015564C">
        <w:rPr>
          <w:rFonts w:ascii="Times New Roman" w:hAnsi="Times New Roman" w:cs="Times New Roman"/>
          <w:b/>
          <w:szCs w:val="20"/>
        </w:rPr>
        <w:t xml:space="preserve"> </w:t>
      </w:r>
      <w:r w:rsidR="00784E51" w:rsidRPr="0015564C">
        <w:rPr>
          <w:rFonts w:ascii="Times New Roman" w:hAnsi="Times New Roman" w:cs="Times New Roman"/>
          <w:b/>
          <w:szCs w:val="20"/>
        </w:rPr>
        <w:t>–</w:t>
      </w:r>
      <w:r w:rsidRPr="0015564C">
        <w:rPr>
          <w:rFonts w:ascii="Times New Roman" w:hAnsi="Times New Roman" w:cs="Times New Roman"/>
          <w:b/>
          <w:szCs w:val="20"/>
        </w:rPr>
        <w:t xml:space="preserve"> </w:t>
      </w:r>
      <w:r w:rsidR="00FA65D6" w:rsidRPr="0015564C">
        <w:rPr>
          <w:rFonts w:ascii="Times New Roman" w:hAnsi="Times New Roman" w:cs="Times New Roman"/>
          <w:b/>
          <w:szCs w:val="20"/>
        </w:rPr>
        <w:t>CONTROLE</w:t>
      </w:r>
      <w:r w:rsidR="00784E51" w:rsidRPr="0015564C">
        <w:rPr>
          <w:rFonts w:ascii="Times New Roman" w:hAnsi="Times New Roman" w:cs="Times New Roman"/>
          <w:b/>
          <w:szCs w:val="20"/>
        </w:rPr>
        <w:t xml:space="preserve"> E FISCALIZAÇÃO</w:t>
      </w:r>
      <w:r w:rsidR="00FA65D6" w:rsidRPr="0015564C">
        <w:rPr>
          <w:rFonts w:ascii="Times New Roman" w:hAnsi="Times New Roman" w:cs="Times New Roman"/>
          <w:b/>
          <w:szCs w:val="20"/>
        </w:rPr>
        <w:t xml:space="preserve"> DA EXECUÇÃO</w:t>
      </w:r>
    </w:p>
    <w:p w14:paraId="621A4F23" w14:textId="77777777" w:rsidR="00FA65D6" w:rsidRPr="0015564C" w:rsidRDefault="00FA65D6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243F53" w14:textId="77777777" w:rsidR="008513F6" w:rsidRPr="0015564C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38852942" w14:textId="3DF1CF9E" w:rsidR="0070059F" w:rsidRPr="0015564C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15564C">
        <w:rPr>
          <w:rFonts w:ascii="Times New Roman" w:hAnsi="Times New Roman" w:cs="Times New Roman"/>
          <w:b/>
          <w:szCs w:val="20"/>
        </w:rPr>
        <w:t>DÉCIMA PRIMEIRA</w:t>
      </w:r>
      <w:r w:rsidRPr="0015564C">
        <w:rPr>
          <w:rFonts w:ascii="Times New Roman" w:hAnsi="Times New Roman" w:cs="Times New Roman"/>
          <w:b/>
          <w:szCs w:val="20"/>
        </w:rPr>
        <w:t xml:space="preserve"> – OBRIGAÇÕES DA CONTRATANTE E DA CONTRATADA</w:t>
      </w:r>
    </w:p>
    <w:p w14:paraId="265AE8C7" w14:textId="77777777" w:rsidR="00FA65D6" w:rsidRPr="0015564C" w:rsidRDefault="00FA65D6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0B6C601" w14:textId="77777777" w:rsidR="00FF578B" w:rsidRPr="0015564C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006461CC" w14:textId="4E4456A0" w:rsidR="00224134" w:rsidRPr="0015564C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</w:rPr>
      </w:pPr>
      <w:r w:rsidRPr="0015564C">
        <w:rPr>
          <w:rFonts w:ascii="Times New Roman" w:hAnsi="Times New Roman"/>
        </w:rPr>
        <w:t xml:space="preserve">CLÁUSULA </w:t>
      </w:r>
      <w:r w:rsidR="00FF578B" w:rsidRPr="0015564C">
        <w:rPr>
          <w:rFonts w:ascii="Times New Roman" w:hAnsi="Times New Roman"/>
        </w:rPr>
        <w:t xml:space="preserve">DÉCIMA </w:t>
      </w:r>
      <w:r w:rsidR="007517C4" w:rsidRPr="0015564C">
        <w:rPr>
          <w:rFonts w:ascii="Times New Roman" w:hAnsi="Times New Roman"/>
        </w:rPr>
        <w:t>SEGUNDA</w:t>
      </w:r>
      <w:r w:rsidRPr="0015564C">
        <w:rPr>
          <w:rFonts w:ascii="Times New Roman" w:hAnsi="Times New Roman"/>
          <w:color w:val="auto"/>
        </w:rPr>
        <w:t xml:space="preserve"> - DA SUBCONTRATAÇÃO</w:t>
      </w:r>
    </w:p>
    <w:p w14:paraId="26086D62" w14:textId="77777777" w:rsidR="00224134" w:rsidRPr="0015564C" w:rsidRDefault="00224134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Não será admitida a subcontratação do objeto licitatório.</w:t>
      </w:r>
    </w:p>
    <w:p w14:paraId="09CB2054" w14:textId="77777777" w:rsidR="00224134" w:rsidRPr="0015564C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Cs w:val="20"/>
        </w:rPr>
      </w:pPr>
    </w:p>
    <w:p w14:paraId="7CC2BE1A" w14:textId="1ACCC899" w:rsidR="00224134" w:rsidRPr="0015564C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</w:rPr>
      </w:pPr>
      <w:r w:rsidRPr="0015564C">
        <w:rPr>
          <w:rFonts w:ascii="Times New Roman" w:hAnsi="Times New Roman"/>
        </w:rPr>
        <w:t xml:space="preserve">CLÁUSULA </w:t>
      </w:r>
      <w:r w:rsidR="00FF578B" w:rsidRPr="0015564C">
        <w:rPr>
          <w:rFonts w:ascii="Times New Roman" w:hAnsi="Times New Roman"/>
        </w:rPr>
        <w:t xml:space="preserve">DÉCIMA </w:t>
      </w:r>
      <w:r w:rsidR="007517C4" w:rsidRPr="0015564C">
        <w:rPr>
          <w:rFonts w:ascii="Times New Roman" w:hAnsi="Times New Roman"/>
        </w:rPr>
        <w:t>TERCEIRA</w:t>
      </w:r>
      <w:r w:rsidR="00FF578B" w:rsidRPr="0015564C">
        <w:rPr>
          <w:rFonts w:ascii="Times New Roman" w:hAnsi="Times New Roman"/>
        </w:rPr>
        <w:t xml:space="preserve"> - </w:t>
      </w:r>
      <w:r w:rsidRPr="0015564C">
        <w:rPr>
          <w:rFonts w:ascii="Times New Roman" w:hAnsi="Times New Roman"/>
          <w:color w:val="auto"/>
        </w:rPr>
        <w:t>ALTERAÇÃO SUBJETIVA</w:t>
      </w:r>
    </w:p>
    <w:p w14:paraId="5603E5F4" w14:textId="77777777" w:rsidR="00224134" w:rsidRPr="0015564C" w:rsidRDefault="00224134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Pr="0015564C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16F358C2" w14:textId="713330B1" w:rsidR="0070059F" w:rsidRPr="0015564C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</w:rPr>
      </w:pPr>
      <w:r w:rsidRPr="0015564C">
        <w:rPr>
          <w:rFonts w:ascii="Times New Roman" w:hAnsi="Times New Roman"/>
        </w:rPr>
        <w:lastRenderedPageBreak/>
        <w:t xml:space="preserve">CLÁUSULA DÉCIMA </w:t>
      </w:r>
      <w:r w:rsidR="007517C4" w:rsidRPr="0015564C">
        <w:rPr>
          <w:rFonts w:ascii="Times New Roman" w:hAnsi="Times New Roman"/>
        </w:rPr>
        <w:t>QUARTA</w:t>
      </w:r>
      <w:r w:rsidRPr="0015564C">
        <w:rPr>
          <w:rFonts w:ascii="Times New Roman" w:hAnsi="Times New Roman"/>
        </w:rPr>
        <w:t>– SANÇÕES ADMINISTRATIVAS</w:t>
      </w:r>
      <w:r w:rsidR="00D772A3" w:rsidRPr="0015564C">
        <w:rPr>
          <w:rFonts w:ascii="Times New Roman" w:hAnsi="Times New Roman"/>
        </w:rPr>
        <w:t>.</w:t>
      </w:r>
    </w:p>
    <w:p w14:paraId="08A0E5D3" w14:textId="77777777" w:rsidR="00FA65D6" w:rsidRPr="0015564C" w:rsidRDefault="00FA65D6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AD266D" w14:textId="77777777" w:rsidR="008513F6" w:rsidRPr="0015564C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04C8E71B" w14:textId="43A05598" w:rsidR="0070059F" w:rsidRPr="0015564C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DÉCIMA </w:t>
      </w:r>
      <w:r w:rsidR="007517C4" w:rsidRPr="0015564C">
        <w:rPr>
          <w:rFonts w:ascii="Times New Roman" w:hAnsi="Times New Roman" w:cs="Times New Roman"/>
          <w:b/>
          <w:szCs w:val="20"/>
        </w:rPr>
        <w:t>QUINTA</w:t>
      </w:r>
      <w:r w:rsidR="004615EA" w:rsidRPr="0015564C">
        <w:rPr>
          <w:rFonts w:ascii="Times New Roman" w:hAnsi="Times New Roman" w:cs="Times New Roman"/>
          <w:b/>
          <w:szCs w:val="20"/>
        </w:rPr>
        <w:t xml:space="preserve"> </w:t>
      </w:r>
      <w:r w:rsidRPr="0015564C">
        <w:rPr>
          <w:rFonts w:ascii="Times New Roman" w:hAnsi="Times New Roman" w:cs="Times New Roman"/>
          <w:b/>
          <w:szCs w:val="20"/>
        </w:rPr>
        <w:t>– RESCISÃO</w:t>
      </w:r>
    </w:p>
    <w:p w14:paraId="2D83A5A7" w14:textId="77777777" w:rsidR="007517C4" w:rsidRPr="0015564C" w:rsidRDefault="007517C4" w:rsidP="007517C4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 presente Termo de Contrato poderá ser rescindido nas hipóteses previstas no art. 82 da Lei nº 13.303, de 2016, Art. 106 do Regulamento de Licitações e Contratações da Hemobrás, sem prejuízo da aplicação das sanções previstas na Cláusula Décima Segunda.</w:t>
      </w:r>
    </w:p>
    <w:p w14:paraId="2E76BF60" w14:textId="77777777" w:rsidR="007517C4" w:rsidRPr="0015564C" w:rsidRDefault="007517C4" w:rsidP="007517C4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Os casos de rescisão contratual serão formalmente motivados, assegurando-se à CONTRATADA o direito à prévia e ampla defesa.</w:t>
      </w:r>
    </w:p>
    <w:p w14:paraId="1C989933" w14:textId="77777777" w:rsidR="007517C4" w:rsidRPr="0015564C" w:rsidRDefault="007517C4" w:rsidP="007517C4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 CONTRATADA reconhece os direitos da CONTRATANTE em caso de rescisão administrativa prevista neste instrumento de contrato, e as previstas na lei e no Regulamento de Licitações e Contratos da Hemobrás.</w:t>
      </w:r>
    </w:p>
    <w:p w14:paraId="2539EC68" w14:textId="77777777" w:rsidR="007517C4" w:rsidRPr="0015564C" w:rsidRDefault="007517C4" w:rsidP="007517C4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 termo de rescisão, sempre que possível, será precedido:</w:t>
      </w:r>
    </w:p>
    <w:p w14:paraId="3A2F1212" w14:textId="77777777" w:rsidR="007517C4" w:rsidRPr="0015564C" w:rsidRDefault="007517C4" w:rsidP="007517C4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Balanço dos eventos contratuais já cumpridos ou parcialmente cumpridos;</w:t>
      </w:r>
    </w:p>
    <w:p w14:paraId="3AD51089" w14:textId="77777777" w:rsidR="007517C4" w:rsidRPr="0015564C" w:rsidRDefault="007517C4" w:rsidP="007517C4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Relação dos pagamentos já efetuados e ainda devidos;</w:t>
      </w:r>
    </w:p>
    <w:p w14:paraId="1AE82300" w14:textId="77777777" w:rsidR="007517C4" w:rsidRPr="0015564C" w:rsidRDefault="007517C4" w:rsidP="007517C4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Indenizações e multas.</w:t>
      </w:r>
    </w:p>
    <w:p w14:paraId="56937890" w14:textId="77777777" w:rsidR="007517C4" w:rsidRPr="0015564C" w:rsidRDefault="007517C4" w:rsidP="007517C4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 rescisão do contrato se dá:</w:t>
      </w:r>
    </w:p>
    <w:p w14:paraId="728503AD" w14:textId="77777777" w:rsidR="007517C4" w:rsidRPr="0015564C" w:rsidRDefault="007517C4" w:rsidP="007517C4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De forma unilateral, assegurada a prévia defesa; </w:t>
      </w:r>
    </w:p>
    <w:p w14:paraId="73EAFC1B" w14:textId="77777777" w:rsidR="007517C4" w:rsidRPr="0015564C" w:rsidRDefault="007517C4" w:rsidP="007517C4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Por acordo entre as partes, reduzido a termo no processo, desde que haja conveniência para a Hemobrás e para o contratado. </w:t>
      </w:r>
    </w:p>
    <w:p w14:paraId="18D6862E" w14:textId="77777777" w:rsidR="007517C4" w:rsidRPr="0015564C" w:rsidRDefault="007517C4" w:rsidP="007517C4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Por determinação judicial.</w:t>
      </w:r>
    </w:p>
    <w:p w14:paraId="76FDFE9D" w14:textId="77777777" w:rsidR="00385D96" w:rsidRPr="0015564C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  <w:lang w:val="x-none"/>
        </w:rPr>
      </w:pPr>
    </w:p>
    <w:p w14:paraId="6A479A01" w14:textId="0B328371" w:rsidR="00A52E7C" w:rsidRPr="0015564C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DÉCIMA </w:t>
      </w:r>
      <w:r w:rsidR="007517C4" w:rsidRPr="0015564C">
        <w:rPr>
          <w:rFonts w:ascii="Times New Roman" w:hAnsi="Times New Roman" w:cs="Times New Roman"/>
          <w:b/>
          <w:szCs w:val="20"/>
        </w:rPr>
        <w:t>SEXTA</w:t>
      </w:r>
      <w:r w:rsidRPr="0015564C">
        <w:rPr>
          <w:rFonts w:ascii="Times New Roman" w:hAnsi="Times New Roman" w:cs="Times New Roman"/>
          <w:b/>
          <w:szCs w:val="20"/>
        </w:rPr>
        <w:t xml:space="preserve"> – VEDAÇÕES</w:t>
      </w:r>
    </w:p>
    <w:p w14:paraId="57EC0981" w14:textId="77777777" w:rsidR="00A52E7C" w:rsidRPr="0015564C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É vedado à CONTRATADA</w:t>
      </w:r>
      <w:r w:rsidR="00A52E7C" w:rsidRPr="0015564C">
        <w:rPr>
          <w:rFonts w:ascii="Times New Roman" w:hAnsi="Times New Roman" w:cs="Times New Roman"/>
          <w:szCs w:val="20"/>
        </w:rPr>
        <w:t>:</w:t>
      </w:r>
    </w:p>
    <w:p w14:paraId="15357E58" w14:textId="77777777" w:rsidR="00BC10CF" w:rsidRPr="0015564C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caucionar ou utilizar este Termo de Contrato para qualquer operaç</w:t>
      </w:r>
      <w:r w:rsidR="00A52E7C" w:rsidRPr="0015564C">
        <w:rPr>
          <w:rFonts w:ascii="Times New Roman" w:hAnsi="Times New Roman" w:cs="Times New Roman"/>
          <w:szCs w:val="20"/>
        </w:rPr>
        <w:t>ão financeira;</w:t>
      </w:r>
    </w:p>
    <w:p w14:paraId="403CBFB3" w14:textId="1926AF0C" w:rsidR="00A52E7C" w:rsidRPr="0015564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interromper a execução dos serviços sob alegação de inadimplemento por parte da </w:t>
      </w:r>
      <w:r w:rsidR="00FD6264" w:rsidRPr="0015564C">
        <w:rPr>
          <w:rFonts w:ascii="Times New Roman" w:hAnsi="Times New Roman" w:cs="Times New Roman"/>
          <w:szCs w:val="20"/>
        </w:rPr>
        <w:t>Hemobrás</w:t>
      </w:r>
      <w:r w:rsidRPr="0015564C">
        <w:rPr>
          <w:rFonts w:ascii="Times New Roman" w:hAnsi="Times New Roman" w:cs="Times New Roman"/>
          <w:szCs w:val="20"/>
        </w:rPr>
        <w:t>, salvo nos casos previstos em lei.</w:t>
      </w:r>
    </w:p>
    <w:p w14:paraId="4F378AB9" w14:textId="77777777" w:rsidR="00224134" w:rsidRPr="0015564C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2E5FF533" w14:textId="3B775ABB" w:rsidR="00224134" w:rsidRPr="0015564C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CLÁUSULA DÉCIMA</w:t>
      </w:r>
      <w:r w:rsidR="00FF578B" w:rsidRPr="0015564C">
        <w:rPr>
          <w:rFonts w:ascii="Times New Roman" w:hAnsi="Times New Roman" w:cs="Times New Roman"/>
          <w:b/>
          <w:szCs w:val="20"/>
        </w:rPr>
        <w:t xml:space="preserve"> </w:t>
      </w:r>
      <w:r w:rsidR="007517C4" w:rsidRPr="0015564C">
        <w:rPr>
          <w:rFonts w:ascii="Times New Roman" w:hAnsi="Times New Roman" w:cs="Times New Roman"/>
          <w:b/>
          <w:szCs w:val="20"/>
        </w:rPr>
        <w:t>SÉTIMA</w:t>
      </w:r>
      <w:r w:rsidR="00FF578B" w:rsidRPr="0015564C">
        <w:rPr>
          <w:rFonts w:ascii="Times New Roman" w:hAnsi="Times New Roman" w:cs="Times New Roman"/>
          <w:b/>
          <w:szCs w:val="20"/>
        </w:rPr>
        <w:t xml:space="preserve"> -</w:t>
      </w:r>
      <w:r w:rsidRPr="0015564C">
        <w:rPr>
          <w:rFonts w:ascii="Times New Roman" w:hAnsi="Times New Roman" w:cs="Times New Roman"/>
          <w:b/>
          <w:szCs w:val="20"/>
        </w:rPr>
        <w:t xml:space="preserve"> MATRIZ DE RISCOS</w:t>
      </w:r>
    </w:p>
    <w:p w14:paraId="08701739" w14:textId="77777777" w:rsidR="00224134" w:rsidRPr="0015564C" w:rsidRDefault="00224134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EFBA117" w14:textId="77777777" w:rsidR="00385D96" w:rsidRPr="0015564C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759305AC" w14:textId="5C7CE993" w:rsidR="000D6C4C" w:rsidRPr="0015564C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DÉCIMA </w:t>
      </w:r>
      <w:r w:rsidR="007517C4" w:rsidRPr="0015564C">
        <w:rPr>
          <w:rFonts w:ascii="Times New Roman" w:hAnsi="Times New Roman" w:cs="Times New Roman"/>
          <w:b/>
          <w:szCs w:val="20"/>
        </w:rPr>
        <w:t>OITAVA</w:t>
      </w:r>
      <w:r w:rsidRPr="0015564C">
        <w:rPr>
          <w:rFonts w:ascii="Times New Roman" w:hAnsi="Times New Roman" w:cs="Times New Roman"/>
          <w:b/>
          <w:szCs w:val="20"/>
        </w:rPr>
        <w:t xml:space="preserve"> – ALTERAÇÕES</w:t>
      </w:r>
    </w:p>
    <w:p w14:paraId="238D9BBC" w14:textId="7C0508C7" w:rsidR="001742AA" w:rsidRPr="001556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Eventuais alterações contratuais reger-se-ão pela disciplina do</w:t>
      </w:r>
      <w:r w:rsidR="006B7741" w:rsidRPr="0015564C">
        <w:rPr>
          <w:rFonts w:ascii="Times New Roman" w:hAnsi="Times New Roman" w:cs="Times New Roman"/>
          <w:szCs w:val="20"/>
        </w:rPr>
        <w:t>s</w:t>
      </w:r>
      <w:r w:rsidRPr="0015564C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5564C">
        <w:rPr>
          <w:rFonts w:ascii="Times New Roman" w:hAnsi="Times New Roman" w:cs="Times New Roman"/>
          <w:szCs w:val="20"/>
        </w:rPr>
        <w:t>a</w:t>
      </w:r>
      <w:r w:rsidR="001742AA" w:rsidRPr="0015564C">
        <w:rPr>
          <w:rFonts w:ascii="Times New Roman" w:hAnsi="Times New Roman" w:cs="Times New Roman"/>
          <w:szCs w:val="20"/>
        </w:rPr>
        <w:t>rt</w:t>
      </w:r>
      <w:r w:rsidR="006B7741" w:rsidRPr="0015564C">
        <w:rPr>
          <w:rFonts w:ascii="Times New Roman" w:hAnsi="Times New Roman" w:cs="Times New Roman"/>
          <w:szCs w:val="20"/>
        </w:rPr>
        <w:t>s</w:t>
      </w:r>
      <w:proofErr w:type="spellEnd"/>
      <w:r w:rsidR="001742AA" w:rsidRPr="0015564C">
        <w:rPr>
          <w:rFonts w:ascii="Times New Roman" w:hAnsi="Times New Roman" w:cs="Times New Roman"/>
          <w:szCs w:val="20"/>
        </w:rPr>
        <w:t xml:space="preserve">. </w:t>
      </w:r>
      <w:r w:rsidR="006B7741" w:rsidRPr="0015564C">
        <w:rPr>
          <w:rFonts w:ascii="Times New Roman" w:hAnsi="Times New Roman" w:cs="Times New Roman"/>
          <w:szCs w:val="20"/>
        </w:rPr>
        <w:t>97</w:t>
      </w:r>
      <w:r w:rsidR="001742AA" w:rsidRPr="0015564C">
        <w:rPr>
          <w:rFonts w:ascii="Times New Roman" w:hAnsi="Times New Roman" w:cs="Times New Roman"/>
          <w:szCs w:val="20"/>
        </w:rPr>
        <w:t xml:space="preserve"> </w:t>
      </w:r>
      <w:r w:rsidR="006B7741" w:rsidRPr="0015564C">
        <w:rPr>
          <w:rFonts w:ascii="Times New Roman" w:hAnsi="Times New Roman" w:cs="Times New Roman"/>
          <w:szCs w:val="20"/>
        </w:rPr>
        <w:t xml:space="preserve">- 102 </w:t>
      </w:r>
      <w:r w:rsidR="001742AA" w:rsidRPr="0015564C">
        <w:rPr>
          <w:rFonts w:ascii="Times New Roman" w:hAnsi="Times New Roman" w:cs="Times New Roman"/>
          <w:szCs w:val="20"/>
        </w:rPr>
        <w:t>d</w:t>
      </w:r>
      <w:r w:rsidR="006B7741" w:rsidRPr="0015564C">
        <w:rPr>
          <w:rFonts w:ascii="Times New Roman" w:hAnsi="Times New Roman" w:cs="Times New Roman"/>
          <w:szCs w:val="20"/>
        </w:rPr>
        <w:t xml:space="preserve">o Regulamento de Licitações e Contratações </w:t>
      </w:r>
      <w:r w:rsidR="00F15747" w:rsidRPr="0015564C">
        <w:rPr>
          <w:rFonts w:ascii="Times New Roman" w:hAnsi="Times New Roman" w:cs="Times New Roman"/>
          <w:szCs w:val="20"/>
        </w:rPr>
        <w:t>–</w:t>
      </w:r>
      <w:r w:rsidR="006B7741" w:rsidRPr="0015564C">
        <w:rPr>
          <w:rFonts w:ascii="Times New Roman" w:hAnsi="Times New Roman" w:cs="Times New Roman"/>
          <w:szCs w:val="20"/>
        </w:rPr>
        <w:t xml:space="preserve"> Hemobrás</w:t>
      </w:r>
      <w:r w:rsidR="00F15747" w:rsidRPr="0015564C">
        <w:rPr>
          <w:rFonts w:ascii="Times New Roman" w:hAnsi="Times New Roman" w:cs="Times New Roman"/>
          <w:szCs w:val="20"/>
        </w:rPr>
        <w:t xml:space="preserve"> e, subsidiariamente, no art. 81, da Lei 13.303, de 2016.</w:t>
      </w:r>
    </w:p>
    <w:p w14:paraId="503CA733" w14:textId="203D207D" w:rsidR="000D6C4C" w:rsidRPr="001556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A CONTRATADA </w:t>
      </w:r>
      <w:r w:rsidR="00F15747" w:rsidRPr="0015564C">
        <w:rPr>
          <w:rFonts w:ascii="Times New Roman" w:hAnsi="Times New Roman" w:cs="Times New Roman"/>
          <w:szCs w:val="20"/>
        </w:rPr>
        <w:t>poderá</w:t>
      </w:r>
      <w:r w:rsidRPr="0015564C">
        <w:rPr>
          <w:rFonts w:ascii="Times New Roman" w:hAnsi="Times New Roman" w:cs="Times New Roman"/>
          <w:szCs w:val="20"/>
        </w:rPr>
        <w:t xml:space="preserve">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1556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lastRenderedPageBreak/>
        <w:t xml:space="preserve">As supressões resultantes de acordo celebrado entre as </w:t>
      </w:r>
      <w:r w:rsidR="007D3C6C" w:rsidRPr="0015564C">
        <w:rPr>
          <w:rFonts w:ascii="Times New Roman" w:hAnsi="Times New Roman" w:cs="Times New Roman"/>
          <w:szCs w:val="20"/>
        </w:rPr>
        <w:t xml:space="preserve">partes </w:t>
      </w:r>
      <w:r w:rsidRPr="0015564C">
        <w:rPr>
          <w:rFonts w:ascii="Times New Roman" w:hAnsi="Times New Roman" w:cs="Times New Roman"/>
          <w:szCs w:val="20"/>
        </w:rPr>
        <w:t>contratantes poderão exceder o limite de 25% (vinte e cinco por cento) do valor inicial atualizado do contrato.</w:t>
      </w:r>
    </w:p>
    <w:p w14:paraId="5ECD22B9" w14:textId="77777777" w:rsidR="00385D96" w:rsidRPr="0015564C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D62DDD6" w14:textId="7D4C01A7" w:rsidR="007B70CF" w:rsidRPr="0015564C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 xml:space="preserve">CLÁUSULA </w:t>
      </w:r>
      <w:r w:rsidR="007517C4" w:rsidRPr="0015564C">
        <w:rPr>
          <w:rFonts w:ascii="Times New Roman" w:hAnsi="Times New Roman" w:cs="Times New Roman"/>
          <w:b/>
          <w:szCs w:val="20"/>
        </w:rPr>
        <w:t>DÉCIMA NONA</w:t>
      </w:r>
      <w:r w:rsidRPr="0015564C">
        <w:rPr>
          <w:rFonts w:ascii="Times New Roman" w:hAnsi="Times New Roman" w:cs="Times New Roman"/>
          <w:b/>
          <w:szCs w:val="20"/>
        </w:rPr>
        <w:t xml:space="preserve"> – DOS CASOS OMISSOS</w:t>
      </w:r>
    </w:p>
    <w:p w14:paraId="79BA5FCD" w14:textId="416211DA" w:rsidR="007B70CF" w:rsidRPr="0015564C" w:rsidRDefault="007B70CF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Os casos omissos serão decididos pela </w:t>
      </w:r>
      <w:r w:rsidR="00FD6264" w:rsidRPr="0015564C">
        <w:rPr>
          <w:rFonts w:ascii="Times New Roman" w:hAnsi="Times New Roman" w:cs="Times New Roman"/>
          <w:szCs w:val="20"/>
        </w:rPr>
        <w:t>Hemobrás</w:t>
      </w:r>
      <w:r w:rsidRPr="0015564C">
        <w:rPr>
          <w:rFonts w:ascii="Times New Roman" w:hAnsi="Times New Roman" w:cs="Times New Roman"/>
          <w:szCs w:val="20"/>
        </w:rPr>
        <w:t>, segundo as disposições contidas</w:t>
      </w:r>
      <w:r w:rsidR="00FD6264" w:rsidRPr="0015564C">
        <w:rPr>
          <w:rFonts w:ascii="Times New Roman" w:hAnsi="Times New Roman" w:cs="Times New Roman"/>
          <w:szCs w:val="20"/>
        </w:rPr>
        <w:t xml:space="preserve"> no Regulamento de Licitações e Contratações – Hemobrás, </w:t>
      </w:r>
      <w:r w:rsidRPr="0015564C">
        <w:rPr>
          <w:rFonts w:ascii="Times New Roman" w:hAnsi="Times New Roman" w:cs="Times New Roman"/>
          <w:szCs w:val="20"/>
        </w:rPr>
        <w:t xml:space="preserve">na Lei nº </w:t>
      </w:r>
      <w:r w:rsidR="00FD6264" w:rsidRPr="0015564C">
        <w:rPr>
          <w:rFonts w:ascii="Times New Roman" w:hAnsi="Times New Roman" w:cs="Times New Roman"/>
          <w:szCs w:val="20"/>
        </w:rPr>
        <w:t>13.303</w:t>
      </w:r>
      <w:r w:rsidRPr="0015564C">
        <w:rPr>
          <w:rFonts w:ascii="Times New Roman" w:hAnsi="Times New Roman" w:cs="Times New Roman"/>
          <w:szCs w:val="20"/>
        </w:rPr>
        <w:t xml:space="preserve">, de </w:t>
      </w:r>
      <w:r w:rsidR="00FD6264" w:rsidRPr="0015564C">
        <w:rPr>
          <w:rFonts w:ascii="Times New Roman" w:hAnsi="Times New Roman" w:cs="Times New Roman"/>
          <w:szCs w:val="20"/>
        </w:rPr>
        <w:t>2016</w:t>
      </w:r>
      <w:r w:rsidRPr="0015564C">
        <w:rPr>
          <w:rFonts w:ascii="Times New Roman" w:hAnsi="Times New Roman" w:cs="Times New Roman"/>
          <w:szCs w:val="20"/>
        </w:rPr>
        <w:t>, na Lei nº 10.520, de 2002 e demais normas federais aplicáveis e, subsidiariamente</w:t>
      </w:r>
      <w:r w:rsidR="00FD6264" w:rsidRPr="0015564C">
        <w:rPr>
          <w:rFonts w:ascii="Times New Roman" w:hAnsi="Times New Roman" w:cs="Times New Roman"/>
          <w:szCs w:val="20"/>
        </w:rPr>
        <w:t>, nas</w:t>
      </w:r>
      <w:r w:rsidRPr="0015564C">
        <w:rPr>
          <w:rFonts w:ascii="Times New Roman" w:hAnsi="Times New Roman" w:cs="Times New Roman"/>
          <w:szCs w:val="20"/>
        </w:rPr>
        <w:t xml:space="preserve"> normas e </w:t>
      </w:r>
      <w:r w:rsidR="001742AA" w:rsidRPr="0015564C">
        <w:rPr>
          <w:rFonts w:ascii="Times New Roman" w:hAnsi="Times New Roman" w:cs="Times New Roman"/>
          <w:szCs w:val="20"/>
        </w:rPr>
        <w:t>princípios gerais dos contratos.</w:t>
      </w:r>
    </w:p>
    <w:p w14:paraId="3B09C167" w14:textId="77777777" w:rsidR="00385D96" w:rsidRPr="0015564C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5AA0FE89" w14:textId="67E84FB6" w:rsidR="0070059F" w:rsidRPr="0015564C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C</w:t>
      </w:r>
      <w:r w:rsidR="0070059F" w:rsidRPr="0015564C">
        <w:rPr>
          <w:rFonts w:ascii="Times New Roman" w:hAnsi="Times New Roman" w:cs="Times New Roman"/>
          <w:b/>
          <w:szCs w:val="20"/>
        </w:rPr>
        <w:t xml:space="preserve">LÁUSULA </w:t>
      </w:r>
      <w:r w:rsidR="00FF578B" w:rsidRPr="0015564C">
        <w:rPr>
          <w:rFonts w:ascii="Times New Roman" w:hAnsi="Times New Roman" w:cs="Times New Roman"/>
          <w:b/>
          <w:szCs w:val="20"/>
        </w:rPr>
        <w:t>VIGÉSIMA</w:t>
      </w:r>
      <w:r w:rsidR="0070059F" w:rsidRPr="0015564C">
        <w:rPr>
          <w:rFonts w:ascii="Times New Roman" w:hAnsi="Times New Roman" w:cs="Times New Roman"/>
          <w:b/>
          <w:szCs w:val="20"/>
        </w:rPr>
        <w:t>– PUBLICAÇÃO</w:t>
      </w:r>
    </w:p>
    <w:p w14:paraId="6D51C2A8" w14:textId="02137CA2" w:rsidR="000D6C4C" w:rsidRPr="001556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I</w:t>
      </w:r>
      <w:r w:rsidR="0070059F" w:rsidRPr="0015564C">
        <w:rPr>
          <w:rFonts w:ascii="Times New Roman" w:hAnsi="Times New Roman" w:cs="Times New Roman"/>
          <w:szCs w:val="20"/>
        </w:rPr>
        <w:t>ncumbirá à CONTRATANTE providenciar a publicação deste instrumento, por extrato, no Diário Oficial da União.</w:t>
      </w:r>
    </w:p>
    <w:p w14:paraId="7EA1928A" w14:textId="2CF702DC" w:rsidR="00385D96" w:rsidRPr="0015564C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15564C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4A58EA7" w14:textId="395A206A" w:rsidR="0070059F" w:rsidRPr="0015564C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15564C">
        <w:rPr>
          <w:rFonts w:ascii="Times New Roman" w:hAnsi="Times New Roman" w:cs="Times New Roman"/>
          <w:b/>
          <w:szCs w:val="20"/>
        </w:rPr>
        <w:t>CL</w:t>
      </w:r>
      <w:r w:rsidR="0070059F" w:rsidRPr="0015564C">
        <w:rPr>
          <w:rFonts w:ascii="Times New Roman" w:hAnsi="Times New Roman" w:cs="Times New Roman"/>
          <w:b/>
          <w:szCs w:val="20"/>
        </w:rPr>
        <w:t xml:space="preserve">ÁUSULA </w:t>
      </w:r>
      <w:r w:rsidR="00FF578B" w:rsidRPr="0015564C">
        <w:rPr>
          <w:rFonts w:ascii="Times New Roman" w:hAnsi="Times New Roman" w:cs="Times New Roman"/>
          <w:b/>
          <w:szCs w:val="20"/>
        </w:rPr>
        <w:t xml:space="preserve">VIGÉSIMA </w:t>
      </w:r>
      <w:r w:rsidR="007517C4" w:rsidRPr="0015564C">
        <w:rPr>
          <w:rFonts w:ascii="Times New Roman" w:hAnsi="Times New Roman" w:cs="Times New Roman"/>
          <w:b/>
          <w:szCs w:val="20"/>
        </w:rPr>
        <w:t>PRIMEIRA</w:t>
      </w:r>
      <w:r w:rsidR="007B70CF" w:rsidRPr="0015564C">
        <w:rPr>
          <w:rFonts w:ascii="Times New Roman" w:hAnsi="Times New Roman" w:cs="Times New Roman"/>
          <w:b/>
          <w:szCs w:val="20"/>
        </w:rPr>
        <w:t xml:space="preserve"> </w:t>
      </w:r>
      <w:r w:rsidR="0070059F" w:rsidRPr="0015564C">
        <w:rPr>
          <w:rFonts w:ascii="Times New Roman" w:hAnsi="Times New Roman" w:cs="Times New Roman"/>
          <w:b/>
          <w:szCs w:val="20"/>
        </w:rPr>
        <w:t>– FORO</w:t>
      </w:r>
    </w:p>
    <w:p w14:paraId="0092AA44" w14:textId="77777777" w:rsidR="00385D96" w:rsidRPr="0015564C" w:rsidRDefault="00385D96" w:rsidP="00FA064C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15564C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</w:rPr>
      </w:pPr>
    </w:p>
    <w:p w14:paraId="5FEB5ACA" w14:textId="77777777" w:rsidR="0070059F" w:rsidRPr="0015564C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Cs w:val="20"/>
        </w:rPr>
      </w:pPr>
    </w:p>
    <w:p w14:paraId="5742C7CB" w14:textId="77777777" w:rsidR="00385D96" w:rsidRPr="0015564C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15564C" w:rsidRDefault="00385D96" w:rsidP="00385D96">
      <w:pPr>
        <w:rPr>
          <w:rFonts w:ascii="Times New Roman" w:hAnsi="Times New Roman" w:cs="Times New Roman"/>
          <w:szCs w:val="20"/>
        </w:rPr>
      </w:pPr>
    </w:p>
    <w:p w14:paraId="31416758" w14:textId="77777777" w:rsidR="00385D96" w:rsidRPr="0015564C" w:rsidRDefault="00385D96" w:rsidP="00385D96">
      <w:pPr>
        <w:rPr>
          <w:rFonts w:ascii="Times New Roman" w:hAnsi="Times New Roman" w:cs="Times New Roman"/>
          <w:szCs w:val="20"/>
        </w:rPr>
      </w:pPr>
    </w:p>
    <w:p w14:paraId="3526690C" w14:textId="4A8452EB" w:rsidR="00385D96" w:rsidRPr="0015564C" w:rsidRDefault="00385D96" w:rsidP="00385D96">
      <w:pPr>
        <w:rPr>
          <w:rFonts w:ascii="Times New Roman" w:hAnsi="Times New Roman" w:cs="Times New Roman"/>
          <w:szCs w:val="20"/>
        </w:rPr>
      </w:pPr>
      <w:r w:rsidRPr="0015564C">
        <w:rPr>
          <w:rFonts w:ascii="Times New Roman" w:hAnsi="Times New Roman" w:cs="Times New Roman"/>
          <w:szCs w:val="20"/>
        </w:rPr>
        <w:t>Recife-PE, __</w:t>
      </w:r>
      <w:r w:rsidR="00FA064C" w:rsidRPr="0015564C">
        <w:rPr>
          <w:rFonts w:ascii="Times New Roman" w:hAnsi="Times New Roman" w:cs="Times New Roman"/>
          <w:szCs w:val="20"/>
        </w:rPr>
        <w:t>_</w:t>
      </w:r>
      <w:proofErr w:type="gramStart"/>
      <w:r w:rsidR="00FA064C" w:rsidRPr="0015564C">
        <w:rPr>
          <w:rFonts w:ascii="Times New Roman" w:hAnsi="Times New Roman" w:cs="Times New Roman"/>
          <w:szCs w:val="20"/>
        </w:rPr>
        <w:t>_  de</w:t>
      </w:r>
      <w:proofErr w:type="gramEnd"/>
      <w:r w:rsidR="00FA064C" w:rsidRPr="0015564C">
        <w:rPr>
          <w:rFonts w:ascii="Times New Roman" w:hAnsi="Times New Roman" w:cs="Times New Roman"/>
          <w:szCs w:val="20"/>
        </w:rPr>
        <w:t xml:space="preserve"> ________________  </w:t>
      </w:r>
      <w:proofErr w:type="spellStart"/>
      <w:r w:rsidR="00FA064C" w:rsidRPr="0015564C">
        <w:rPr>
          <w:rFonts w:ascii="Times New Roman" w:hAnsi="Times New Roman" w:cs="Times New Roman"/>
          <w:szCs w:val="20"/>
        </w:rPr>
        <w:t>de</w:t>
      </w:r>
      <w:proofErr w:type="spellEnd"/>
      <w:r w:rsidR="00FA064C" w:rsidRPr="0015564C">
        <w:rPr>
          <w:rFonts w:ascii="Times New Roman" w:hAnsi="Times New Roman" w:cs="Times New Roman"/>
          <w:szCs w:val="20"/>
        </w:rPr>
        <w:t xml:space="preserve">  20____</w:t>
      </w:r>
      <w:r w:rsidRPr="0015564C">
        <w:rPr>
          <w:rFonts w:ascii="Times New Roman" w:hAnsi="Times New Roman" w:cs="Times New Roman"/>
          <w:szCs w:val="20"/>
        </w:rPr>
        <w:t>.</w:t>
      </w:r>
    </w:p>
    <w:p w14:paraId="1D98AF2D" w14:textId="77777777" w:rsidR="00385D96" w:rsidRPr="0015564C" w:rsidRDefault="00385D96" w:rsidP="00385D96">
      <w:pPr>
        <w:rPr>
          <w:rFonts w:ascii="Times New Roman" w:hAnsi="Times New Roman" w:cs="Times New Roman"/>
          <w:szCs w:val="20"/>
        </w:rPr>
      </w:pPr>
    </w:p>
    <w:p w14:paraId="05852592" w14:textId="77777777" w:rsidR="00385D96" w:rsidRPr="0015564C" w:rsidRDefault="00385D96" w:rsidP="00385D96">
      <w:pPr>
        <w:spacing w:after="120"/>
        <w:rPr>
          <w:rFonts w:ascii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15564C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15564C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</w:tr>
      <w:tr w:rsidR="00385D96" w:rsidRPr="0015564C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Fornecedor </w:t>
            </w:r>
          </w:p>
        </w:tc>
      </w:tr>
    </w:tbl>
    <w:p w14:paraId="172172C3" w14:textId="77777777" w:rsidR="00385D96" w:rsidRPr="0015564C" w:rsidRDefault="00385D96" w:rsidP="00385D96">
      <w:pPr>
        <w:spacing w:after="12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15564C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15564C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2</w:t>
            </w:r>
          </w:p>
        </w:tc>
      </w:tr>
      <w:tr w:rsidR="00385D96" w:rsidRPr="0015564C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</w:tr>
      <w:tr w:rsidR="00385D96" w:rsidRPr="0015564C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15564C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6099F7D7" w14:textId="183A205B" w:rsidR="0015564C" w:rsidRPr="0015564C" w:rsidRDefault="0015564C" w:rsidP="007E0452">
      <w:pPr>
        <w:spacing w:line="360" w:lineRule="auto"/>
        <w:contextualSpacing/>
        <w:rPr>
          <w:rFonts w:ascii="Times New Roman" w:hAnsi="Times New Roman" w:cs="Times New Roman"/>
          <w:szCs w:val="20"/>
          <w:lang w:val="x-none"/>
        </w:rPr>
      </w:pPr>
    </w:p>
    <w:p w14:paraId="08F80573" w14:textId="77777777" w:rsidR="0015564C" w:rsidRPr="0015564C" w:rsidRDefault="0015564C">
      <w:pPr>
        <w:rPr>
          <w:rFonts w:ascii="Times New Roman" w:hAnsi="Times New Roman" w:cs="Times New Roman"/>
          <w:szCs w:val="20"/>
          <w:lang w:val="x-none"/>
        </w:rPr>
      </w:pPr>
      <w:r w:rsidRPr="0015564C">
        <w:rPr>
          <w:rFonts w:ascii="Times New Roman" w:hAnsi="Times New Roman" w:cs="Times New Roman"/>
          <w:szCs w:val="20"/>
          <w:lang w:val="x-none"/>
        </w:rPr>
        <w:br w:type="page"/>
      </w:r>
    </w:p>
    <w:p w14:paraId="06D80A6E" w14:textId="77777777" w:rsidR="0015564C" w:rsidRDefault="0015564C" w:rsidP="007E0452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  <w:sectPr w:rsidR="0015564C" w:rsidSect="007327AF">
          <w:headerReference w:type="default" r:id="rId7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14:paraId="22CC71E5" w14:textId="068086A9" w:rsidR="0087083B" w:rsidRPr="0015564C" w:rsidRDefault="0015564C" w:rsidP="0015564C">
      <w:pPr>
        <w:spacing w:line="360" w:lineRule="auto"/>
        <w:contextualSpacing/>
        <w:jc w:val="center"/>
        <w:rPr>
          <w:rFonts w:ascii="Times New Roman" w:hAnsi="Times New Roman" w:cs="Times New Roman"/>
          <w:szCs w:val="20"/>
          <w:u w:val="single"/>
        </w:rPr>
      </w:pPr>
      <w:r w:rsidRPr="0015564C">
        <w:rPr>
          <w:rFonts w:ascii="Times New Roman" w:hAnsi="Times New Roman" w:cs="Times New Roman"/>
          <w:szCs w:val="20"/>
          <w:u w:val="single"/>
        </w:rPr>
        <w:lastRenderedPageBreak/>
        <w:t>Anexo I do Termo de Contrato</w:t>
      </w:r>
      <w:r w:rsidRPr="0015564C">
        <w:rPr>
          <w:rFonts w:ascii="Times New Roman" w:hAnsi="Times New Roman" w:cs="Times New Roman"/>
          <w:szCs w:val="20"/>
          <w:u w:val="single"/>
        </w:rPr>
        <w:br/>
      </w:r>
      <w:r w:rsidRPr="0015564C">
        <w:rPr>
          <w:rFonts w:ascii="Times New Roman" w:hAnsi="Times New Roman" w:cs="Times New Roman"/>
          <w:szCs w:val="20"/>
          <w:u w:val="single"/>
        </w:rPr>
        <w:br/>
      </w:r>
    </w:p>
    <w:tbl>
      <w:tblPr>
        <w:tblW w:w="16500" w:type="dxa"/>
        <w:tblInd w:w="-12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2"/>
        <w:gridCol w:w="1180"/>
        <w:gridCol w:w="781"/>
        <w:gridCol w:w="1250"/>
        <w:gridCol w:w="1290"/>
        <w:gridCol w:w="1340"/>
        <w:gridCol w:w="1380"/>
        <w:gridCol w:w="1285"/>
        <w:gridCol w:w="1560"/>
        <w:gridCol w:w="1600"/>
        <w:gridCol w:w="1960"/>
        <w:gridCol w:w="1512"/>
      </w:tblGrid>
      <w:tr w:rsidR="0015564C" w:rsidRPr="0015564C" w14:paraId="7843E3FE" w14:textId="77777777" w:rsidTr="00C16464">
        <w:trPr>
          <w:trHeight w:val="1020"/>
        </w:trPr>
        <w:tc>
          <w:tcPr>
            <w:tcW w:w="13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B7B3B08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Escolaridade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1947740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Carga horária diária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7AFA7D1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Nº de Vagas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8C5E767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Valor da Bolsa(R$)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B4B122B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Valor mensal da Bolsa (R$)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A04B47D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Valor </w:t>
            </w:r>
            <w:proofErr w:type="gram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Mensal  Aux.</w:t>
            </w:r>
            <w:proofErr w:type="gram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 Transp. (R$)*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18D1A72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Valor mensal</w:t>
            </w: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br/>
              <w:t>(</w:t>
            </w:r>
            <w:proofErr w:type="spell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Bolsa+Aux</w:t>
            </w:r>
            <w:proofErr w:type="spell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. Transp.)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D3C44A2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Taxa de </w:t>
            </w:r>
            <w:proofErr w:type="spellStart"/>
            <w:r w:rsidRPr="0015564C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adminitração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21BDB0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Valor mensal Taxa de Administração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576E3AD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Valor </w:t>
            </w:r>
            <w:proofErr w:type="gram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anual  Taxa</w:t>
            </w:r>
            <w:proofErr w:type="gram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 de Administração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7D093C69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Valor mensal </w:t>
            </w:r>
            <w:proofErr w:type="gram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do  contrato</w:t>
            </w:r>
            <w:proofErr w:type="gram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 (Bolsa + Aux. </w:t>
            </w:r>
            <w:proofErr w:type="spell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Trans</w:t>
            </w:r>
            <w:proofErr w:type="spell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 + </w:t>
            </w:r>
            <w:proofErr w:type="spell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Tx</w:t>
            </w:r>
            <w:proofErr w:type="spell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Adm</w:t>
            </w:r>
            <w:proofErr w:type="spell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)</w:t>
            </w: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br/>
              <w:t>( R$)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665F7CCE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Valor anual </w:t>
            </w:r>
            <w:proofErr w:type="gramStart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do  contrato</w:t>
            </w:r>
            <w:proofErr w:type="gramEnd"/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br/>
              <w:t>( R$)</w:t>
            </w:r>
          </w:p>
        </w:tc>
      </w:tr>
      <w:tr w:rsidR="006E2C79" w:rsidRPr="0015564C" w14:paraId="38CA6A8C" w14:textId="77777777" w:rsidTr="006E2C79">
        <w:trPr>
          <w:trHeight w:val="300"/>
        </w:trPr>
        <w:tc>
          <w:tcPr>
            <w:tcW w:w="136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8E7C76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Nível Médio/Técnico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9800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4 horas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2FBC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232E" w14:textId="1AC0A45A" w:rsidR="006E2C79" w:rsidRPr="00C16464" w:rsidRDefault="006E2C79" w:rsidP="006E2C7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6464">
              <w:rPr>
                <w:color w:val="000000"/>
                <w:sz w:val="16"/>
                <w:szCs w:val="16"/>
              </w:rPr>
              <w:t xml:space="preserve"> R$       440,00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540F" w14:textId="1C74F513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R$ 2.640,00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8DB3" w14:textId="4DEAA894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R$ 792,00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0C74" w14:textId="3E5204F7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R$ 3.432,00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FA4B7" w14:textId="620A47D1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F3DF" w14:textId="052B1D28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815C" w14:textId="3E4200F2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A58DF8" w14:textId="13E7CA21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446458" w14:textId="0BBAAF6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6E2C79" w:rsidRPr="0015564C" w14:paraId="58547819" w14:textId="77777777" w:rsidTr="006E2C79">
        <w:trPr>
          <w:trHeight w:val="300"/>
        </w:trPr>
        <w:tc>
          <w:tcPr>
            <w:tcW w:w="13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649F6" w14:textId="77777777" w:rsidR="006E2C79" w:rsidRPr="0015564C" w:rsidRDefault="006E2C79" w:rsidP="0015564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38B0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5 horas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7501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82A0" w14:textId="6B6DD40E" w:rsidR="006E2C79" w:rsidRPr="00C16464" w:rsidRDefault="006E2C79" w:rsidP="006E2C7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6464">
              <w:rPr>
                <w:color w:val="000000"/>
                <w:sz w:val="16"/>
                <w:szCs w:val="16"/>
              </w:rPr>
              <w:t xml:space="preserve"> R$       550,00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171A" w14:textId="6B955158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R$ 3.850,00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3EA0" w14:textId="5A5E8019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R$ 924,00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5578" w14:textId="766524E8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R$ 4.774,00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B22A" w14:textId="508DE9F2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B95D" w14:textId="4003101C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2943" w14:textId="0375246D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7A837" w14:textId="05AAC5DB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9CF44A" w14:textId="1DD4BEDC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6E2C79" w:rsidRPr="0015564C" w14:paraId="580B79CF" w14:textId="77777777" w:rsidTr="006E2C79">
        <w:trPr>
          <w:trHeight w:val="300"/>
        </w:trPr>
        <w:tc>
          <w:tcPr>
            <w:tcW w:w="13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04048" w14:textId="77777777" w:rsidR="006E2C79" w:rsidRPr="0015564C" w:rsidRDefault="006E2C79" w:rsidP="0015564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E4E5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6 horas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FDC1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C9C7" w14:textId="6F6D023D" w:rsidR="006E2C79" w:rsidRPr="00C16464" w:rsidRDefault="006E2C79" w:rsidP="006E2C7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6464">
              <w:rPr>
                <w:color w:val="000000"/>
                <w:sz w:val="16"/>
                <w:szCs w:val="16"/>
              </w:rPr>
              <w:t xml:space="preserve"> R$       660,00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AA17" w14:textId="2145D2B7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R$ 5.280,00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032F" w14:textId="0EB188AE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R$ 1.056,00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D8D9" w14:textId="4BD538A7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R$ 6.336,00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6CE35" w14:textId="682FBA9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184C6" w14:textId="1ED4E3B1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5847" w14:textId="48FCA1B8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8A660C" w14:textId="6E5EE178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79B46D" w14:textId="73DFDE45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6E2C79" w:rsidRPr="0015564C" w14:paraId="2DFEA334" w14:textId="77777777" w:rsidTr="006E2C79">
        <w:trPr>
          <w:trHeight w:val="300"/>
        </w:trPr>
        <w:tc>
          <w:tcPr>
            <w:tcW w:w="136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4CED97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Nível Superior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94AB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4 horas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43A7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4E35" w14:textId="43FBC03E" w:rsidR="006E2C79" w:rsidRPr="00C16464" w:rsidRDefault="006E2C79" w:rsidP="006E2C7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6464">
              <w:rPr>
                <w:color w:val="000000"/>
                <w:sz w:val="16"/>
                <w:szCs w:val="16"/>
              </w:rPr>
              <w:t xml:space="preserve"> R$       715,00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840B6" w14:textId="4DEB3669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R$ 5.005,00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70D2" w14:textId="53932885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R$ 924,00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CE94" w14:textId="4F865001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R$ 5.929,00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D6A2" w14:textId="34A74FFF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0102" w14:textId="36E9712B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82BE" w14:textId="48EC93A8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E84C5" w14:textId="7F1E4FE9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D859EC" w14:textId="11EAFDFB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6E2C79" w:rsidRPr="0015564C" w14:paraId="2FD13D1A" w14:textId="77777777" w:rsidTr="006E2C79">
        <w:trPr>
          <w:trHeight w:val="300"/>
        </w:trPr>
        <w:tc>
          <w:tcPr>
            <w:tcW w:w="13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7CE05" w14:textId="77777777" w:rsidR="006E2C79" w:rsidRPr="0015564C" w:rsidRDefault="006E2C79" w:rsidP="0015564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5E46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5 horas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FB5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23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4926" w14:textId="2C0ADB86" w:rsidR="006E2C79" w:rsidRPr="00C16464" w:rsidRDefault="006E2C79" w:rsidP="006E2C7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6464">
              <w:rPr>
                <w:color w:val="000000"/>
                <w:sz w:val="16"/>
                <w:szCs w:val="16"/>
              </w:rPr>
              <w:t xml:space="preserve"> R$       916,67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FAD7" w14:textId="6EB82076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R$ 21.083,41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E13F" w14:textId="28C23080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R$ 3.036,00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113F" w14:textId="3CCB6C0D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R$ 24.119,41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4BD2" w14:textId="57EA3471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7807" w14:textId="07F1878F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7BFC" w14:textId="4F0B84C6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24B69" w14:textId="712FBA50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93E551" w14:textId="224FF9D2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6E2C79" w:rsidRPr="0015564C" w14:paraId="62EDB5CB" w14:textId="77777777" w:rsidTr="006E2C79">
        <w:trPr>
          <w:trHeight w:val="300"/>
        </w:trPr>
        <w:tc>
          <w:tcPr>
            <w:tcW w:w="136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1DEC6" w14:textId="77777777" w:rsidR="006E2C79" w:rsidRPr="0015564C" w:rsidRDefault="006E2C79" w:rsidP="0015564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FA9D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6 horas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4B14" w14:textId="7777777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9F0346" w14:textId="379464B8" w:rsidR="006E2C79" w:rsidRPr="00C16464" w:rsidRDefault="006E2C79" w:rsidP="006E2C7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6464">
              <w:rPr>
                <w:color w:val="000000"/>
                <w:sz w:val="16"/>
                <w:szCs w:val="16"/>
              </w:rPr>
              <w:t xml:space="preserve"> R$    1.100,00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4D796E" w14:textId="62FD087C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R$ 35.200,00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86B78" w14:textId="203B6E1E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R$ 4.224,00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7FB3D5" w14:textId="22FC2C0C" w:rsidR="006E2C79" w:rsidRPr="006E2C79" w:rsidRDefault="006E2C79" w:rsidP="006E2C79">
            <w:pPr>
              <w:jc w:val="right"/>
              <w:rPr>
                <w:color w:val="000000"/>
                <w:sz w:val="16"/>
                <w:szCs w:val="16"/>
              </w:rPr>
            </w:pPr>
            <w:r w:rsidRPr="006E2C79">
              <w:rPr>
                <w:color w:val="000000"/>
                <w:sz w:val="16"/>
                <w:szCs w:val="16"/>
              </w:rPr>
              <w:t xml:space="preserve"> R$ 39.424,00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D908" w14:textId="222434C5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ECDBE7" w14:textId="2185B958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BCF825" w14:textId="5EE8BC1E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88B5D" w14:textId="68173F6A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576C98" w14:textId="5B9B18E7" w:rsidR="006E2C79" w:rsidRPr="0015564C" w:rsidRDefault="006E2C79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15564C" w:rsidRPr="0015564C" w14:paraId="5B0449BC" w14:textId="77777777" w:rsidTr="00C16464">
        <w:trPr>
          <w:trHeight w:val="315"/>
        </w:trPr>
        <w:tc>
          <w:tcPr>
            <w:tcW w:w="13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4641DE3" w14:textId="77777777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5564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FDB71F2" w14:textId="77777777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5564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AF1AA5" w14:textId="77777777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5564C">
              <w:rPr>
                <w:rFonts w:ascii="Times New Roman" w:hAnsi="Times New Roman" w:cs="Times New Roman"/>
                <w:color w:val="000000"/>
                <w:szCs w:val="20"/>
              </w:rPr>
              <w:t>83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189DFB98" w14:textId="3E298147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7FC9ACEA" w14:textId="34626781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76FB7DC6" w14:textId="6C091B1F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2914FD02" w14:textId="0773441F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253AF4BE" w14:textId="6D7A49EF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61CBEDA5" w14:textId="222E8392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6768BDDD" w14:textId="1A96B1C5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848A8D8" w14:textId="1D13C5C4" w:rsidR="0015564C" w:rsidRPr="0015564C" w:rsidRDefault="0015564C" w:rsidP="0015564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56822CFA" w14:textId="7135192D" w:rsidR="0015564C" w:rsidRPr="0015564C" w:rsidRDefault="0015564C" w:rsidP="001556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</w:tr>
    </w:tbl>
    <w:p w14:paraId="2914E00D" w14:textId="77777777" w:rsidR="0015564C" w:rsidRPr="0015564C" w:rsidRDefault="0015564C" w:rsidP="007E0452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15564C" w:rsidRPr="0015564C" w:rsidSect="0015564C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D3DB5" w14:textId="1FFE0D56" w:rsidR="006E218B" w:rsidRDefault="006E218B">
    <w:pPr>
      <w:pStyle w:val="Cabealho"/>
    </w:pPr>
    <w:r>
      <w:rPr>
        <w:noProof/>
      </w:rPr>
      <w:drawing>
        <wp:inline distT="0" distB="0" distL="0" distR="0" wp14:anchorId="70525ABB" wp14:editId="226FA482">
          <wp:extent cx="1483995" cy="1035050"/>
          <wp:effectExtent l="19050" t="0" r="1905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2E6C1F"/>
    <w:multiLevelType w:val="multilevel"/>
    <w:tmpl w:val="7C1A73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6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4"/>
  </w:num>
  <w:num w:numId="37">
    <w:abstractNumId w:val="21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0E75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564C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2E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34D6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104D"/>
    <w:rsid w:val="006D27E3"/>
    <w:rsid w:val="006D4135"/>
    <w:rsid w:val="006D4AB0"/>
    <w:rsid w:val="006D62AC"/>
    <w:rsid w:val="006E09F2"/>
    <w:rsid w:val="006E218B"/>
    <w:rsid w:val="006E2C79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17C4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045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AF7CD3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16464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64C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5D875CAB"/>
  <w15:docId w15:val="{539ECECA-A96A-470D-A9FD-54A7F166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417</TotalTime>
  <Pages>6</Pages>
  <Words>1732</Words>
  <Characters>9355</Characters>
  <Application>Microsoft Office Word</Application>
  <DocSecurity>0</DocSecurity>
  <Lines>77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13</cp:revision>
  <cp:lastPrinted>2019-06-06T18:55:00Z</cp:lastPrinted>
  <dcterms:created xsi:type="dcterms:W3CDTF">2018-10-18T12:34:00Z</dcterms:created>
  <dcterms:modified xsi:type="dcterms:W3CDTF">2019-07-15T10:36:00Z</dcterms:modified>
</cp:coreProperties>
</file>