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D5F5EF" w14:textId="5BFADAFF" w:rsidR="00023E99" w:rsidRPr="00023E99" w:rsidRDefault="00023E99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023E99">
        <w:rPr>
          <w:rFonts w:ascii="Times New Roman" w:hAnsi="Times New Roman" w:cs="Times New Roman"/>
          <w:sz w:val="22"/>
          <w:szCs w:val="22"/>
          <w:u w:val="single"/>
        </w:rPr>
        <w:t>Anexo II do Edital</w:t>
      </w:r>
    </w:p>
    <w:p w14:paraId="625D25DE" w14:textId="10065ACC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95B77">
        <w:rPr>
          <w:rFonts w:ascii="Times New Roman" w:hAnsi="Times New Roman" w:cs="Times New Roman"/>
          <w:b/>
          <w:sz w:val="22"/>
          <w:szCs w:val="22"/>
        </w:rPr>
        <w:t>MINUTA DE CONTRATO</w:t>
      </w:r>
    </w:p>
    <w:p w14:paraId="6E237BF1" w14:textId="1541C105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795B77">
        <w:rPr>
          <w:rFonts w:ascii="Times New Roman" w:hAnsi="Times New Roman" w:cs="Times New Roman"/>
          <w:sz w:val="22"/>
          <w:szCs w:val="22"/>
        </w:rPr>
        <w:t>(Processo Administrativo n. 25800.</w:t>
      </w:r>
      <w:r w:rsidR="00023E99">
        <w:rPr>
          <w:rFonts w:ascii="Times New Roman" w:hAnsi="Times New Roman" w:cs="Times New Roman"/>
          <w:sz w:val="22"/>
          <w:szCs w:val="22"/>
        </w:rPr>
        <w:t>005144/2023</w:t>
      </w:r>
      <w:r w:rsidRPr="00795B77">
        <w:rPr>
          <w:rFonts w:ascii="Times New Roman" w:hAnsi="Times New Roman" w:cs="Times New Roman"/>
          <w:sz w:val="22"/>
          <w:szCs w:val="22"/>
        </w:rPr>
        <w:t>)</w:t>
      </w:r>
    </w:p>
    <w:p w14:paraId="0E2BD7CD" w14:textId="77777777" w:rsidR="0070059F" w:rsidRPr="00795B77" w:rsidRDefault="0070059F" w:rsidP="00795B77">
      <w:pPr>
        <w:spacing w:line="360" w:lineRule="auto"/>
        <w:ind w:right="-15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302896C" w14:textId="42B055AE" w:rsidR="00EF2567" w:rsidRPr="003A37D8" w:rsidRDefault="00795B77" w:rsidP="003A37D8">
      <w:pPr>
        <w:spacing w:line="360" w:lineRule="auto"/>
        <w:ind w:left="4253"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CONTRATO Nº </w:t>
      </w:r>
      <w:r w:rsidR="00107BD4">
        <w:rPr>
          <w:rFonts w:ascii="Times New Roman" w:hAnsi="Times New Roman" w:cs="Times New Roman"/>
          <w:b/>
          <w:sz w:val="22"/>
          <w:szCs w:val="22"/>
        </w:rPr>
        <w:t>______</w:t>
      </w:r>
      <w:r>
        <w:rPr>
          <w:rFonts w:ascii="Times New Roman" w:hAnsi="Times New Roman" w:cs="Times New Roman"/>
          <w:b/>
          <w:sz w:val="22"/>
          <w:szCs w:val="22"/>
        </w:rPr>
        <w:t>/20</w:t>
      </w:r>
      <w:r w:rsidR="00107BD4">
        <w:rPr>
          <w:rFonts w:ascii="Times New Roman" w:hAnsi="Times New Roman" w:cs="Times New Roman"/>
          <w:b/>
          <w:sz w:val="22"/>
          <w:szCs w:val="22"/>
        </w:rPr>
        <w:t>___</w:t>
      </w:r>
      <w:r>
        <w:rPr>
          <w:rFonts w:ascii="Times New Roman" w:hAnsi="Times New Roman" w:cs="Times New Roman"/>
          <w:b/>
          <w:sz w:val="22"/>
          <w:szCs w:val="22"/>
        </w:rPr>
        <w:t xml:space="preserve"> QUE ENTRE SI CELEBRAM A EMPRESA BRASILEIRA DE HEMODERIVADOS E BIOTECNOLOGIA – </w:t>
      </w:r>
      <w:r w:rsidRPr="003A37D8">
        <w:rPr>
          <w:rFonts w:ascii="Times New Roman" w:hAnsi="Times New Roman" w:cs="Times New Roman"/>
          <w:b/>
          <w:sz w:val="22"/>
          <w:szCs w:val="22"/>
        </w:rPr>
        <w:t xml:space="preserve">HEMOBRÁS E A </w:t>
      </w:r>
      <w:r w:rsidR="00AE367E" w:rsidRPr="00AE367E">
        <w:rPr>
          <w:rFonts w:ascii="Times New Roman" w:hAnsi="Times New Roman" w:cs="Times New Roman"/>
          <w:b/>
          <w:color w:val="FF0000"/>
          <w:sz w:val="22"/>
          <w:szCs w:val="22"/>
        </w:rPr>
        <w:t>######</w:t>
      </w:r>
      <w:r w:rsidRPr="003A37D8">
        <w:rPr>
          <w:rFonts w:ascii="Times New Roman" w:hAnsi="Times New Roman" w:cs="Times New Roman"/>
          <w:b/>
          <w:sz w:val="22"/>
          <w:szCs w:val="22"/>
        </w:rPr>
        <w:t>.</w:t>
      </w:r>
    </w:p>
    <w:p w14:paraId="535EC5AE" w14:textId="77777777" w:rsidR="00EF2567" w:rsidRPr="003A37D8" w:rsidRDefault="00EF2567" w:rsidP="003A37D8">
      <w:pPr>
        <w:spacing w:line="360" w:lineRule="auto"/>
        <w:ind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4C23E2CD" w14:textId="27235126" w:rsidR="003A37D8" w:rsidRPr="00AE367E" w:rsidRDefault="003A37D8" w:rsidP="003A37D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 xml:space="preserve">A </w:t>
      </w:r>
      <w:r w:rsidRPr="00AE367E">
        <w:rPr>
          <w:rFonts w:ascii="Times New Roman" w:hAnsi="Times New Roman" w:cs="Times New Roman"/>
          <w:b/>
          <w:sz w:val="22"/>
          <w:szCs w:val="22"/>
        </w:rPr>
        <w:t>EMPRESA BRASILEIRA DE HEMODERIVADOS E BIOTECNOLOGIA - 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entidade pública criada pela União, na forma da Lei n.º 10.972/2004, com Estatuto aprovado </w:t>
      </w:r>
      <w:r w:rsidR="00107BD4" w:rsidRPr="00AE367E">
        <w:rPr>
          <w:rFonts w:ascii="Times New Roman" w:hAnsi="Times New Roman" w:cs="Times New Roman"/>
          <w:sz w:val="22"/>
          <w:szCs w:val="22"/>
        </w:rPr>
        <w:t>na 1º Assembleia Geral Extraordinária realizada em 14 de junho de 2018</w:t>
      </w:r>
      <w:r w:rsidR="00C64100">
        <w:rPr>
          <w:rFonts w:ascii="Times New Roman" w:hAnsi="Times New Roman" w:cs="Times New Roman"/>
          <w:sz w:val="22"/>
          <w:szCs w:val="22"/>
        </w:rPr>
        <w:t xml:space="preserve">, </w:t>
      </w:r>
      <w:r w:rsidR="00A5060F" w:rsidRPr="00A5060F">
        <w:rPr>
          <w:rFonts w:ascii="Times New Roman" w:hAnsi="Times New Roman" w:cs="Times New Roman"/>
          <w:sz w:val="22"/>
          <w:szCs w:val="22"/>
        </w:rPr>
        <w:t>alterado na 1ª Assembleia Geral Ordinária/1ª Assembleia Geral Extraordinária de 18 de abril de 2022</w:t>
      </w:r>
      <w:r w:rsidRPr="00AE367E">
        <w:rPr>
          <w:rFonts w:ascii="Times New Roman" w:hAnsi="Times New Roman" w:cs="Times New Roman"/>
          <w:sz w:val="22"/>
          <w:szCs w:val="22"/>
        </w:rPr>
        <w:t xml:space="preserve">, integrante da Administração Pública Federal Indireta e vinculada ao Ministério da Saúde, inscrita no CNPJ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localizada na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por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inscrito no CPF/MF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no uso da competência atribuída pela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color w:val="000000"/>
          <w:sz w:val="22"/>
          <w:szCs w:val="22"/>
        </w:rPr>
        <w:t xml:space="preserve">, e a empresa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b/>
          <w:caps/>
          <w:sz w:val="22"/>
          <w:szCs w:val="22"/>
        </w:rPr>
        <w:t xml:space="preserve">, </w:t>
      </w:r>
      <w:r w:rsidRPr="00AE367E">
        <w:rPr>
          <w:rFonts w:ascii="Times New Roman" w:hAnsi="Times New Roman" w:cs="Times New Roman"/>
          <w:sz w:val="22"/>
          <w:szCs w:val="22"/>
        </w:rPr>
        <w:t xml:space="preserve">inscrita no CNPJ sob o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com sede na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CONTRATADA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pelo seu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de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 e inscrito no CPF/MF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no uso das atribuições que lhe confere a documentação acostada </w:t>
      </w:r>
      <w:r w:rsidR="00424D7A">
        <w:rPr>
          <w:rFonts w:ascii="Times New Roman" w:hAnsi="Times New Roman" w:cs="Times New Roman"/>
          <w:sz w:val="22"/>
          <w:szCs w:val="22"/>
        </w:rPr>
        <w:t>aos autos</w:t>
      </w:r>
      <w:r w:rsidRPr="00AE367E">
        <w:rPr>
          <w:rFonts w:ascii="Times New Roman" w:hAnsi="Times New Roman" w:cs="Times New Roman"/>
          <w:sz w:val="22"/>
          <w:szCs w:val="22"/>
        </w:rPr>
        <w:t>, têm entre si justo e acordada a celebração do presente contrato, mediante as cláusulas e condições seguintes, que livremente estipulam, aceitam, outorgam e se obrigam a cumprir por si e por seus sucessores.</w:t>
      </w:r>
    </w:p>
    <w:p w14:paraId="17C0BBC0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7EF7018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A37D8">
        <w:rPr>
          <w:rFonts w:ascii="Times New Roman" w:hAnsi="Times New Roman" w:cs="Times New Roman"/>
          <w:b/>
          <w:sz w:val="22"/>
          <w:szCs w:val="22"/>
        </w:rPr>
        <w:t>DA FUNDAMENTAÇÃO LEGAL</w:t>
      </w:r>
    </w:p>
    <w:p w14:paraId="17AC1D2A" w14:textId="77777777" w:rsidR="003A37D8" w:rsidRPr="003A37D8" w:rsidRDefault="003A37D8" w:rsidP="003A37D8">
      <w:pPr>
        <w:widowControl w:val="0"/>
        <w:autoSpaceDE w:val="0"/>
        <w:autoSpaceDN w:val="0"/>
        <w:spacing w:line="36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</w:p>
    <w:p w14:paraId="40E7A2EF" w14:textId="0B60E03E" w:rsidR="003A37D8" w:rsidRDefault="003A37D8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A37D8">
        <w:rPr>
          <w:rFonts w:ascii="Times New Roman" w:hAnsi="Times New Roman" w:cs="Times New Roman"/>
          <w:bCs/>
          <w:sz w:val="22"/>
          <w:szCs w:val="22"/>
        </w:rPr>
        <w:t xml:space="preserve">A presente contratação foi precedida de licitação, na modalidade </w:t>
      </w:r>
      <w:r w:rsidRPr="00C35976">
        <w:rPr>
          <w:rFonts w:ascii="Times New Roman" w:hAnsi="Times New Roman" w:cs="Times New Roman"/>
          <w:bCs/>
          <w:sz w:val="22"/>
          <w:szCs w:val="22"/>
        </w:rPr>
        <w:t>pregão, na forma eletrônica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nº 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="000B3C3A" w:rsidRPr="000B3C3A">
        <w:rPr>
          <w:rFonts w:ascii="Times New Roman" w:hAnsi="Times New Roman" w:cs="Times New Roman"/>
          <w:bCs/>
          <w:color w:val="FF0000"/>
          <w:sz w:val="22"/>
          <w:szCs w:val="22"/>
        </w:rPr>
        <w:t>/20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Processo nº </w:t>
      </w:r>
      <w:r w:rsidRPr="003A37D8">
        <w:rPr>
          <w:rFonts w:ascii="Times New Roman" w:hAnsi="Times New Roman" w:cs="Times New Roman"/>
          <w:sz w:val="22"/>
          <w:szCs w:val="22"/>
        </w:rPr>
        <w:t>25800.</w:t>
      </w:r>
      <w:r w:rsidR="00023E99">
        <w:rPr>
          <w:rFonts w:ascii="Times New Roman" w:hAnsi="Times New Roman" w:cs="Times New Roman"/>
          <w:sz w:val="22"/>
          <w:szCs w:val="22"/>
        </w:rPr>
        <w:t>005144/2023</w:t>
      </w:r>
      <w:r w:rsidRPr="003A37D8">
        <w:rPr>
          <w:rFonts w:ascii="Times New Roman" w:hAnsi="Times New Roman" w:cs="Times New Roman"/>
          <w:bCs/>
          <w:sz w:val="22"/>
          <w:szCs w:val="22"/>
        </w:rPr>
        <w:t>, realizado com observância das disposições</w:t>
      </w:r>
      <w:r w:rsidR="000B3C3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do Regulamento de Licitações e Contrat</w:t>
      </w:r>
      <w:r w:rsidR="00174927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os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– Hemobrás, 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aprovado através da Resolução CADM/HEMOBRÁS n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º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1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3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de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1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8 de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maio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de 20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21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disponível no endereço eletrônico www.hemobras.gov.br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da Lei 13.303, de 30 de Junho de 2016,</w:t>
      </w:r>
      <w:r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da 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Lei nº 10.520, de 17 de julho de 2002, do Decreto nº </w:t>
      </w:r>
      <w:r w:rsidR="00AE367E">
        <w:rPr>
          <w:rFonts w:ascii="Times New Roman" w:hAnsi="Times New Roman" w:cs="Times New Roman"/>
          <w:bCs/>
          <w:sz w:val="22"/>
          <w:szCs w:val="22"/>
        </w:rPr>
        <w:t>10.024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de </w:t>
      </w:r>
      <w:r w:rsidR="00AE367E">
        <w:rPr>
          <w:rFonts w:ascii="Times New Roman" w:hAnsi="Times New Roman" w:cs="Times New Roman"/>
          <w:bCs/>
          <w:sz w:val="22"/>
          <w:szCs w:val="22"/>
        </w:rPr>
        <w:t>20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</w:t>
      </w:r>
      <w:r w:rsidR="00AE367E">
        <w:rPr>
          <w:rFonts w:ascii="Times New Roman" w:hAnsi="Times New Roman" w:cs="Times New Roman"/>
          <w:bCs/>
          <w:sz w:val="22"/>
          <w:szCs w:val="22"/>
        </w:rPr>
        <w:t>setembro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20</w:t>
      </w:r>
      <w:r w:rsidR="00261F25">
        <w:rPr>
          <w:rFonts w:ascii="Times New Roman" w:hAnsi="Times New Roman" w:cs="Times New Roman"/>
          <w:bCs/>
          <w:sz w:val="22"/>
          <w:szCs w:val="22"/>
        </w:rPr>
        <w:t>19</w:t>
      </w:r>
      <w:r w:rsidRPr="003A37D8">
        <w:rPr>
          <w:rFonts w:ascii="Times New Roman" w:hAnsi="Times New Roman" w:cs="Times New Roman"/>
          <w:bCs/>
          <w:sz w:val="22"/>
          <w:szCs w:val="22"/>
        </w:rPr>
        <w:t>,</w:t>
      </w:r>
      <w:r w:rsidRPr="003A37D8">
        <w:rPr>
          <w:rFonts w:ascii="Times New Roman" w:hAnsi="Times New Roman" w:cs="Times New Roman"/>
          <w:sz w:val="22"/>
          <w:szCs w:val="22"/>
        </w:rPr>
        <w:t xml:space="preserve"> </w:t>
      </w:r>
      <w:r w:rsidR="00107BD4"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Decreto 9.507, de 21 de setembro de 2018</w:t>
      </w:r>
      <w:r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e pelos preceitos de direito público, aplicando-lhe, supletivamente, os princípios da teoria geral dos contratos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e as disposições de direito privado, e fundamenta-se nas condições expressas no Termo de Referência, que integra o Edital de </w:t>
      </w:r>
      <w:r w:rsidRPr="003F29C4">
        <w:rPr>
          <w:rFonts w:ascii="Times New Roman" w:hAnsi="Times New Roman" w:cs="Times New Roman"/>
          <w:bCs/>
          <w:sz w:val="22"/>
          <w:szCs w:val="22"/>
        </w:rPr>
        <w:t xml:space="preserve">Licitação, e na </w:t>
      </w:r>
      <w:r w:rsidRPr="003F29C4">
        <w:rPr>
          <w:rFonts w:ascii="Times New Roman" w:hAnsi="Times New Roman" w:cs="Times New Roman"/>
          <w:bCs/>
          <w:sz w:val="22"/>
          <w:szCs w:val="22"/>
        </w:rPr>
        <w:lastRenderedPageBreak/>
        <w:t>proposta da CONTRATADA, documentos estes que constituem parte integrante, vinculada e complementar do presente instrumento, dispensadas as suas transcrições.</w:t>
      </w:r>
    </w:p>
    <w:p w14:paraId="32695762" w14:textId="77777777" w:rsidR="003F29C4" w:rsidRPr="003F29C4" w:rsidRDefault="003F29C4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4FE4DD8" w14:textId="47DC5035" w:rsidR="003F29C4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PRIMEIRA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EF4D43">
        <w:rPr>
          <w:rFonts w:ascii="Times New Roman" w:hAnsi="Times New Roman" w:cs="Times New Roman"/>
          <w:b/>
          <w:sz w:val="22"/>
          <w:szCs w:val="22"/>
        </w:rPr>
        <w:t>OBJETO</w:t>
      </w:r>
    </w:p>
    <w:p w14:paraId="544C0356" w14:textId="364054C3" w:rsidR="00B01E82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 objeto do presente </w:t>
      </w:r>
      <w:r w:rsidR="00A40017" w:rsidRPr="003F29C4">
        <w:rPr>
          <w:rFonts w:ascii="Times New Roman" w:hAnsi="Times New Roman" w:cs="Times New Roman"/>
          <w:sz w:val="22"/>
          <w:szCs w:val="22"/>
        </w:rPr>
        <w:t xml:space="preserve">instrumento </w:t>
      </w:r>
      <w:r w:rsidRPr="003F29C4">
        <w:rPr>
          <w:rFonts w:ascii="Times New Roman" w:hAnsi="Times New Roman" w:cs="Times New Roman"/>
          <w:sz w:val="22"/>
          <w:szCs w:val="22"/>
        </w:rPr>
        <w:t xml:space="preserve">é a </w:t>
      </w:r>
      <w:r w:rsidR="002C6DD2" w:rsidRPr="003F29C4">
        <w:rPr>
          <w:rFonts w:ascii="Times New Roman" w:hAnsi="Times New Roman" w:cs="Times New Roman"/>
          <w:sz w:val="22"/>
          <w:szCs w:val="22"/>
        </w:rPr>
        <w:t xml:space="preserve">contratação </w:t>
      </w:r>
      <w:r w:rsidR="00023E99" w:rsidRPr="00023E99">
        <w:rPr>
          <w:rFonts w:ascii="Times New Roman" w:hAnsi="Times New Roman" w:cs="Times New Roman"/>
          <w:sz w:val="22"/>
          <w:szCs w:val="22"/>
        </w:rPr>
        <w:t>de operador logístico para viabilização de serviço contínuo de transporte te</w:t>
      </w:r>
      <w:r w:rsidR="00023E99">
        <w:rPr>
          <w:rFonts w:ascii="Times New Roman" w:hAnsi="Times New Roman" w:cs="Times New Roman"/>
          <w:sz w:val="22"/>
          <w:szCs w:val="22"/>
        </w:rPr>
        <w:t>r</w:t>
      </w:r>
      <w:r w:rsidR="00023E99" w:rsidRPr="00023E99">
        <w:rPr>
          <w:rFonts w:ascii="Times New Roman" w:hAnsi="Times New Roman" w:cs="Times New Roman"/>
          <w:sz w:val="22"/>
          <w:szCs w:val="22"/>
        </w:rPr>
        <w:t>restre nacional de medicamentos, que compreende a realização das coletas de medicamentos no armazém da H</w:t>
      </w:r>
      <w:r w:rsidR="00023E99">
        <w:rPr>
          <w:rFonts w:ascii="Times New Roman" w:hAnsi="Times New Roman" w:cs="Times New Roman"/>
          <w:sz w:val="22"/>
          <w:szCs w:val="22"/>
        </w:rPr>
        <w:t>emobrás</w:t>
      </w:r>
      <w:r w:rsidR="00023E99" w:rsidRPr="00023E99">
        <w:rPr>
          <w:rFonts w:ascii="Times New Roman" w:hAnsi="Times New Roman" w:cs="Times New Roman"/>
          <w:sz w:val="22"/>
          <w:szCs w:val="22"/>
        </w:rPr>
        <w:t>, localizado em Goiana/PE ou na região metropolitana do Recife, e das entregas destes medicamentos, via modal terrestre, nos serviços de saúde localizados em todo território nacional</w:t>
      </w:r>
      <w:r w:rsidR="00B01E82" w:rsidRPr="003F29C4">
        <w:rPr>
          <w:rFonts w:ascii="Times New Roman" w:hAnsi="Times New Roman" w:cs="Times New Roman"/>
          <w:sz w:val="22"/>
          <w:szCs w:val="22"/>
        </w:rPr>
        <w:t>, que serão prestados nas condições estabelecidas no Termo de Referência, anexo do Edital.</w:t>
      </w:r>
    </w:p>
    <w:p w14:paraId="0328D7C2" w14:textId="39490B2F" w:rsidR="0070059F" w:rsidRPr="00EF4D43" w:rsidRDefault="00A40017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Este Termo de Contrato vincula-se ao </w:t>
      </w:r>
      <w:r w:rsidR="00B01E82" w:rsidRPr="00EF4D43">
        <w:rPr>
          <w:rFonts w:ascii="Times New Roman" w:hAnsi="Times New Roman" w:cs="Times New Roman"/>
          <w:sz w:val="22"/>
          <w:szCs w:val="22"/>
        </w:rPr>
        <w:t>E</w:t>
      </w:r>
      <w:r w:rsidRPr="00EF4D43">
        <w:rPr>
          <w:rFonts w:ascii="Times New Roman" w:hAnsi="Times New Roman" w:cs="Times New Roman"/>
          <w:sz w:val="22"/>
          <w:szCs w:val="22"/>
        </w:rPr>
        <w:t>dital d</w:t>
      </w:r>
      <w:r w:rsidR="00B01E82" w:rsidRPr="00EF4D43">
        <w:rPr>
          <w:rFonts w:ascii="Times New Roman" w:hAnsi="Times New Roman" w:cs="Times New Roman"/>
          <w:sz w:val="22"/>
          <w:szCs w:val="22"/>
        </w:rPr>
        <w:t xml:space="preserve">o Pregão, identificado no preâmbulo e </w:t>
      </w:r>
      <w:r w:rsidRPr="00EF4D43">
        <w:rPr>
          <w:rFonts w:ascii="Times New Roman" w:hAnsi="Times New Roman" w:cs="Times New Roman"/>
          <w:sz w:val="22"/>
          <w:szCs w:val="22"/>
        </w:rPr>
        <w:t>à proposta vencedora, independentemente de transcrição.</w:t>
      </w:r>
    </w:p>
    <w:p w14:paraId="50E9D4F7" w14:textId="00DFDEF0" w:rsidR="000575AE" w:rsidRPr="003F29C4" w:rsidRDefault="00424D7A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color w:val="FF0000"/>
          <w:sz w:val="22"/>
          <w:szCs w:val="22"/>
        </w:rPr>
        <w:t>Detalhamento do Objeto</w:t>
      </w:r>
      <w:r w:rsidR="00061023" w:rsidRPr="003F29C4">
        <w:rPr>
          <w:rFonts w:ascii="Times New Roman" w:hAnsi="Times New Roman" w:cs="Times New Roman"/>
          <w:sz w:val="22"/>
          <w:szCs w:val="22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11"/>
        <w:gridCol w:w="803"/>
        <w:gridCol w:w="3049"/>
        <w:gridCol w:w="1268"/>
        <w:gridCol w:w="1488"/>
        <w:gridCol w:w="1442"/>
      </w:tblGrid>
      <w:tr w:rsidR="00023E99" w14:paraId="4EF6FBC8" w14:textId="77777777" w:rsidTr="00E91922">
        <w:tc>
          <w:tcPr>
            <w:tcW w:w="1011" w:type="dxa"/>
            <w:vMerge w:val="restart"/>
            <w:shd w:val="clear" w:color="auto" w:fill="BFBFBF" w:themeFill="background1" w:themeFillShade="BF"/>
            <w:vAlign w:val="center"/>
          </w:tcPr>
          <w:p w14:paraId="25D7FDEB" w14:textId="03517911" w:rsidR="00023E99" w:rsidRPr="00E91922" w:rsidRDefault="00023E99" w:rsidP="00023E99">
            <w:pPr>
              <w:autoSpaceDE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E91922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GRUPO</w:t>
            </w:r>
          </w:p>
        </w:tc>
        <w:tc>
          <w:tcPr>
            <w:tcW w:w="803" w:type="dxa"/>
            <w:vMerge w:val="restart"/>
            <w:shd w:val="clear" w:color="auto" w:fill="BFBFBF" w:themeFill="background1" w:themeFillShade="BF"/>
            <w:vAlign w:val="center"/>
          </w:tcPr>
          <w:p w14:paraId="6A34EB39" w14:textId="6C99C350" w:rsidR="00023E99" w:rsidRPr="00E91922" w:rsidRDefault="00023E99" w:rsidP="00023E99">
            <w:pPr>
              <w:autoSpaceDE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E91922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ITEM</w:t>
            </w:r>
          </w:p>
        </w:tc>
        <w:tc>
          <w:tcPr>
            <w:tcW w:w="3281" w:type="dxa"/>
            <w:vMerge w:val="restart"/>
            <w:shd w:val="clear" w:color="auto" w:fill="BFBFBF" w:themeFill="background1" w:themeFillShade="BF"/>
            <w:vAlign w:val="center"/>
          </w:tcPr>
          <w:p w14:paraId="0B30D528" w14:textId="362C4D79" w:rsidR="00023E99" w:rsidRPr="00E91922" w:rsidRDefault="00023E99" w:rsidP="00023E99">
            <w:pPr>
              <w:autoSpaceDE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E91922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OBJETO</w:t>
            </w:r>
          </w:p>
        </w:tc>
        <w:tc>
          <w:tcPr>
            <w:tcW w:w="1068" w:type="dxa"/>
            <w:vMerge w:val="restart"/>
            <w:shd w:val="clear" w:color="auto" w:fill="BFBFBF" w:themeFill="background1" w:themeFillShade="BF"/>
            <w:vAlign w:val="center"/>
          </w:tcPr>
          <w:p w14:paraId="6B6E2523" w14:textId="5DBE281C" w:rsidR="00023E99" w:rsidRPr="00E91922" w:rsidRDefault="00023E99" w:rsidP="00023E99">
            <w:pPr>
              <w:autoSpaceDE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proofErr w:type="gramStart"/>
            <w:r w:rsidRPr="00E91922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QUANT</w:t>
            </w:r>
            <w:r w:rsidR="00E91922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(</w:t>
            </w:r>
            <w:proofErr w:type="gramEnd"/>
            <w:r w:rsidR="00E91922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*)</w:t>
            </w:r>
          </w:p>
        </w:tc>
        <w:tc>
          <w:tcPr>
            <w:tcW w:w="3021" w:type="dxa"/>
            <w:gridSpan w:val="2"/>
            <w:shd w:val="clear" w:color="auto" w:fill="BFBFBF" w:themeFill="background1" w:themeFillShade="BF"/>
            <w:vAlign w:val="center"/>
          </w:tcPr>
          <w:p w14:paraId="6A580CFB" w14:textId="1D770C1F" w:rsidR="00023E99" w:rsidRPr="00E91922" w:rsidRDefault="00023E99" w:rsidP="00023E99">
            <w:pPr>
              <w:autoSpaceDE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E91922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VALOR</w:t>
            </w:r>
          </w:p>
        </w:tc>
      </w:tr>
      <w:tr w:rsidR="00023E99" w14:paraId="71D43E79" w14:textId="77777777" w:rsidTr="00E91922">
        <w:tc>
          <w:tcPr>
            <w:tcW w:w="1011" w:type="dxa"/>
            <w:vMerge/>
            <w:shd w:val="clear" w:color="auto" w:fill="BFBFBF" w:themeFill="background1" w:themeFillShade="BF"/>
            <w:vAlign w:val="center"/>
          </w:tcPr>
          <w:p w14:paraId="7426187F" w14:textId="77777777" w:rsidR="00023E99" w:rsidRPr="00E91922" w:rsidRDefault="00023E99" w:rsidP="00023E99">
            <w:pPr>
              <w:autoSpaceDE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</w:p>
        </w:tc>
        <w:tc>
          <w:tcPr>
            <w:tcW w:w="803" w:type="dxa"/>
            <w:vMerge/>
            <w:shd w:val="clear" w:color="auto" w:fill="BFBFBF" w:themeFill="background1" w:themeFillShade="BF"/>
            <w:vAlign w:val="center"/>
          </w:tcPr>
          <w:p w14:paraId="7486AF1A" w14:textId="77777777" w:rsidR="00023E99" w:rsidRPr="00E91922" w:rsidRDefault="00023E99" w:rsidP="00023E99">
            <w:pPr>
              <w:autoSpaceDE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</w:p>
        </w:tc>
        <w:tc>
          <w:tcPr>
            <w:tcW w:w="3281" w:type="dxa"/>
            <w:vMerge/>
            <w:shd w:val="clear" w:color="auto" w:fill="BFBFBF" w:themeFill="background1" w:themeFillShade="BF"/>
            <w:vAlign w:val="center"/>
          </w:tcPr>
          <w:p w14:paraId="6DF87918" w14:textId="77777777" w:rsidR="00023E99" w:rsidRPr="00E91922" w:rsidRDefault="00023E99" w:rsidP="00023E99">
            <w:pPr>
              <w:autoSpaceDE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</w:p>
        </w:tc>
        <w:tc>
          <w:tcPr>
            <w:tcW w:w="1068" w:type="dxa"/>
            <w:vMerge/>
            <w:shd w:val="clear" w:color="auto" w:fill="BFBFBF" w:themeFill="background1" w:themeFillShade="BF"/>
            <w:vAlign w:val="center"/>
          </w:tcPr>
          <w:p w14:paraId="704A8946" w14:textId="77777777" w:rsidR="00023E99" w:rsidRPr="00E91922" w:rsidRDefault="00023E99" w:rsidP="00023E99">
            <w:pPr>
              <w:autoSpaceDE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BFBFBF" w:themeFill="background1" w:themeFillShade="BF"/>
            <w:vAlign w:val="center"/>
          </w:tcPr>
          <w:p w14:paraId="7681307F" w14:textId="0B787BF7" w:rsidR="00023E99" w:rsidRPr="00E91922" w:rsidRDefault="00023E99" w:rsidP="00023E99">
            <w:pPr>
              <w:autoSpaceDE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E91922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UNITÁRIO</w:t>
            </w:r>
          </w:p>
        </w:tc>
        <w:tc>
          <w:tcPr>
            <w:tcW w:w="1511" w:type="dxa"/>
            <w:shd w:val="clear" w:color="auto" w:fill="BFBFBF" w:themeFill="background1" w:themeFillShade="BF"/>
            <w:vAlign w:val="center"/>
          </w:tcPr>
          <w:p w14:paraId="552E71E5" w14:textId="611A16B5" w:rsidR="00023E99" w:rsidRPr="00E91922" w:rsidRDefault="00023E99" w:rsidP="00023E99">
            <w:pPr>
              <w:autoSpaceDE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E91922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TOTAL</w:t>
            </w:r>
          </w:p>
        </w:tc>
      </w:tr>
      <w:tr w:rsidR="00E91922" w14:paraId="378B0CC4" w14:textId="77777777" w:rsidTr="00E91922">
        <w:tc>
          <w:tcPr>
            <w:tcW w:w="1011" w:type="dxa"/>
            <w:vMerge w:val="restart"/>
            <w:vAlign w:val="center"/>
          </w:tcPr>
          <w:p w14:paraId="766D9174" w14:textId="085571B0" w:rsidR="00E91922" w:rsidRDefault="00E91922" w:rsidP="00023E99">
            <w:pPr>
              <w:autoSpaceDE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1</w:t>
            </w:r>
          </w:p>
        </w:tc>
        <w:tc>
          <w:tcPr>
            <w:tcW w:w="803" w:type="dxa"/>
            <w:vAlign w:val="center"/>
          </w:tcPr>
          <w:p w14:paraId="647205C0" w14:textId="362CF6F4" w:rsidR="00E91922" w:rsidRDefault="00E91922" w:rsidP="00023E99">
            <w:pPr>
              <w:autoSpaceDE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1</w:t>
            </w:r>
          </w:p>
        </w:tc>
        <w:tc>
          <w:tcPr>
            <w:tcW w:w="3281" w:type="dxa"/>
            <w:vAlign w:val="center"/>
          </w:tcPr>
          <w:p w14:paraId="05538546" w14:textId="1C738B01" w:rsidR="00E91922" w:rsidRDefault="00E91922" w:rsidP="00E91922">
            <w:pPr>
              <w:autoSpaceDE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023E99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Transporte Terrestre de Medicamentos +2ºC a +8ºC</w:t>
            </w:r>
          </w:p>
        </w:tc>
        <w:tc>
          <w:tcPr>
            <w:tcW w:w="1068" w:type="dxa"/>
            <w:vAlign w:val="center"/>
          </w:tcPr>
          <w:p w14:paraId="702C7ED5" w14:textId="3AA5D521" w:rsidR="00E91922" w:rsidRDefault="00E91922" w:rsidP="00023E99">
            <w:pPr>
              <w:autoSpaceDE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771</w:t>
            </w:r>
          </w:p>
        </w:tc>
        <w:tc>
          <w:tcPr>
            <w:tcW w:w="1510" w:type="dxa"/>
            <w:vAlign w:val="center"/>
          </w:tcPr>
          <w:p w14:paraId="760A9841" w14:textId="77777777" w:rsidR="00E91922" w:rsidRDefault="00E91922" w:rsidP="00023E99">
            <w:pPr>
              <w:autoSpaceDE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14:paraId="0F7FDE97" w14:textId="77777777" w:rsidR="00E91922" w:rsidRDefault="00E91922" w:rsidP="00023E99">
            <w:pPr>
              <w:autoSpaceDE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E91922" w14:paraId="2C5AADED" w14:textId="77777777" w:rsidTr="00E91922">
        <w:tc>
          <w:tcPr>
            <w:tcW w:w="1011" w:type="dxa"/>
            <w:vMerge/>
            <w:vAlign w:val="center"/>
          </w:tcPr>
          <w:p w14:paraId="6C7580BC" w14:textId="77777777" w:rsidR="00E91922" w:rsidRDefault="00E91922" w:rsidP="00023E99">
            <w:pPr>
              <w:autoSpaceDE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3" w:type="dxa"/>
            <w:vAlign w:val="center"/>
          </w:tcPr>
          <w:p w14:paraId="72D89BB6" w14:textId="345E8CC8" w:rsidR="00E91922" w:rsidRDefault="00E91922" w:rsidP="00023E99">
            <w:pPr>
              <w:autoSpaceDE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2</w:t>
            </w:r>
          </w:p>
        </w:tc>
        <w:tc>
          <w:tcPr>
            <w:tcW w:w="3281" w:type="dxa"/>
            <w:vAlign w:val="center"/>
          </w:tcPr>
          <w:p w14:paraId="7ADA9936" w14:textId="17A8758A" w:rsidR="00E91922" w:rsidRDefault="00E91922" w:rsidP="00023E99">
            <w:pPr>
              <w:autoSpaceDE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023E99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Transporte Terrestre de Medicamentos +15ºC a +25ºC</w:t>
            </w:r>
          </w:p>
        </w:tc>
        <w:tc>
          <w:tcPr>
            <w:tcW w:w="1068" w:type="dxa"/>
            <w:vAlign w:val="center"/>
          </w:tcPr>
          <w:p w14:paraId="2F34B5D0" w14:textId="3C324803" w:rsidR="00E91922" w:rsidRDefault="00E91922" w:rsidP="00023E99">
            <w:pPr>
              <w:autoSpaceDE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136</w:t>
            </w:r>
          </w:p>
        </w:tc>
        <w:tc>
          <w:tcPr>
            <w:tcW w:w="1510" w:type="dxa"/>
            <w:vAlign w:val="center"/>
          </w:tcPr>
          <w:p w14:paraId="142FB685" w14:textId="77777777" w:rsidR="00E91922" w:rsidRDefault="00E91922" w:rsidP="00023E99">
            <w:pPr>
              <w:autoSpaceDE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14:paraId="0579CA83" w14:textId="77777777" w:rsidR="00E91922" w:rsidRDefault="00E91922" w:rsidP="00023E99">
            <w:pPr>
              <w:autoSpaceDE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E91922" w14:paraId="7E7FA895" w14:textId="77777777" w:rsidTr="00FB5267">
        <w:tc>
          <w:tcPr>
            <w:tcW w:w="7673" w:type="dxa"/>
            <w:gridSpan w:val="5"/>
            <w:vAlign w:val="center"/>
          </w:tcPr>
          <w:p w14:paraId="499FC8E6" w14:textId="6F2C36A7" w:rsidR="00E91922" w:rsidRDefault="00E91922" w:rsidP="00023E99">
            <w:pPr>
              <w:autoSpaceDE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VALOR TOTAL</w:t>
            </w:r>
          </w:p>
        </w:tc>
        <w:tc>
          <w:tcPr>
            <w:tcW w:w="1511" w:type="dxa"/>
            <w:vAlign w:val="center"/>
          </w:tcPr>
          <w:p w14:paraId="11EAF9D9" w14:textId="77777777" w:rsidR="00E91922" w:rsidRDefault="00E91922" w:rsidP="00023E99">
            <w:pPr>
              <w:autoSpaceDE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5A1DA329" w14:textId="64425E82" w:rsidR="00EF2567" w:rsidRPr="00E91922" w:rsidRDefault="00E91922" w:rsidP="003F29C4">
      <w:pPr>
        <w:autoSpaceDE w:val="0"/>
        <w:spacing w:line="360" w:lineRule="auto"/>
        <w:contextualSpacing/>
        <w:jc w:val="both"/>
        <w:rPr>
          <w:rFonts w:ascii="Times New Roman" w:hAnsi="Times New Roman" w:cs="Times New Roman"/>
          <w:color w:val="FF0000"/>
          <w:sz w:val="18"/>
          <w:szCs w:val="18"/>
        </w:rPr>
      </w:pPr>
      <w:r w:rsidRPr="00E91922">
        <w:rPr>
          <w:rFonts w:ascii="Times New Roman" w:hAnsi="Times New Roman" w:cs="Times New Roman"/>
          <w:color w:val="FF0000"/>
          <w:sz w:val="18"/>
          <w:szCs w:val="18"/>
        </w:rPr>
        <w:t>(*) Quantidade de fretes estimada para 36 (trinta e seis) meses de vigência contratual.</w:t>
      </w:r>
    </w:p>
    <w:p w14:paraId="77378A32" w14:textId="77777777" w:rsidR="00023E99" w:rsidRPr="003F29C4" w:rsidRDefault="00023E99" w:rsidP="003F29C4">
      <w:pPr>
        <w:autoSpaceDE w:val="0"/>
        <w:spacing w:line="360" w:lineRule="auto"/>
        <w:contextualSpacing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14:paraId="0264FEB7" w14:textId="2E0EA39A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SEGUNDA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EF4D43">
        <w:rPr>
          <w:rFonts w:ascii="Times New Roman" w:hAnsi="Times New Roman" w:cs="Times New Roman"/>
          <w:b/>
          <w:sz w:val="22"/>
          <w:szCs w:val="22"/>
        </w:rPr>
        <w:t>VIGÊNCIA</w:t>
      </w:r>
    </w:p>
    <w:p w14:paraId="03E71223" w14:textId="5E7E47A5" w:rsidR="00EF4D43" w:rsidRPr="00EF4D43" w:rsidRDefault="00EF4D43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O prazo de vigência do Contrato é de</w:t>
      </w:r>
      <w:r w:rsidR="00107BD4">
        <w:rPr>
          <w:rFonts w:ascii="Times New Roman" w:hAnsi="Times New Roman" w:cs="Times New Roman"/>
          <w:sz w:val="22"/>
          <w:szCs w:val="22"/>
        </w:rPr>
        <w:t xml:space="preserve"> </w:t>
      </w:r>
      <w:r w:rsidR="00E91922">
        <w:rPr>
          <w:rFonts w:ascii="Times New Roman" w:hAnsi="Times New Roman" w:cs="Times New Roman"/>
          <w:color w:val="FF0000"/>
          <w:sz w:val="22"/>
          <w:szCs w:val="22"/>
        </w:rPr>
        <w:t>36</w:t>
      </w:r>
      <w:r w:rsidR="00107BD4">
        <w:rPr>
          <w:rFonts w:ascii="Times New Roman" w:hAnsi="Times New Roman" w:cs="Times New Roman"/>
          <w:color w:val="FF0000"/>
          <w:sz w:val="22"/>
          <w:szCs w:val="22"/>
        </w:rPr>
        <w:t xml:space="preserve"> (</w:t>
      </w:r>
      <w:r w:rsidR="00E91922">
        <w:rPr>
          <w:rFonts w:ascii="Times New Roman" w:hAnsi="Times New Roman" w:cs="Times New Roman"/>
          <w:color w:val="FF0000"/>
          <w:sz w:val="22"/>
          <w:szCs w:val="22"/>
        </w:rPr>
        <w:t>trinta e seis</w:t>
      </w:r>
      <w:r w:rsidR="00107BD4">
        <w:rPr>
          <w:rFonts w:ascii="Times New Roman" w:hAnsi="Times New Roman" w:cs="Times New Roman"/>
          <w:color w:val="FF0000"/>
          <w:sz w:val="22"/>
          <w:szCs w:val="22"/>
        </w:rPr>
        <w:t>) meses</w:t>
      </w:r>
      <w:r w:rsidRPr="00EF4D43">
        <w:rPr>
          <w:rFonts w:ascii="Times New Roman" w:hAnsi="Times New Roman" w:cs="Times New Roman"/>
          <w:sz w:val="22"/>
          <w:szCs w:val="22"/>
        </w:rPr>
        <w:t>, contados da data de assinatura do instrumento, podendo ser prorrogado por interesse das partes até o limite de 60 (sessenta) meses, desde que haja autorização formal da autoridade competente e observados os seguintes requisitos:</w:t>
      </w:r>
    </w:p>
    <w:p w14:paraId="32C04404" w14:textId="77777777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Esteja formalmente demonstrado que a forma de prestação dos serviços tem natureza continuada;</w:t>
      </w:r>
    </w:p>
    <w:p w14:paraId="14FE1397" w14:textId="77777777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Seja juntado relatório que discorra sobre a execução do contrato, com informações de que os serviços tenham sido prestados regularmente;</w:t>
      </w:r>
    </w:p>
    <w:p w14:paraId="72423BEE" w14:textId="5B541359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Seja juntada justificativa e motivo, por escrito, de que a </w:t>
      </w:r>
      <w:r w:rsidR="00C35976">
        <w:rPr>
          <w:rFonts w:ascii="Times New Roman" w:hAnsi="Times New Roman" w:cs="Times New Roman"/>
          <w:sz w:val="22"/>
          <w:szCs w:val="22"/>
        </w:rPr>
        <w:t>Hemobrás</w:t>
      </w:r>
      <w:r w:rsidRPr="00EF4D43">
        <w:rPr>
          <w:rFonts w:ascii="Times New Roman" w:hAnsi="Times New Roman" w:cs="Times New Roman"/>
          <w:sz w:val="22"/>
          <w:szCs w:val="22"/>
        </w:rPr>
        <w:t xml:space="preserve"> mantém interesse na realização do serviço;</w:t>
      </w:r>
    </w:p>
    <w:p w14:paraId="7201FC83" w14:textId="082226FD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Seja comprovado que o valor do contrato permanece economicamente vantajoso para a </w:t>
      </w:r>
      <w:r w:rsidR="00C35976">
        <w:rPr>
          <w:rFonts w:ascii="Times New Roman" w:hAnsi="Times New Roman" w:cs="Times New Roman"/>
          <w:sz w:val="22"/>
          <w:szCs w:val="22"/>
        </w:rPr>
        <w:t>Hemob</w:t>
      </w:r>
      <w:r w:rsidR="00C55C28">
        <w:rPr>
          <w:rFonts w:ascii="Times New Roman" w:hAnsi="Times New Roman" w:cs="Times New Roman"/>
          <w:sz w:val="22"/>
          <w:szCs w:val="22"/>
        </w:rPr>
        <w:t>rá</w:t>
      </w:r>
      <w:r w:rsidR="00C35976">
        <w:rPr>
          <w:rFonts w:ascii="Times New Roman" w:hAnsi="Times New Roman" w:cs="Times New Roman"/>
          <w:sz w:val="22"/>
          <w:szCs w:val="22"/>
        </w:rPr>
        <w:t>s</w:t>
      </w:r>
      <w:r w:rsidRPr="00EF4D43">
        <w:rPr>
          <w:rFonts w:ascii="Times New Roman" w:hAnsi="Times New Roman" w:cs="Times New Roman"/>
          <w:sz w:val="22"/>
          <w:szCs w:val="22"/>
        </w:rPr>
        <w:t>;</w:t>
      </w:r>
    </w:p>
    <w:p w14:paraId="514132BD" w14:textId="77777777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lastRenderedPageBreak/>
        <w:t>Haja manifestação expressa da contratada informando o interesse na prorrogação;</w:t>
      </w:r>
    </w:p>
    <w:p w14:paraId="4D444DF5" w14:textId="51F9F5DF" w:rsid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Seja comprovado que o contratado mantém as condições iniciais de habilitação.</w:t>
      </w:r>
    </w:p>
    <w:p w14:paraId="0AF190F9" w14:textId="77777777" w:rsidR="00EE259F" w:rsidRPr="009B1017" w:rsidRDefault="00EE259F" w:rsidP="00EE259F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9B1017">
        <w:rPr>
          <w:rFonts w:ascii="Times New Roman" w:hAnsi="Times New Roman" w:cs="Times New Roman"/>
          <w:sz w:val="22"/>
          <w:szCs w:val="22"/>
        </w:rPr>
        <w:t>A CONTRATADA não tem direito subjetivo à prorrogação contratual;</w:t>
      </w:r>
    </w:p>
    <w:p w14:paraId="705369CF" w14:textId="77777777" w:rsidR="00EE259F" w:rsidRPr="009B1017" w:rsidRDefault="00EE259F" w:rsidP="00EE259F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9B1017">
        <w:rPr>
          <w:rFonts w:ascii="Times New Roman" w:hAnsi="Times New Roman" w:cs="Times New Roman"/>
          <w:sz w:val="22"/>
          <w:szCs w:val="22"/>
        </w:rPr>
        <w:t>A prorrogação de contrato deverá ser promovida mediante celebração de termo aditivo.</w:t>
      </w:r>
    </w:p>
    <w:p w14:paraId="23C7FE96" w14:textId="77777777" w:rsidR="001B4C30" w:rsidRPr="003F29C4" w:rsidRDefault="001B4C30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eastAsia="en-US"/>
        </w:rPr>
      </w:pPr>
    </w:p>
    <w:p w14:paraId="5FBFFA79" w14:textId="059B79ED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TERCEIRA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EF4D43">
        <w:rPr>
          <w:rFonts w:ascii="Times New Roman" w:hAnsi="Times New Roman" w:cs="Times New Roman"/>
          <w:b/>
          <w:sz w:val="22"/>
          <w:szCs w:val="22"/>
        </w:rPr>
        <w:t>PREÇO</w:t>
      </w:r>
    </w:p>
    <w:p w14:paraId="62F8D058" w14:textId="1E1E2B0E" w:rsidR="006D4AB0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O 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valor </w:t>
      </w:r>
      <w:r w:rsidR="00AE367E">
        <w:rPr>
          <w:rFonts w:ascii="Times New Roman" w:hAnsi="Times New Roman" w:cs="Times New Roman"/>
          <w:sz w:val="22"/>
          <w:szCs w:val="22"/>
        </w:rPr>
        <w:t>total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da contratação é de R$</w:t>
      </w:r>
      <w:r w:rsidR="00827D62" w:rsidRPr="00EF4D43">
        <w:rPr>
          <w:rFonts w:ascii="Times New Roman" w:hAnsi="Times New Roman" w:cs="Times New Roman"/>
          <w:sz w:val="22"/>
          <w:szCs w:val="22"/>
        </w:rPr>
        <w:t xml:space="preserve"> 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(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>).</w:t>
      </w:r>
    </w:p>
    <w:p w14:paraId="67ABCE53" w14:textId="5977069C" w:rsidR="0070059F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No valor acima estão incluídas todas as despesas ordinárias diretas e indiretas decorrentes da execução </w:t>
      </w:r>
      <w:r w:rsidR="00784E51" w:rsidRPr="003F29C4">
        <w:rPr>
          <w:rFonts w:ascii="Times New Roman" w:hAnsi="Times New Roman" w:cs="Times New Roman"/>
          <w:sz w:val="22"/>
          <w:szCs w:val="22"/>
        </w:rPr>
        <w:t>do objeto</w:t>
      </w:r>
      <w:r w:rsidRPr="003F29C4">
        <w:rPr>
          <w:rFonts w:ascii="Times New Roman" w:hAnsi="Times New Roman" w:cs="Times New Roman"/>
          <w:sz w:val="22"/>
          <w:szCs w:val="22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0360D1D1" w14:textId="58B2ABD6" w:rsidR="00D73B43" w:rsidRDefault="00D73B43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valor acima é meramente estimativo, de forma que os pagamentos devidos à CONTRATADA dependerão dos quantitativos de serviços efetivamente prestados.</w:t>
      </w:r>
    </w:p>
    <w:p w14:paraId="1344170F" w14:textId="77777777" w:rsidR="00745684" w:rsidRPr="003F29C4" w:rsidRDefault="00745684" w:rsidP="00745684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D579792" w14:textId="45FF12B7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QUARTA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136B8C">
        <w:rPr>
          <w:rFonts w:ascii="Times New Roman" w:hAnsi="Times New Roman" w:cs="Times New Roman"/>
          <w:b/>
          <w:sz w:val="22"/>
          <w:szCs w:val="22"/>
        </w:rPr>
        <w:t>DOTAÇÃO ORÇAMENTÁRIA</w:t>
      </w:r>
    </w:p>
    <w:p w14:paraId="07277EB8" w14:textId="2EA4C26E" w:rsidR="006E3CA5" w:rsidRDefault="0070059F" w:rsidP="00C35976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despesas decorrentes desta contratação estão programadas em dotação orçamentária própria, prevista no orçamento da </w:t>
      </w:r>
      <w:r w:rsidR="00C35976">
        <w:rPr>
          <w:rFonts w:ascii="Times New Roman" w:hAnsi="Times New Roman" w:cs="Times New Roman"/>
          <w:sz w:val="22"/>
          <w:szCs w:val="22"/>
        </w:rPr>
        <w:t>Hemobrás</w:t>
      </w:r>
      <w:r w:rsidR="00AE367E" w:rsidRPr="00424D7A">
        <w:rPr>
          <w:rFonts w:ascii="Times New Roman" w:hAnsi="Times New Roman" w:cs="Times New Roman"/>
          <w:sz w:val="22"/>
          <w:szCs w:val="22"/>
        </w:rPr>
        <w:t xml:space="preserve"> asseguradas no saldo constante na conta orçamentária </w:t>
      </w:r>
      <w:r w:rsidR="00206219">
        <w:rPr>
          <w:rFonts w:ascii="Times New Roman" w:hAnsi="Times New Roman" w:cs="Times New Roman"/>
          <w:color w:val="FF0000"/>
          <w:sz w:val="22"/>
          <w:szCs w:val="22"/>
        </w:rPr>
        <w:t>#########################</w:t>
      </w:r>
      <w:bookmarkStart w:id="0" w:name="_GoBack"/>
      <w:bookmarkEnd w:id="0"/>
    </w:p>
    <w:p w14:paraId="531D8296" w14:textId="77777777" w:rsidR="00136B8C" w:rsidRPr="003F29C4" w:rsidRDefault="00136B8C" w:rsidP="00136B8C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F5E0A8B" w14:textId="0DD90B07" w:rsidR="00FA65D6" w:rsidRDefault="00FA65D6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QUINTA – DA FORMA DE PRESTAÇÃO DOS SERVIÇOS</w:t>
      </w:r>
    </w:p>
    <w:p w14:paraId="3B972B3F" w14:textId="77777777" w:rsidR="00EE3978" w:rsidRDefault="00EE3978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3467D166" w14:textId="77777777" w:rsidR="00FA65D6" w:rsidRDefault="00FA65D6" w:rsidP="00FA65D6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7F3860FF" w14:textId="32C06CE6" w:rsidR="00224134" w:rsidRPr="00224134" w:rsidRDefault="00224134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3246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 w:rsidRPr="0033246C">
        <w:rPr>
          <w:rFonts w:ascii="Times New Roman" w:hAnsi="Times New Roman" w:cs="Times New Roman"/>
          <w:b/>
          <w:sz w:val="22"/>
          <w:szCs w:val="22"/>
        </w:rPr>
        <w:t>SEXTA</w:t>
      </w:r>
      <w:r w:rsidRPr="0033246C">
        <w:rPr>
          <w:rFonts w:ascii="Times New Roman" w:hAnsi="Times New Roman" w:cs="Times New Roman"/>
          <w:b/>
          <w:sz w:val="22"/>
          <w:szCs w:val="22"/>
        </w:rPr>
        <w:t xml:space="preserve"> - DOS CRITÉRIOS DE RECEBIMENTO</w:t>
      </w:r>
    </w:p>
    <w:p w14:paraId="661E8312" w14:textId="77777777" w:rsidR="00EE3978" w:rsidRDefault="00EE3978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B526FB2" w14:textId="77777777" w:rsidR="00224134" w:rsidRDefault="00224134" w:rsidP="0033246C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1351743" w14:textId="402A5556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SÉTIMA</w:t>
      </w:r>
      <w:r w:rsidRPr="00136B8C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136B8C">
        <w:rPr>
          <w:rFonts w:ascii="Times New Roman" w:hAnsi="Times New Roman" w:cs="Times New Roman"/>
          <w:b/>
          <w:sz w:val="22"/>
          <w:szCs w:val="22"/>
        </w:rPr>
        <w:t>PAGAMENTO</w:t>
      </w:r>
    </w:p>
    <w:p w14:paraId="60D53772" w14:textId="77777777" w:rsidR="00424D7A" w:rsidRDefault="00424D7A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2CCB1062" w14:textId="77777777" w:rsidR="00960F3D" w:rsidRPr="003F29C4" w:rsidRDefault="00960F3D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31EA274B" w14:textId="7E012FFA" w:rsidR="006E3CA5" w:rsidRPr="00B12FC1" w:rsidRDefault="0070059F" w:rsidP="00B12FC1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B12FC1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OITAVA</w:t>
      </w:r>
      <w:r w:rsidRPr="00B12FC1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C55C28">
        <w:rPr>
          <w:rFonts w:ascii="Times New Roman" w:hAnsi="Times New Roman" w:cs="Times New Roman"/>
          <w:b/>
          <w:sz w:val="22"/>
          <w:szCs w:val="22"/>
        </w:rPr>
        <w:t>REAJUSTE</w:t>
      </w:r>
    </w:p>
    <w:p w14:paraId="78C75908" w14:textId="74C768F8" w:rsidR="008513F6" w:rsidRDefault="001357C1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</w:t>
      </w:r>
      <w:r w:rsidR="00584C65">
        <w:rPr>
          <w:rFonts w:ascii="Times New Roman" w:hAnsi="Times New Roman" w:cs="Times New Roman"/>
          <w:sz w:val="22"/>
          <w:szCs w:val="22"/>
        </w:rPr>
        <w:t>s acerca da presente cláusula</w:t>
      </w:r>
      <w:r>
        <w:rPr>
          <w:rFonts w:ascii="Times New Roman" w:hAnsi="Times New Roman" w:cs="Times New Roman"/>
          <w:sz w:val="22"/>
          <w:szCs w:val="22"/>
        </w:rPr>
        <w:t xml:space="preserve"> são aquelas estabelecidas no Termo de Referência, Anexo I do Edital</w:t>
      </w:r>
      <w:r w:rsidR="00A003EA"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98E4BE" w14:textId="12AF79E0" w:rsidR="00A003EA" w:rsidRPr="00B12FC1" w:rsidRDefault="00A003EA" w:rsidP="008513F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B12FC1">
        <w:rPr>
          <w:rFonts w:ascii="Times New Roman" w:hAnsi="Times New Roman" w:cs="Times New Roman"/>
          <w:sz w:val="22"/>
          <w:szCs w:val="22"/>
        </w:rPr>
        <w:lastRenderedPageBreak/>
        <w:t xml:space="preserve">  </w:t>
      </w:r>
    </w:p>
    <w:p w14:paraId="4288355C" w14:textId="16A17CE6" w:rsidR="00535014" w:rsidRPr="008513F6" w:rsidRDefault="0070059F" w:rsidP="003F29C4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8513F6">
        <w:rPr>
          <w:rFonts w:ascii="Times New Roman" w:hAnsi="Times New Roman" w:cs="Times New Roman"/>
          <w:b/>
          <w:sz w:val="22"/>
          <w:szCs w:val="22"/>
        </w:rPr>
        <w:t>GARANTIA DE EXECUÇÃO</w:t>
      </w:r>
    </w:p>
    <w:p w14:paraId="176679C0" w14:textId="77777777" w:rsidR="00584C65" w:rsidRDefault="00584C65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597F4F" w14:textId="77777777" w:rsidR="00584C65" w:rsidRDefault="00584C65" w:rsidP="00584C65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4834DDEB" w14:textId="6A725C5D" w:rsidR="0070059F" w:rsidRPr="008513F6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FA65D6">
        <w:rPr>
          <w:rFonts w:ascii="Times New Roman" w:hAnsi="Times New Roman" w:cs="Times New Roman"/>
          <w:b/>
          <w:sz w:val="22"/>
          <w:szCs w:val="22"/>
        </w:rPr>
        <w:t>CONTROLE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 xml:space="preserve"> E FISCALIZAÇÃO</w:t>
      </w:r>
      <w:r w:rsidR="00FA65D6">
        <w:rPr>
          <w:rFonts w:ascii="Times New Roman" w:hAnsi="Times New Roman" w:cs="Times New Roman"/>
          <w:b/>
          <w:sz w:val="22"/>
          <w:szCs w:val="22"/>
        </w:rPr>
        <w:t xml:space="preserve"> DA EXECUÇÃO</w:t>
      </w:r>
    </w:p>
    <w:p w14:paraId="621A4F23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1E243F53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852942" w14:textId="2F5DFE5E" w:rsidR="0070059F" w:rsidRPr="008513F6" w:rsidRDefault="0070059F" w:rsidP="00424D7A">
      <w:pPr>
        <w:pStyle w:val="PargrafodaLista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 PRIMEIRA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OBRIGAÇÕES DA </w:t>
      </w:r>
      <w:r w:rsidR="00174927">
        <w:rPr>
          <w:rFonts w:ascii="Times New Roman" w:hAnsi="Times New Roman" w:cs="Times New Roman"/>
          <w:b/>
          <w:sz w:val="22"/>
          <w:szCs w:val="22"/>
        </w:rPr>
        <w:t>HEMOBRÁS</w:t>
      </w:r>
    </w:p>
    <w:p w14:paraId="265AE8C7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0B6C601" w14:textId="77777777" w:rsidR="00FF578B" w:rsidRDefault="00FF578B" w:rsidP="00FF578B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352722A0" w14:textId="2BAD15A7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>DÉCIMA SEGUNDA</w:t>
      </w:r>
      <w:r w:rsidRPr="00AE367E">
        <w:rPr>
          <w:rFonts w:ascii="Times New Roman" w:hAnsi="Times New Roman"/>
          <w:sz w:val="22"/>
          <w:szCs w:val="22"/>
        </w:rPr>
        <w:t xml:space="preserve"> – </w:t>
      </w:r>
      <w:r w:rsidR="00AE1000">
        <w:rPr>
          <w:rFonts w:ascii="Times New Roman" w:hAnsi="Times New Roman"/>
          <w:sz w:val="22"/>
          <w:szCs w:val="22"/>
        </w:rPr>
        <w:t xml:space="preserve">DAS </w:t>
      </w:r>
      <w:r w:rsidR="00C55C28" w:rsidRPr="008513F6">
        <w:rPr>
          <w:rFonts w:ascii="Times New Roman" w:hAnsi="Times New Roman"/>
          <w:sz w:val="22"/>
          <w:szCs w:val="22"/>
        </w:rPr>
        <w:t>OBRIGAÇÕES DA CONTRATADA</w:t>
      </w:r>
    </w:p>
    <w:p w14:paraId="0CA9E91C" w14:textId="77777777" w:rsidR="00224134" w:rsidRPr="00AE367E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Edital.</w:t>
      </w:r>
    </w:p>
    <w:p w14:paraId="6F9E1589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06461CC" w14:textId="0A4FDFC2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auto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>DÉCIMA TERCEIRA</w:t>
      </w:r>
      <w:r w:rsidRPr="00AE367E">
        <w:rPr>
          <w:rFonts w:ascii="Times New Roman" w:hAnsi="Times New Roman"/>
          <w:color w:val="auto"/>
          <w:sz w:val="22"/>
          <w:szCs w:val="22"/>
        </w:rPr>
        <w:t xml:space="preserve"> - DA SUBCONTRATAÇÃO</w:t>
      </w:r>
    </w:p>
    <w:p w14:paraId="2C16523C" w14:textId="77777777" w:rsidR="00E91922" w:rsidRPr="00AE367E" w:rsidRDefault="00E91922" w:rsidP="00E91922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Edital.</w:t>
      </w:r>
    </w:p>
    <w:p w14:paraId="09CB2054" w14:textId="77777777" w:rsidR="00224134" w:rsidRPr="00AE367E" w:rsidRDefault="00224134" w:rsidP="00224134">
      <w:pPr>
        <w:spacing w:line="360" w:lineRule="auto"/>
        <w:ind w:left="792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7CC2BE1A" w14:textId="743688D4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auto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QUARTA </w:t>
      </w:r>
      <w:r w:rsidR="00AE1000">
        <w:rPr>
          <w:rFonts w:ascii="Times New Roman" w:hAnsi="Times New Roman"/>
          <w:sz w:val="22"/>
          <w:szCs w:val="22"/>
        </w:rPr>
        <w:t>–</w:t>
      </w:r>
      <w:r w:rsidR="00FF578B" w:rsidRPr="00AE367E">
        <w:rPr>
          <w:rFonts w:ascii="Times New Roman" w:hAnsi="Times New Roman"/>
          <w:sz w:val="22"/>
          <w:szCs w:val="22"/>
        </w:rPr>
        <w:t xml:space="preserve"> </w:t>
      </w:r>
      <w:r w:rsidR="00AE1000">
        <w:rPr>
          <w:rFonts w:ascii="Times New Roman" w:hAnsi="Times New Roman"/>
          <w:sz w:val="22"/>
          <w:szCs w:val="22"/>
        </w:rPr>
        <w:t xml:space="preserve">DA </w:t>
      </w:r>
      <w:r w:rsidRPr="00AE367E">
        <w:rPr>
          <w:rFonts w:ascii="Times New Roman" w:hAnsi="Times New Roman"/>
          <w:color w:val="auto"/>
          <w:sz w:val="22"/>
          <w:szCs w:val="22"/>
        </w:rPr>
        <w:t>ALTERAÇÃO SUBJETIVA</w:t>
      </w:r>
    </w:p>
    <w:p w14:paraId="5603E5F4" w14:textId="6A5063B2" w:rsidR="00224134" w:rsidRPr="00913B41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É admissível a fusão, cisão ou incorporação da contratada com/em outra pessoa jurídica, desde que sejam observados pela nova pessoa jurídica todos os requisitos de habilitação exigidos na licitação original; sejam mantidas as</w:t>
      </w:r>
      <w:r w:rsidRPr="00913B41">
        <w:rPr>
          <w:rFonts w:ascii="Times New Roman" w:hAnsi="Times New Roman" w:cs="Times New Roman"/>
          <w:sz w:val="22"/>
          <w:szCs w:val="22"/>
        </w:rPr>
        <w:t xml:space="preserve"> demais cláusulas e condições do contrato; não haja prejuízo à execução do objeto pactuado e haja a anuência expressa da </w:t>
      </w:r>
      <w:r w:rsidR="00174927">
        <w:rPr>
          <w:rFonts w:ascii="Times New Roman" w:hAnsi="Times New Roman" w:cs="Times New Roman"/>
          <w:sz w:val="22"/>
          <w:szCs w:val="22"/>
        </w:rPr>
        <w:t>Hemobrás</w:t>
      </w:r>
      <w:r w:rsidRPr="00913B41">
        <w:rPr>
          <w:rFonts w:ascii="Times New Roman" w:hAnsi="Times New Roman" w:cs="Times New Roman"/>
          <w:sz w:val="22"/>
          <w:szCs w:val="22"/>
        </w:rPr>
        <w:t xml:space="preserve"> à continuidade do contrato.</w:t>
      </w:r>
    </w:p>
    <w:p w14:paraId="4014FE16" w14:textId="77777777" w:rsidR="00224134" w:rsidRDefault="00224134" w:rsidP="00FF578B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6F358C2" w14:textId="190888A3" w:rsidR="0070059F" w:rsidRPr="00FF578B" w:rsidRDefault="0070059F" w:rsidP="00FF578B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DÉCIMA </w:t>
      </w:r>
      <w:r w:rsidR="00FF578B">
        <w:rPr>
          <w:rFonts w:ascii="Times New Roman" w:hAnsi="Times New Roman"/>
          <w:sz w:val="22"/>
          <w:szCs w:val="22"/>
        </w:rPr>
        <w:t>QUINTA</w:t>
      </w:r>
      <w:r w:rsidR="00AE1000">
        <w:rPr>
          <w:rFonts w:ascii="Times New Roman" w:hAnsi="Times New Roman"/>
          <w:sz w:val="22"/>
          <w:szCs w:val="22"/>
        </w:rPr>
        <w:t xml:space="preserve"> </w:t>
      </w:r>
      <w:r w:rsidRPr="008513F6">
        <w:rPr>
          <w:rFonts w:ascii="Times New Roman" w:hAnsi="Times New Roman"/>
          <w:sz w:val="22"/>
          <w:szCs w:val="22"/>
        </w:rPr>
        <w:t xml:space="preserve">– </w:t>
      </w:r>
      <w:r w:rsidR="00AE1000">
        <w:rPr>
          <w:rFonts w:ascii="Times New Roman" w:hAnsi="Times New Roman"/>
          <w:sz w:val="22"/>
          <w:szCs w:val="22"/>
        </w:rPr>
        <w:t xml:space="preserve">DAS </w:t>
      </w:r>
      <w:r w:rsidRPr="008513F6">
        <w:rPr>
          <w:rFonts w:ascii="Times New Roman" w:hAnsi="Times New Roman"/>
          <w:sz w:val="22"/>
          <w:szCs w:val="22"/>
        </w:rPr>
        <w:t>SANÇÕES ADMINISTRATIVAS</w:t>
      </w:r>
      <w:r w:rsidR="00D772A3" w:rsidRPr="008513F6">
        <w:rPr>
          <w:rFonts w:ascii="Times New Roman" w:hAnsi="Times New Roman"/>
          <w:sz w:val="22"/>
          <w:szCs w:val="22"/>
        </w:rPr>
        <w:t>.</w:t>
      </w:r>
    </w:p>
    <w:p w14:paraId="08A0E5D3" w14:textId="77777777" w:rsidR="00FA65D6" w:rsidRPr="003A5F6E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1EAD266D" w14:textId="77777777" w:rsidR="008513F6" w:rsidRPr="003A5F6E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4C8E71B" w14:textId="6453B9C2" w:rsidR="0070059F" w:rsidRPr="003A5F6E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A5F6E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FF578B" w:rsidRPr="003A5F6E">
        <w:rPr>
          <w:rFonts w:ascii="Times New Roman" w:hAnsi="Times New Roman" w:cs="Times New Roman"/>
          <w:b/>
          <w:sz w:val="22"/>
          <w:szCs w:val="22"/>
        </w:rPr>
        <w:t>SEXTA</w:t>
      </w:r>
      <w:r w:rsidR="004615EA" w:rsidRPr="003A5F6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A5F6E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3A5F6E">
        <w:rPr>
          <w:rFonts w:ascii="Times New Roman" w:hAnsi="Times New Roman" w:cs="Times New Roman"/>
          <w:b/>
          <w:sz w:val="22"/>
          <w:szCs w:val="22"/>
        </w:rPr>
        <w:t>RESCISÃO</w:t>
      </w:r>
    </w:p>
    <w:p w14:paraId="62E9ACAD" w14:textId="665B3ACD" w:rsidR="00791521" w:rsidRPr="008C6FEB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8C6FEB">
        <w:rPr>
          <w:rFonts w:ascii="Times New Roman" w:hAnsi="Times New Roman" w:cs="Times New Roman"/>
          <w:sz w:val="22"/>
          <w:szCs w:val="22"/>
        </w:rPr>
        <w:lastRenderedPageBreak/>
        <w:t xml:space="preserve">O presente Termo de Contrato poderá ser rescindido nas hipóteses previstas no art. </w:t>
      </w:r>
      <w:r w:rsidR="00261F25">
        <w:rPr>
          <w:rFonts w:ascii="Times New Roman" w:hAnsi="Times New Roman" w:cs="Times New Roman"/>
          <w:sz w:val="22"/>
          <w:szCs w:val="22"/>
        </w:rPr>
        <w:t>83</w:t>
      </w:r>
      <w:r w:rsidRPr="008C6FEB">
        <w:rPr>
          <w:rFonts w:ascii="Times New Roman" w:hAnsi="Times New Roman" w:cs="Times New Roman"/>
          <w:sz w:val="22"/>
          <w:szCs w:val="22"/>
        </w:rPr>
        <w:t xml:space="preserve"> da Lei nº 13.303, de 2016, Art. </w:t>
      </w:r>
      <w:r w:rsidR="00AC4EC4">
        <w:rPr>
          <w:rFonts w:ascii="Times New Roman" w:hAnsi="Times New Roman" w:cs="Times New Roman"/>
          <w:sz w:val="22"/>
          <w:szCs w:val="22"/>
        </w:rPr>
        <w:t>112</w:t>
      </w:r>
      <w:r w:rsidRPr="008C6FEB">
        <w:rPr>
          <w:rFonts w:ascii="Times New Roman" w:hAnsi="Times New Roman" w:cs="Times New Roman"/>
          <w:sz w:val="22"/>
          <w:szCs w:val="22"/>
        </w:rPr>
        <w:t xml:space="preserve"> do </w:t>
      </w:r>
      <w:r w:rsidRPr="00E91922">
        <w:rPr>
          <w:rFonts w:ascii="Times New Roman" w:hAnsi="Times New Roman" w:cs="Times New Roman"/>
          <w:color w:val="000000" w:themeColor="text1"/>
          <w:sz w:val="22"/>
          <w:szCs w:val="22"/>
        </w:rPr>
        <w:t>Regulamento de Licitações e Contrat</w:t>
      </w:r>
      <w:r w:rsidR="00174927" w:rsidRPr="00E91922">
        <w:rPr>
          <w:rFonts w:ascii="Times New Roman" w:hAnsi="Times New Roman" w:cs="Times New Roman"/>
          <w:color w:val="000000" w:themeColor="text1"/>
          <w:sz w:val="22"/>
          <w:szCs w:val="22"/>
        </w:rPr>
        <w:t>os</w:t>
      </w:r>
      <w:r w:rsidRPr="00E9192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da Hemobrás, sem prejuízo da aplicação das sanções previstas na Cláusula Décima </w:t>
      </w:r>
      <w:r w:rsidR="003A5F6E" w:rsidRPr="00E91922">
        <w:rPr>
          <w:rFonts w:ascii="Times New Roman" w:hAnsi="Times New Roman" w:cs="Times New Roman"/>
          <w:color w:val="000000" w:themeColor="text1"/>
          <w:sz w:val="22"/>
          <w:szCs w:val="22"/>
        </w:rPr>
        <w:t>Quinta</w:t>
      </w:r>
      <w:r w:rsidRPr="00E91922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39924D67" w14:textId="77777777" w:rsidR="00791521" w:rsidRPr="008C6FEB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8C6FEB">
        <w:rPr>
          <w:rFonts w:ascii="Times New Roman" w:hAnsi="Times New Roman" w:cs="Times New Roman"/>
          <w:sz w:val="22"/>
          <w:szCs w:val="22"/>
        </w:rPr>
        <w:t>Os casos de rescisão contratual serão formalmente motivados, assegurando-se à CONTRATADA o direito à prévia e ampla defesa.</w:t>
      </w:r>
    </w:p>
    <w:p w14:paraId="3CB0391E" w14:textId="6C2B4A5E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 CONTRATADA reconhece os direitos da </w:t>
      </w:r>
      <w:r w:rsidR="00174927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 xml:space="preserve"> em caso de resc</w:t>
      </w:r>
      <w:r>
        <w:rPr>
          <w:rFonts w:ascii="Times New Roman" w:hAnsi="Times New Roman" w:cs="Times New Roman"/>
          <w:sz w:val="22"/>
          <w:szCs w:val="22"/>
        </w:rPr>
        <w:t>isão administrativa prevista neste instrumento de contrato, e as previstas na lei e no Regulamento de Licitações e Contratos da Hemobrás</w:t>
      </w:r>
      <w:r w:rsidRPr="003F29C4">
        <w:rPr>
          <w:rFonts w:ascii="Times New Roman" w:hAnsi="Times New Roman" w:cs="Times New Roman"/>
          <w:sz w:val="22"/>
          <w:szCs w:val="22"/>
        </w:rPr>
        <w:t>.</w:t>
      </w:r>
    </w:p>
    <w:p w14:paraId="4F8BFF6D" w14:textId="77777777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termo de rescisão, sempre que possível, será precedido:</w:t>
      </w:r>
    </w:p>
    <w:p w14:paraId="48D2D608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Balanço dos eventos contratuais já cumpridos ou parcialmente cumpridos;</w:t>
      </w:r>
    </w:p>
    <w:p w14:paraId="5B69DE26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Relação dos pagamentos já efetuados e ainda devidos;</w:t>
      </w:r>
    </w:p>
    <w:p w14:paraId="077C5191" w14:textId="77777777" w:rsidR="00791521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Indenizações e multas.</w:t>
      </w:r>
    </w:p>
    <w:p w14:paraId="4751E185" w14:textId="77777777" w:rsidR="00791521" w:rsidRPr="0097579F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A rescisão do contrato se dá:</w:t>
      </w:r>
    </w:p>
    <w:p w14:paraId="2B458DD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De forma unilateral, assegurada a prévia defesa; </w:t>
      </w:r>
    </w:p>
    <w:p w14:paraId="265F9234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Por acordo entre as partes, reduzido a termo no processo, desde que haja conveniência para a Hemobrás e para o contratado. </w:t>
      </w:r>
    </w:p>
    <w:p w14:paraId="3B789C9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Por determinação judicial.</w:t>
      </w:r>
    </w:p>
    <w:p w14:paraId="76FDFE9D" w14:textId="77777777" w:rsidR="00385D96" w:rsidRPr="00815E07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  <w:lang w:val="x-none"/>
        </w:rPr>
      </w:pPr>
    </w:p>
    <w:p w14:paraId="6A479A01" w14:textId="5BAEB8A8" w:rsidR="00A52E7C" w:rsidRPr="008513F6" w:rsidRDefault="00A52E7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FF578B">
        <w:rPr>
          <w:rFonts w:ascii="Times New Roman" w:hAnsi="Times New Roman" w:cs="Times New Roman"/>
          <w:b/>
          <w:sz w:val="22"/>
          <w:szCs w:val="22"/>
        </w:rPr>
        <w:t>SÉTIMA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>VEDAÇÕES</w:t>
      </w:r>
    </w:p>
    <w:p w14:paraId="57EC0981" w14:textId="77777777" w:rsidR="00A52E7C" w:rsidRPr="003F29C4" w:rsidRDefault="00BC1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É vedado à CONTRATADA</w:t>
      </w:r>
      <w:r w:rsidR="00A52E7C" w:rsidRPr="003F29C4">
        <w:rPr>
          <w:rFonts w:ascii="Times New Roman" w:hAnsi="Times New Roman" w:cs="Times New Roman"/>
          <w:sz w:val="22"/>
          <w:szCs w:val="22"/>
        </w:rPr>
        <w:t>:</w:t>
      </w:r>
    </w:p>
    <w:p w14:paraId="15357E58" w14:textId="77777777" w:rsidR="00BC10CF" w:rsidRPr="003F29C4" w:rsidRDefault="00BC10CF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caucionar ou utilizar este Termo de Contrato para qualquer operaç</w:t>
      </w:r>
      <w:r w:rsidR="00A52E7C" w:rsidRPr="003F29C4">
        <w:rPr>
          <w:rFonts w:ascii="Times New Roman" w:hAnsi="Times New Roman" w:cs="Times New Roman"/>
          <w:sz w:val="22"/>
          <w:szCs w:val="22"/>
        </w:rPr>
        <w:t>ão financeira;</w:t>
      </w:r>
    </w:p>
    <w:p w14:paraId="403CBFB3" w14:textId="1926AF0C" w:rsidR="00A52E7C" w:rsidRDefault="00A52E7C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interromper a execução dos serviços sob alegação de inadimplemento por parte da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salvo nos casos previstos em lei.</w:t>
      </w:r>
    </w:p>
    <w:p w14:paraId="4F378AB9" w14:textId="77777777" w:rsidR="00224134" w:rsidRDefault="00224134" w:rsidP="00224134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2E5FF533" w14:textId="3F28F117" w:rsidR="00224134" w:rsidRPr="00FF578B" w:rsidRDefault="00224134" w:rsidP="00FF578B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CLÁUSULA DÉCIMA</w:t>
      </w:r>
      <w:r w:rsidR="00FF578B" w:rsidRPr="00FF578B">
        <w:rPr>
          <w:rFonts w:ascii="Times New Roman" w:hAnsi="Times New Roman" w:cs="Times New Roman"/>
          <w:b/>
          <w:sz w:val="22"/>
          <w:szCs w:val="22"/>
        </w:rPr>
        <w:t xml:space="preserve"> OITAVA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FF578B">
        <w:rPr>
          <w:rFonts w:ascii="Times New Roman" w:hAnsi="Times New Roman" w:cs="Times New Roman"/>
          <w:b/>
          <w:sz w:val="22"/>
          <w:szCs w:val="22"/>
        </w:rPr>
        <w:t>MATRIZ DE RISCOS</w:t>
      </w:r>
    </w:p>
    <w:p w14:paraId="252B6673" w14:textId="77777777" w:rsidR="003A5F6E" w:rsidRPr="003A5F6E" w:rsidRDefault="003A5F6E" w:rsidP="003A5F6E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0EFBA117" w14:textId="77777777" w:rsidR="00385D96" w:rsidRPr="003F29C4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759305AC" w14:textId="64560324" w:rsidR="000D6C4C" w:rsidRPr="003F29C4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FF578B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>ALTERAÇÕES</w:t>
      </w:r>
    </w:p>
    <w:p w14:paraId="238D9BBC" w14:textId="1ABF9B02" w:rsidR="001742AA" w:rsidRPr="0033246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>Eventuais alterações contratuais reger-se-ão pela disciplina do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r w:rsidRPr="0033246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3246C">
        <w:rPr>
          <w:rFonts w:ascii="Times New Roman" w:hAnsi="Times New Roman" w:cs="Times New Roman"/>
          <w:sz w:val="22"/>
          <w:szCs w:val="22"/>
        </w:rPr>
        <w:t>a</w:t>
      </w:r>
      <w:r w:rsidR="001742AA" w:rsidRPr="0033246C">
        <w:rPr>
          <w:rFonts w:ascii="Times New Roman" w:hAnsi="Times New Roman" w:cs="Times New Roman"/>
          <w:sz w:val="22"/>
          <w:szCs w:val="22"/>
        </w:rPr>
        <w:t>rt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proofErr w:type="spellEnd"/>
      <w:r w:rsidR="001742AA" w:rsidRPr="0033246C">
        <w:rPr>
          <w:rFonts w:ascii="Times New Roman" w:hAnsi="Times New Roman" w:cs="Times New Roman"/>
          <w:sz w:val="22"/>
          <w:szCs w:val="22"/>
        </w:rPr>
        <w:t xml:space="preserve">. </w:t>
      </w:r>
      <w:r w:rsidR="00773CF9">
        <w:rPr>
          <w:rFonts w:ascii="Times New Roman" w:hAnsi="Times New Roman" w:cs="Times New Roman"/>
          <w:sz w:val="22"/>
          <w:szCs w:val="22"/>
        </w:rPr>
        <w:t>103</w:t>
      </w:r>
      <w:r w:rsidR="001742AA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- </w:t>
      </w:r>
      <w:r w:rsidR="00773CF9">
        <w:rPr>
          <w:rFonts w:ascii="Times New Roman" w:hAnsi="Times New Roman" w:cs="Times New Roman"/>
          <w:sz w:val="22"/>
          <w:szCs w:val="22"/>
        </w:rPr>
        <w:t>108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1742AA" w:rsidRPr="0033246C">
        <w:rPr>
          <w:rFonts w:ascii="Times New Roman" w:hAnsi="Times New Roman" w:cs="Times New Roman"/>
          <w:sz w:val="22"/>
          <w:szCs w:val="22"/>
        </w:rPr>
        <w:t>d</w:t>
      </w:r>
      <w:r w:rsidR="006B7741" w:rsidRPr="0033246C">
        <w:rPr>
          <w:rFonts w:ascii="Times New Roman" w:hAnsi="Times New Roman" w:cs="Times New Roman"/>
          <w:sz w:val="22"/>
          <w:szCs w:val="22"/>
        </w:rPr>
        <w:t>o Regulamento de Licitações e Contrat</w:t>
      </w:r>
      <w:r w:rsidR="00174927">
        <w:rPr>
          <w:rFonts w:ascii="Times New Roman" w:hAnsi="Times New Roman" w:cs="Times New Roman"/>
          <w:sz w:val="22"/>
          <w:szCs w:val="22"/>
        </w:rPr>
        <w:t>os</w:t>
      </w:r>
      <w:r w:rsidR="00F15747" w:rsidRPr="0033246C">
        <w:rPr>
          <w:rFonts w:ascii="Times New Roman" w:hAnsi="Times New Roman" w:cs="Times New Roman"/>
          <w:sz w:val="22"/>
          <w:szCs w:val="22"/>
        </w:rPr>
        <w:t>–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Hemobrás</w:t>
      </w:r>
      <w:r w:rsidR="00F15747" w:rsidRPr="0033246C">
        <w:rPr>
          <w:rFonts w:ascii="Times New Roman" w:hAnsi="Times New Roman" w:cs="Times New Roman"/>
          <w:sz w:val="22"/>
          <w:szCs w:val="22"/>
        </w:rPr>
        <w:t xml:space="preserve"> e, subsidiariamente, no art. 81, da Lei 13.303, de 2016.</w:t>
      </w:r>
    </w:p>
    <w:p w14:paraId="503CA733" w14:textId="203D207D" w:rsidR="000D6C4C" w:rsidRPr="003F29C4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 xml:space="preserve">A CONTRATADA </w:t>
      </w:r>
      <w:r w:rsidR="00F15747" w:rsidRPr="0033246C">
        <w:rPr>
          <w:rFonts w:ascii="Times New Roman" w:hAnsi="Times New Roman" w:cs="Times New Roman"/>
          <w:sz w:val="22"/>
          <w:szCs w:val="22"/>
        </w:rPr>
        <w:t>poderá</w:t>
      </w:r>
      <w:r w:rsidRPr="0033246C">
        <w:rPr>
          <w:rFonts w:ascii="Times New Roman" w:hAnsi="Times New Roman" w:cs="Times New Roman"/>
          <w:sz w:val="22"/>
          <w:szCs w:val="22"/>
        </w:rPr>
        <w:t xml:space="preserve"> aceitar, nas mesmas condições contratuais, os acréscimos ou supressões que se fizerem necessários, até o limite</w:t>
      </w:r>
      <w:r w:rsidRPr="003F29C4">
        <w:rPr>
          <w:rFonts w:ascii="Times New Roman" w:hAnsi="Times New Roman" w:cs="Times New Roman"/>
          <w:sz w:val="22"/>
          <w:szCs w:val="22"/>
        </w:rPr>
        <w:t xml:space="preserve"> de 25% (vinte e cinco por cento) do valor inicial atualizado do contrato.</w:t>
      </w:r>
    </w:p>
    <w:p w14:paraId="41E71F1A" w14:textId="249C5DA4" w:rsidR="000D6C4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lastRenderedPageBreak/>
        <w:t xml:space="preserve">As supressões resultantes de acordo celebrado entre as </w:t>
      </w:r>
      <w:r w:rsidR="007D3C6C" w:rsidRPr="003F29C4">
        <w:rPr>
          <w:rFonts w:ascii="Times New Roman" w:hAnsi="Times New Roman" w:cs="Times New Roman"/>
          <w:sz w:val="22"/>
          <w:szCs w:val="22"/>
        </w:rPr>
        <w:t xml:space="preserve">partes </w:t>
      </w:r>
      <w:r w:rsidRPr="003F29C4">
        <w:rPr>
          <w:rFonts w:ascii="Times New Roman" w:hAnsi="Times New Roman" w:cs="Times New Roman"/>
          <w:sz w:val="22"/>
          <w:szCs w:val="22"/>
        </w:rPr>
        <w:t>contratantes poderão exceder o limite de 25% (vinte e cinco por cento) do valor inicial atualizado do contrato.</w:t>
      </w:r>
    </w:p>
    <w:p w14:paraId="0FD2091B" w14:textId="77777777" w:rsidR="00174927" w:rsidRPr="003F29C4" w:rsidRDefault="00174927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D62DDD6" w14:textId="3DA0F54E" w:rsidR="007B70CF" w:rsidRPr="008513F6" w:rsidRDefault="007B70C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DOS CASOS OMISSOS</w:t>
      </w:r>
    </w:p>
    <w:p w14:paraId="79BA5FCD" w14:textId="432A8E1B" w:rsidR="007B70CF" w:rsidRDefault="007B7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Os casos omissos serão decididos pela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segundo as disposições contidas</w:t>
      </w:r>
      <w:r w:rsidR="00FD6264">
        <w:rPr>
          <w:rFonts w:ascii="Times New Roman" w:hAnsi="Times New Roman" w:cs="Times New Roman"/>
          <w:sz w:val="22"/>
          <w:szCs w:val="22"/>
        </w:rPr>
        <w:t xml:space="preserve"> no Regulamento de Licitações e Contrat</w:t>
      </w:r>
      <w:r w:rsidR="00174927">
        <w:rPr>
          <w:rFonts w:ascii="Times New Roman" w:hAnsi="Times New Roman" w:cs="Times New Roman"/>
          <w:sz w:val="22"/>
          <w:szCs w:val="22"/>
        </w:rPr>
        <w:t>os</w:t>
      </w:r>
      <w:r w:rsidR="00FD6264">
        <w:rPr>
          <w:rFonts w:ascii="Times New Roman" w:hAnsi="Times New Roman" w:cs="Times New Roman"/>
          <w:sz w:val="22"/>
          <w:szCs w:val="22"/>
        </w:rPr>
        <w:t xml:space="preserve"> – Hemobrás, </w:t>
      </w:r>
      <w:r w:rsidRPr="003F29C4">
        <w:rPr>
          <w:rFonts w:ascii="Times New Roman" w:hAnsi="Times New Roman" w:cs="Times New Roman"/>
          <w:sz w:val="22"/>
          <w:szCs w:val="22"/>
        </w:rPr>
        <w:t xml:space="preserve">na Lei nº </w:t>
      </w:r>
      <w:r w:rsidR="00FD6264">
        <w:rPr>
          <w:rFonts w:ascii="Times New Roman" w:hAnsi="Times New Roman" w:cs="Times New Roman"/>
          <w:sz w:val="22"/>
          <w:szCs w:val="22"/>
        </w:rPr>
        <w:t>13.303</w:t>
      </w:r>
      <w:r w:rsidRPr="003F29C4">
        <w:rPr>
          <w:rFonts w:ascii="Times New Roman" w:hAnsi="Times New Roman" w:cs="Times New Roman"/>
          <w:sz w:val="22"/>
          <w:szCs w:val="22"/>
        </w:rPr>
        <w:t xml:space="preserve">, de </w:t>
      </w:r>
      <w:r w:rsidR="00FD6264">
        <w:rPr>
          <w:rFonts w:ascii="Times New Roman" w:hAnsi="Times New Roman" w:cs="Times New Roman"/>
          <w:sz w:val="22"/>
          <w:szCs w:val="22"/>
        </w:rPr>
        <w:t>2016</w:t>
      </w:r>
      <w:r w:rsidRPr="003F29C4">
        <w:rPr>
          <w:rFonts w:ascii="Times New Roman" w:hAnsi="Times New Roman" w:cs="Times New Roman"/>
          <w:sz w:val="22"/>
          <w:szCs w:val="22"/>
        </w:rPr>
        <w:t>, na Lei nº 10.520, de 2002 e demais normas federais aplicáveis e, subsidiariamente</w:t>
      </w:r>
      <w:r w:rsidR="00FD6264">
        <w:rPr>
          <w:rFonts w:ascii="Times New Roman" w:hAnsi="Times New Roman" w:cs="Times New Roman"/>
          <w:sz w:val="22"/>
          <w:szCs w:val="22"/>
        </w:rPr>
        <w:t>, nas</w:t>
      </w:r>
      <w:r w:rsidRPr="003F29C4">
        <w:rPr>
          <w:rFonts w:ascii="Times New Roman" w:hAnsi="Times New Roman" w:cs="Times New Roman"/>
          <w:sz w:val="22"/>
          <w:szCs w:val="22"/>
        </w:rPr>
        <w:t xml:space="preserve"> normas e </w:t>
      </w:r>
      <w:r w:rsidR="001742AA" w:rsidRPr="003F29C4">
        <w:rPr>
          <w:rFonts w:ascii="Times New Roman" w:hAnsi="Times New Roman" w:cs="Times New Roman"/>
          <w:sz w:val="22"/>
          <w:szCs w:val="22"/>
        </w:rPr>
        <w:t>princípios gerais dos contratos.</w:t>
      </w:r>
    </w:p>
    <w:p w14:paraId="3B09C167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5AA0FE89" w14:textId="23024C80" w:rsidR="0070059F" w:rsidRPr="008513F6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 PRIMEIRA</w:t>
      </w:r>
      <w:r w:rsidR="007B70CF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PUBLICAÇÃO</w:t>
      </w:r>
    </w:p>
    <w:p w14:paraId="6D51C2A8" w14:textId="3D7D760E" w:rsidR="000D6C4C" w:rsidRDefault="00B72B3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ncumbirá à </w:t>
      </w:r>
      <w:r w:rsidR="002C539E">
        <w:rPr>
          <w:rFonts w:ascii="Times New Roman" w:hAnsi="Times New Roman" w:cs="Times New Roman"/>
          <w:sz w:val="22"/>
          <w:szCs w:val="22"/>
        </w:rPr>
        <w:t>HEMOBRÁS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 providenciar a publicação deste instrumento, por extrato, no Diário Oficial da União.</w:t>
      </w:r>
    </w:p>
    <w:p w14:paraId="7EA1928A" w14:textId="64FCFAB2" w:rsidR="00385D96" w:rsidRDefault="00385D9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O resumo deste Contrato será publicado no Diário Oficial da União até o 5º (quinto) dia útil do mês seguinte da data de sua assinatura, não ultrapassando ao prazo de 20 (vinte) dias daquela data.</w:t>
      </w:r>
    </w:p>
    <w:p w14:paraId="582A5E6C" w14:textId="77777777" w:rsidR="0068362E" w:rsidRPr="00385D96" w:rsidRDefault="0068362E" w:rsidP="0068362E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 w:val="22"/>
          <w:szCs w:val="22"/>
        </w:rPr>
      </w:pPr>
    </w:p>
    <w:p w14:paraId="1FACCE56" w14:textId="0403B2BF" w:rsidR="0068362E" w:rsidRPr="008513F6" w:rsidRDefault="0068362E" w:rsidP="00AE1000">
      <w:pPr>
        <w:pStyle w:val="PargrafodaLista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>VIGÉSIMA SEGUNDA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>
        <w:rPr>
          <w:rFonts w:ascii="Times New Roman" w:hAnsi="Times New Roman" w:cs="Times New Roman"/>
          <w:b/>
          <w:sz w:val="22"/>
          <w:szCs w:val="22"/>
        </w:rPr>
        <w:t>DO CUMPRIMENTO AO PROGRAMA DE INTEGRIDADE</w:t>
      </w:r>
    </w:p>
    <w:p w14:paraId="3495B0C5" w14:textId="1FD8D8E9" w:rsidR="00186493" w:rsidRPr="00186493" w:rsidRDefault="00186493" w:rsidP="00186493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186493">
        <w:rPr>
          <w:rFonts w:ascii="Times New Roman" w:hAnsi="Times New Roman" w:cs="Times New Roman"/>
          <w:sz w:val="22"/>
          <w:szCs w:val="22"/>
        </w:rPr>
        <w:t xml:space="preserve">A CONTRATADA se compromete a cumprir a legislação brasileira de prevenção e combate à corrupção e a manter elevados padrões de integridade nas relações contratuais com a Hemobrás, respeitando os princípios éticos e prevenindo danos financeiros ou a imagem e reputação da Hemobrás, em conformidade com as normas disponíveis no site da HEMOBRÁS, destacadamente o Código de Conduta e de Integridade. Também concorda em, quando aplicável (conforme critérios estabelecidos pela Hemobrás), submeter-se à </w:t>
      </w:r>
      <w:proofErr w:type="spellStart"/>
      <w:r w:rsidRPr="00186493">
        <w:rPr>
          <w:rFonts w:ascii="Times New Roman" w:hAnsi="Times New Roman" w:cs="Times New Roman"/>
          <w:sz w:val="22"/>
          <w:szCs w:val="22"/>
        </w:rPr>
        <w:t>Due</w:t>
      </w:r>
      <w:proofErr w:type="spellEnd"/>
      <w:r w:rsidRPr="00186493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186493">
        <w:rPr>
          <w:rFonts w:ascii="Times New Roman" w:hAnsi="Times New Roman" w:cs="Times New Roman"/>
          <w:sz w:val="22"/>
          <w:szCs w:val="22"/>
        </w:rPr>
        <w:t>Diligence</w:t>
      </w:r>
      <w:proofErr w:type="spellEnd"/>
      <w:r w:rsidRPr="00186493">
        <w:rPr>
          <w:rFonts w:ascii="Times New Roman" w:hAnsi="Times New Roman" w:cs="Times New Roman"/>
          <w:sz w:val="22"/>
          <w:szCs w:val="22"/>
        </w:rPr>
        <w:t xml:space="preserve"> de Integridade, visando mitigar o risco de irregularidades, conforme Guia de Avaliação de Integridade de Terceiros Contratados pela Hemobrás. Fica a contratada ciente de que, no caso de descumprimento de previsões contidas nesta cláusula bem como na legislação, estará sujeita </w:t>
      </w:r>
      <w:r w:rsidR="00174927">
        <w:rPr>
          <w:rFonts w:ascii="Times New Roman" w:hAnsi="Times New Roman" w:cs="Times New Roman"/>
          <w:sz w:val="22"/>
          <w:szCs w:val="22"/>
        </w:rPr>
        <w:t>a</w:t>
      </w:r>
      <w:r w:rsidRPr="00186493">
        <w:rPr>
          <w:rFonts w:ascii="Times New Roman" w:hAnsi="Times New Roman" w:cs="Times New Roman"/>
          <w:sz w:val="22"/>
          <w:szCs w:val="22"/>
        </w:rPr>
        <w:t xml:space="preserve"> responsabilizações administrativas e legais pertinentes.</w:t>
      </w:r>
    </w:p>
    <w:p w14:paraId="5822E1B5" w14:textId="77777777" w:rsidR="00362BD8" w:rsidRPr="00AC2494" w:rsidRDefault="00362BD8" w:rsidP="00362BD8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 w:val="22"/>
          <w:szCs w:val="22"/>
        </w:rPr>
      </w:pPr>
    </w:p>
    <w:p w14:paraId="529B17C0" w14:textId="36D03D96" w:rsidR="00362BD8" w:rsidRPr="008513F6" w:rsidRDefault="00362BD8" w:rsidP="00362BD8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 xml:space="preserve">VIGÉSIMA TERCEIRA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Pr="00362BD8">
        <w:rPr>
          <w:rFonts w:ascii="Times New Roman" w:hAnsi="Times New Roman" w:cs="Times New Roman"/>
          <w:b/>
          <w:sz w:val="22"/>
          <w:szCs w:val="22"/>
        </w:rPr>
        <w:t>DA PROTEÇÃO DE DADOS PESSOAIS</w:t>
      </w:r>
    </w:p>
    <w:p w14:paraId="1F596AFA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 xml:space="preserve">As Partes, por si e por seus colaboradores, obrigam-se a atuar no presente Contrato em conformidade com a Legislação vigente sobre Proteção de Dados Pessoais e as determinações de órgãos reguladores/fiscalizadores sobre a matéria, em especial a Lei nº 13.709/2018. </w:t>
      </w:r>
    </w:p>
    <w:p w14:paraId="4469C818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 xml:space="preserve">A CONTRATADA deverá manter e utilizar medidas de segurança administrativas, técnicas e físicas apropriadas e suficientes para proteger a confidencialidade e integridade de todos os dados </w:t>
      </w:r>
      <w:r w:rsidRPr="00362BD8">
        <w:rPr>
          <w:rFonts w:ascii="Times New Roman" w:hAnsi="Times New Roman" w:cs="Times New Roman"/>
          <w:sz w:val="22"/>
          <w:szCs w:val="22"/>
        </w:rPr>
        <w:lastRenderedPageBreak/>
        <w:t>pessoais mantidos ou consultados/transmitidos eletronicamente, para garantir a proteção desses dados contra acesso não autorizado, destruição, uso, modificação, divulgação ou perda acidental ou indevida.</w:t>
      </w:r>
    </w:p>
    <w:p w14:paraId="292E214E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se compromete a tratar os dados dispostos no presente contrato apenas para a estrita e exclusiva finalidade e necessidade da realização do objeto do contrato. A CONTRATADA deverá manter todas as informações deste Contrato sob sigilo e não deve compartilhar e disponibilizar tais informações com terceiros sem a prévia autorização expressa da HEMOBRÁS.</w:t>
      </w:r>
    </w:p>
    <w:p w14:paraId="69C065FB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Caso a CONTRATADA seja obrigada por determinação legal a fornecer dados pessoais a uma autoridade pública, deverá informar previamente a HEMOBRÁS para que esta tome as medidas que julgar cabíveis.</w:t>
      </w:r>
    </w:p>
    <w:p w14:paraId="15153450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notificar a HEMOBRÁS imediatamente a respeito de qualquer violação, por seus funcionários ou terceiros não autorizados, a respeito da proteção de Dados Pessoais.</w:t>
      </w:r>
    </w:p>
    <w:p w14:paraId="6984AAA4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cooperar com a HEMOBRÁS e tomar todas as medidas cabíveis para auxiliar a HEMOBRÁS e as autoridades competentes a investigar, mitigar e remediar o incidente ocorrido.</w:t>
      </w:r>
    </w:p>
    <w:p w14:paraId="22EB0D66" w14:textId="2B11174A" w:rsidR="00362BD8" w:rsidRPr="00AC2494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será integralmente responsável pelo pagamento de perdas e danos de ordem moral e material, bem como pelo ressarcimento do pagamento de qualquer multa ou penalidade imposta à HEMOBRÁS e/ou a terceiros diretamente resultantes do descumprimento pela CONTRATADA de qualquer disposição quanto à proteção e uso dos dados pessoais.</w:t>
      </w:r>
    </w:p>
    <w:p w14:paraId="0F8E3E1E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4A58EA7" w14:textId="6F7D8BA1" w:rsidR="0070059F" w:rsidRPr="008513F6" w:rsidRDefault="000D6C4C" w:rsidP="00362BD8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ÁUSULA 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746825">
        <w:rPr>
          <w:rFonts w:ascii="Times New Roman" w:hAnsi="Times New Roman" w:cs="Times New Roman"/>
          <w:b/>
          <w:sz w:val="22"/>
          <w:szCs w:val="22"/>
        </w:rPr>
        <w:t>QUARTA</w:t>
      </w:r>
      <w:r w:rsidR="007B70CF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FORO</w:t>
      </w:r>
    </w:p>
    <w:p w14:paraId="0092AA44" w14:textId="0879993E" w:rsidR="00385D96" w:rsidRPr="00385D96" w:rsidRDefault="002C539E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2C539E">
        <w:rPr>
          <w:rFonts w:ascii="Times New Roman" w:hAnsi="Times New Roman" w:cs="Times New Roman"/>
          <w:sz w:val="22"/>
          <w:szCs w:val="22"/>
        </w:rPr>
        <w:t>As partes contratantes ficam cientes de que o foro para dirimir as questões que não forem solucionadas na via administrativa será o da Justiça Federal em Pernambuco, Subseção Judiciária de Recife</w:t>
      </w:r>
      <w:r w:rsidR="00385D96" w:rsidRPr="00385D96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0E5EA4F7" w14:textId="255DC975" w:rsidR="0070059F" w:rsidRPr="00385D96" w:rsidRDefault="0070059F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742C7CB" w14:textId="34640B8D" w:rsidR="00385D96" w:rsidRPr="00385D96" w:rsidRDefault="00174927" w:rsidP="00385D96">
      <w:pPr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 xml:space="preserve">E, por estarem de acordo, depois de lido e achado conforme, o presente Contrato foi lavrado </w:t>
      </w:r>
      <w:r>
        <w:rPr>
          <w:rFonts w:ascii="Times New Roman" w:hAnsi="Times New Roman" w:cs="Times New Roman"/>
          <w:sz w:val="22"/>
          <w:szCs w:val="22"/>
        </w:rPr>
        <w:t>e</w:t>
      </w:r>
      <w:r w:rsidRPr="00385D96">
        <w:rPr>
          <w:rFonts w:ascii="Times New Roman" w:hAnsi="Times New Roman" w:cs="Times New Roman"/>
          <w:sz w:val="22"/>
          <w:szCs w:val="22"/>
        </w:rPr>
        <w:t xml:space="preserve"> assinado pelas partes</w:t>
      </w:r>
      <w:r>
        <w:rPr>
          <w:rFonts w:ascii="Times New Roman" w:hAnsi="Times New Roman" w:cs="Times New Roman"/>
          <w:sz w:val="22"/>
          <w:szCs w:val="22"/>
        </w:rPr>
        <w:t xml:space="preserve"> e pelas </w:t>
      </w:r>
      <w:r w:rsidRPr="00385D96">
        <w:rPr>
          <w:rFonts w:ascii="Times New Roman" w:hAnsi="Times New Roman" w:cs="Times New Roman"/>
          <w:sz w:val="22"/>
          <w:szCs w:val="22"/>
        </w:rPr>
        <w:t>testemunhas abaixo</w:t>
      </w:r>
      <w:r w:rsidR="00385D96" w:rsidRPr="00385D96">
        <w:rPr>
          <w:rFonts w:ascii="Times New Roman" w:hAnsi="Times New Roman" w:cs="Times New Roman"/>
          <w:sz w:val="22"/>
          <w:szCs w:val="22"/>
        </w:rPr>
        <w:t>.</w:t>
      </w:r>
    </w:p>
    <w:p w14:paraId="37F79CA6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05852592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434DC836" w14:textId="77777777" w:rsidTr="00174927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FFF0BCF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674DFC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CB91454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73B41AC6" w14:textId="77777777" w:rsidTr="00174927">
        <w:trPr>
          <w:jc w:val="center"/>
        </w:trPr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A069676" w14:textId="77777777" w:rsidR="00385D96" w:rsidRPr="004579B0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579B0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Responsável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9C6F45A" w14:textId="77777777" w:rsidR="00385D96" w:rsidRPr="004579B0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098DF1D" w14:textId="77777777" w:rsidR="00385D96" w:rsidRPr="004579B0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579B0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Responsável</w:t>
            </w:r>
          </w:p>
        </w:tc>
      </w:tr>
      <w:tr w:rsidR="00385D96" w:rsidRPr="00385D96" w14:paraId="312943F9" w14:textId="77777777" w:rsidTr="00174927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F740375" w14:textId="77777777" w:rsidR="00385D96" w:rsidRPr="004579B0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579B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Empresa Brasileira de Hemoderivados e Biotecnologia - Hemobrás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B57E24" w14:textId="77777777" w:rsidR="00385D96" w:rsidRPr="004579B0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DB4EE5D" w14:textId="2978397D" w:rsidR="00385D96" w:rsidRPr="004579B0" w:rsidRDefault="002C539E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579B0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Contratada</w:t>
            </w:r>
            <w:r w:rsidR="00385D96" w:rsidRPr="004579B0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 xml:space="preserve"> </w:t>
            </w:r>
          </w:p>
        </w:tc>
      </w:tr>
    </w:tbl>
    <w:p w14:paraId="172172C3" w14:textId="7D1C0021" w:rsidR="00385D96" w:rsidRDefault="00385D96" w:rsidP="00385D96">
      <w:pPr>
        <w:spacing w:after="120"/>
        <w:rPr>
          <w:rFonts w:ascii="Times New Roman" w:hAnsi="Times New Roman" w:cs="Times New Roman"/>
          <w:sz w:val="22"/>
          <w:szCs w:val="22"/>
        </w:rPr>
      </w:pPr>
    </w:p>
    <w:p w14:paraId="363DDF03" w14:textId="77777777" w:rsidR="00174927" w:rsidRPr="00385D96" w:rsidRDefault="00174927" w:rsidP="00385D96">
      <w:pPr>
        <w:spacing w:after="1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67541C07" w14:textId="77777777" w:rsidTr="00174927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93C6B5E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DEFEEC2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8A75AD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38A1535A" w14:textId="77777777" w:rsidTr="00174927">
        <w:trPr>
          <w:jc w:val="center"/>
        </w:trPr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0C42E68" w14:textId="77777777" w:rsidR="00385D96" w:rsidRPr="004579B0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579B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Testemunha 1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1351AE8" w14:textId="77777777" w:rsidR="00385D96" w:rsidRPr="004579B0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D5608EE" w14:textId="77777777" w:rsidR="00385D96" w:rsidRPr="004579B0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579B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Testemunha 2</w:t>
            </w:r>
          </w:p>
        </w:tc>
      </w:tr>
    </w:tbl>
    <w:p w14:paraId="1536BBB7" w14:textId="06A21089" w:rsidR="0033246C" w:rsidRDefault="0033246C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</w:p>
    <w:sectPr w:rsidR="0033246C" w:rsidSect="007327AF">
      <w:headerReference w:type="default" r:id="rId7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9D508" w14:textId="77777777" w:rsidR="009F6CE3" w:rsidRDefault="009F6CE3">
      <w:r>
        <w:separator/>
      </w:r>
    </w:p>
  </w:endnote>
  <w:endnote w:type="continuationSeparator" w:id="0">
    <w:p w14:paraId="1A04BF58" w14:textId="77777777" w:rsidR="009F6CE3" w:rsidRDefault="009F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BA2C6" w14:textId="77777777" w:rsidR="009F6CE3" w:rsidRDefault="009F6CE3">
      <w:r>
        <w:separator/>
      </w:r>
    </w:p>
  </w:footnote>
  <w:footnote w:type="continuationSeparator" w:id="0">
    <w:p w14:paraId="6472F735" w14:textId="77777777" w:rsidR="009F6CE3" w:rsidRDefault="009F6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54A5B" w14:textId="14AE2C6B" w:rsidR="00107BD4" w:rsidRDefault="00107BD4">
    <w:pPr>
      <w:pStyle w:val="Cabealho"/>
    </w:pPr>
    <w:r w:rsidRPr="00850420">
      <w:rPr>
        <w:noProof/>
      </w:rPr>
      <w:drawing>
        <wp:inline distT="0" distB="0" distL="0" distR="0" wp14:anchorId="78EAB473" wp14:editId="5F1986BA">
          <wp:extent cx="1482153" cy="1031443"/>
          <wp:effectExtent l="19050" t="0" r="3747" b="0"/>
          <wp:docPr id="4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mobras_2 [Converted]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679" cy="1032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2D6713C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E6D4407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37A03CE3"/>
    <w:multiLevelType w:val="multilevel"/>
    <w:tmpl w:val="FB9426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i w:val="0"/>
        <w:color w:val="000000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7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8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9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30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7CE5D75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6B100AD1"/>
    <w:multiLevelType w:val="multilevel"/>
    <w:tmpl w:val="5BAAFCA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 w15:restartNumberingAfterBreak="0">
    <w:nsid w:val="730D19F3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3"/>
  </w:num>
  <w:num w:numId="5">
    <w:abstractNumId w:val="15"/>
  </w:num>
  <w:num w:numId="6">
    <w:abstractNumId w:val="29"/>
  </w:num>
  <w:num w:numId="7">
    <w:abstractNumId w:val="26"/>
  </w:num>
  <w:num w:numId="8">
    <w:abstractNumId w:val="27"/>
  </w:num>
  <w:num w:numId="9">
    <w:abstractNumId w:val="32"/>
  </w:num>
  <w:num w:numId="10">
    <w:abstractNumId w:val="11"/>
  </w:num>
  <w:num w:numId="11">
    <w:abstractNumId w:val="28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</w:num>
  <w:num w:numId="14">
    <w:abstractNumId w:val="23"/>
  </w:num>
  <w:num w:numId="15">
    <w:abstractNumId w:val="24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30"/>
  </w:num>
  <w:num w:numId="27">
    <w:abstractNumId w:val="13"/>
  </w:num>
  <w:num w:numId="28">
    <w:abstractNumId w:val="37"/>
  </w:num>
  <w:num w:numId="29">
    <w:abstractNumId w:val="39"/>
  </w:num>
  <w:num w:numId="30">
    <w:abstractNumId w:val="34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8"/>
  </w:num>
  <w:num w:numId="37">
    <w:abstractNumId w:val="21"/>
  </w:num>
  <w:num w:numId="38">
    <w:abstractNumId w:val="31"/>
  </w:num>
  <w:num w:numId="39">
    <w:abstractNumId w:val="36"/>
  </w:num>
  <w:num w:numId="40">
    <w:abstractNumId w:val="22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3E99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1825"/>
    <w:rsid w:val="00092759"/>
    <w:rsid w:val="00094321"/>
    <w:rsid w:val="000A102A"/>
    <w:rsid w:val="000A1A7B"/>
    <w:rsid w:val="000A1B88"/>
    <w:rsid w:val="000A23DA"/>
    <w:rsid w:val="000A674F"/>
    <w:rsid w:val="000B0C17"/>
    <w:rsid w:val="000B1E65"/>
    <w:rsid w:val="000B3C3A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07BD4"/>
    <w:rsid w:val="001103FF"/>
    <w:rsid w:val="00113EEB"/>
    <w:rsid w:val="001219B0"/>
    <w:rsid w:val="00124990"/>
    <w:rsid w:val="001304C0"/>
    <w:rsid w:val="001315F2"/>
    <w:rsid w:val="001357C1"/>
    <w:rsid w:val="00136B8C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42AA"/>
    <w:rsid w:val="00174927"/>
    <w:rsid w:val="00174CAA"/>
    <w:rsid w:val="00177CD5"/>
    <w:rsid w:val="001817D2"/>
    <w:rsid w:val="00182096"/>
    <w:rsid w:val="00184086"/>
    <w:rsid w:val="00185C35"/>
    <w:rsid w:val="00186493"/>
    <w:rsid w:val="001904A8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39FA"/>
    <w:rsid w:val="00202A04"/>
    <w:rsid w:val="00202CDE"/>
    <w:rsid w:val="00205197"/>
    <w:rsid w:val="0020593D"/>
    <w:rsid w:val="00206219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1F25"/>
    <w:rsid w:val="0026386A"/>
    <w:rsid w:val="00267125"/>
    <w:rsid w:val="00267B22"/>
    <w:rsid w:val="00271CB6"/>
    <w:rsid w:val="0027301A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C539E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15BFB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2BD8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59F6"/>
    <w:rsid w:val="003A37D8"/>
    <w:rsid w:val="003A5F6E"/>
    <w:rsid w:val="003A73C1"/>
    <w:rsid w:val="003B791E"/>
    <w:rsid w:val="003C609E"/>
    <w:rsid w:val="003C6275"/>
    <w:rsid w:val="003C6439"/>
    <w:rsid w:val="003D0467"/>
    <w:rsid w:val="003D25A8"/>
    <w:rsid w:val="003D405A"/>
    <w:rsid w:val="003D4F32"/>
    <w:rsid w:val="003E1EA3"/>
    <w:rsid w:val="003E4927"/>
    <w:rsid w:val="003E4D76"/>
    <w:rsid w:val="003E55B1"/>
    <w:rsid w:val="003E7D21"/>
    <w:rsid w:val="003F004A"/>
    <w:rsid w:val="003F0F2F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4D7A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579B0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8C6"/>
    <w:rsid w:val="0050224C"/>
    <w:rsid w:val="005037A6"/>
    <w:rsid w:val="00512A5C"/>
    <w:rsid w:val="00512D53"/>
    <w:rsid w:val="00514883"/>
    <w:rsid w:val="00517D9B"/>
    <w:rsid w:val="0053132E"/>
    <w:rsid w:val="005318A1"/>
    <w:rsid w:val="00535014"/>
    <w:rsid w:val="005377C5"/>
    <w:rsid w:val="0054481A"/>
    <w:rsid w:val="00553791"/>
    <w:rsid w:val="00561C04"/>
    <w:rsid w:val="0056213B"/>
    <w:rsid w:val="00562F82"/>
    <w:rsid w:val="00564913"/>
    <w:rsid w:val="00573C5A"/>
    <w:rsid w:val="0057623B"/>
    <w:rsid w:val="005800D8"/>
    <w:rsid w:val="005846C9"/>
    <w:rsid w:val="00584C65"/>
    <w:rsid w:val="005873FC"/>
    <w:rsid w:val="005876CD"/>
    <w:rsid w:val="005903E5"/>
    <w:rsid w:val="00590EAF"/>
    <w:rsid w:val="00595DA6"/>
    <w:rsid w:val="005A6A91"/>
    <w:rsid w:val="005B0066"/>
    <w:rsid w:val="005B26A7"/>
    <w:rsid w:val="005C3930"/>
    <w:rsid w:val="005C76D8"/>
    <w:rsid w:val="005D207E"/>
    <w:rsid w:val="005D23DB"/>
    <w:rsid w:val="005D4BB7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5F72"/>
    <w:rsid w:val="00606440"/>
    <w:rsid w:val="006078C2"/>
    <w:rsid w:val="006161E4"/>
    <w:rsid w:val="006171A9"/>
    <w:rsid w:val="00623436"/>
    <w:rsid w:val="006261CA"/>
    <w:rsid w:val="0062722C"/>
    <w:rsid w:val="006328B1"/>
    <w:rsid w:val="00640F39"/>
    <w:rsid w:val="006463F8"/>
    <w:rsid w:val="00655AAF"/>
    <w:rsid w:val="00656A30"/>
    <w:rsid w:val="00666573"/>
    <w:rsid w:val="006673E7"/>
    <w:rsid w:val="00674964"/>
    <w:rsid w:val="00680B7E"/>
    <w:rsid w:val="0068362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5684"/>
    <w:rsid w:val="00746825"/>
    <w:rsid w:val="00747DF1"/>
    <w:rsid w:val="00756DA6"/>
    <w:rsid w:val="00756F76"/>
    <w:rsid w:val="007642F4"/>
    <w:rsid w:val="007679B9"/>
    <w:rsid w:val="00767EC2"/>
    <w:rsid w:val="00771E0B"/>
    <w:rsid w:val="00771F09"/>
    <w:rsid w:val="00773CF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521"/>
    <w:rsid w:val="00791CD7"/>
    <w:rsid w:val="0079430D"/>
    <w:rsid w:val="00795B77"/>
    <w:rsid w:val="0079754C"/>
    <w:rsid w:val="00797553"/>
    <w:rsid w:val="007A1395"/>
    <w:rsid w:val="007A515E"/>
    <w:rsid w:val="007A538E"/>
    <w:rsid w:val="007B19CE"/>
    <w:rsid w:val="007B44DC"/>
    <w:rsid w:val="007B70CF"/>
    <w:rsid w:val="007B7C23"/>
    <w:rsid w:val="007C0255"/>
    <w:rsid w:val="007C09C8"/>
    <w:rsid w:val="007C0C22"/>
    <w:rsid w:val="007C13ED"/>
    <w:rsid w:val="007C2707"/>
    <w:rsid w:val="007D33AF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E7A80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15E07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513F6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672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6300"/>
    <w:rsid w:val="00906EEC"/>
    <w:rsid w:val="00913B41"/>
    <w:rsid w:val="00914204"/>
    <w:rsid w:val="0091575C"/>
    <w:rsid w:val="00915C7E"/>
    <w:rsid w:val="0092230C"/>
    <w:rsid w:val="00922606"/>
    <w:rsid w:val="00922D31"/>
    <w:rsid w:val="0092559F"/>
    <w:rsid w:val="009271BB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855A3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58CD"/>
    <w:rsid w:val="009F68BD"/>
    <w:rsid w:val="009F6CE3"/>
    <w:rsid w:val="00A003EA"/>
    <w:rsid w:val="00A055A5"/>
    <w:rsid w:val="00A12A7C"/>
    <w:rsid w:val="00A1330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60F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179A"/>
    <w:rsid w:val="00AA3F31"/>
    <w:rsid w:val="00AA4625"/>
    <w:rsid w:val="00AB06DE"/>
    <w:rsid w:val="00AB1F1A"/>
    <w:rsid w:val="00AB40A5"/>
    <w:rsid w:val="00AC4396"/>
    <w:rsid w:val="00AC4EC4"/>
    <w:rsid w:val="00AC4F34"/>
    <w:rsid w:val="00AC5F0C"/>
    <w:rsid w:val="00AC6EC2"/>
    <w:rsid w:val="00AD66A9"/>
    <w:rsid w:val="00AE1000"/>
    <w:rsid w:val="00AE367E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902B9"/>
    <w:rsid w:val="00B919F1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5976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55C28"/>
    <w:rsid w:val="00C60C2D"/>
    <w:rsid w:val="00C64100"/>
    <w:rsid w:val="00C64702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1B17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935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440D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1922"/>
    <w:rsid w:val="00E92B50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A27"/>
    <w:rsid w:val="00EC0D7C"/>
    <w:rsid w:val="00EC2734"/>
    <w:rsid w:val="00EC3652"/>
    <w:rsid w:val="00EC5B2F"/>
    <w:rsid w:val="00EC7F14"/>
    <w:rsid w:val="00ED2638"/>
    <w:rsid w:val="00EE220A"/>
    <w:rsid w:val="00EE259F"/>
    <w:rsid w:val="00EE2853"/>
    <w:rsid w:val="00EE3978"/>
    <w:rsid w:val="00EF2567"/>
    <w:rsid w:val="00EF4D43"/>
    <w:rsid w:val="00EF51A3"/>
    <w:rsid w:val="00EF5D36"/>
    <w:rsid w:val="00EF66FC"/>
    <w:rsid w:val="00F0135B"/>
    <w:rsid w:val="00F02E73"/>
    <w:rsid w:val="00F10140"/>
    <w:rsid w:val="00F11BAF"/>
    <w:rsid w:val="00F11CE3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1500"/>
    <w:rsid w:val="00FA50D1"/>
    <w:rsid w:val="00FA65D6"/>
    <w:rsid w:val="00FA6905"/>
    <w:rsid w:val="00FA7A01"/>
    <w:rsid w:val="00FB03E9"/>
    <w:rsid w:val="00FB2BDC"/>
    <w:rsid w:val="00FB3B7B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8369"/>
    <o:shapelayout v:ext="edit">
      <o:idmap v:ext="edit" data="1"/>
    </o:shapelayout>
  </w:shapeDefaults>
  <w:decimalSymbol w:val=","/>
  <w:listSeparator w:val=";"/>
  <w14:docId w14:val="5D875CAB"/>
  <w15:docId w15:val="{4D5633AB-13C8-41E0-9453-29D10FB9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  <w:style w:type="character" w:styleId="MenoPendente">
    <w:name w:val="Unresolved Mention"/>
    <w:basedOn w:val="Fontepargpadro"/>
    <w:uiPriority w:val="99"/>
    <w:semiHidden/>
    <w:unhideWhenUsed/>
    <w:rsid w:val="00362BD8"/>
    <w:rPr>
      <w:color w:val="605E5C"/>
      <w:shd w:val="clear" w:color="auto" w:fill="E1DFDD"/>
    </w:rPr>
  </w:style>
  <w:style w:type="table" w:styleId="Tabelacomgrade">
    <w:name w:val="Table Grid"/>
    <w:basedOn w:val="Tabelanormal"/>
    <w:rsid w:val="0002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023E99"/>
    <w:pPr>
      <w:widowControl w:val="0"/>
      <w:autoSpaceDE w:val="0"/>
      <w:autoSpaceDN w:val="0"/>
    </w:pPr>
    <w:rPr>
      <w:rFonts w:ascii="Times New Roman" w:hAnsi="Times New Roman" w:cs="Times New Roman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32</TotalTime>
  <Pages>8</Pages>
  <Words>2056</Words>
  <Characters>11389</Characters>
  <Application>Microsoft Office Word</Application>
  <DocSecurity>0</DocSecurity>
  <Lines>94</Lines>
  <Paragraphs>26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cp:keywords/>
  <dc:description/>
  <cp:lastModifiedBy>Diogo Jose Alves Barboza</cp:lastModifiedBy>
  <cp:revision>9</cp:revision>
  <cp:lastPrinted>2017-09-20T20:17:00Z</cp:lastPrinted>
  <dcterms:created xsi:type="dcterms:W3CDTF">2023-01-05T12:33:00Z</dcterms:created>
  <dcterms:modified xsi:type="dcterms:W3CDTF">2023-11-13T18:44:00Z</dcterms:modified>
</cp:coreProperties>
</file>