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E3152F" w14:textId="26E13CB8" w:rsidR="00D63C4B" w:rsidRPr="000B36BC" w:rsidRDefault="00D63C4B" w:rsidP="00BC6C02">
      <w:pPr>
        <w:jc w:val="center"/>
        <w:rPr>
          <w:rFonts w:ascii="Times New Roman" w:hAnsi="Times New Roman" w:cs="Times New Roman"/>
          <w:color w:val="000000" w:themeColor="text1"/>
        </w:rPr>
      </w:pPr>
      <w:r w:rsidRPr="000B36BC">
        <w:rPr>
          <w:rFonts w:ascii="Times New Roman" w:hAnsi="Times New Roman" w:cs="Times New Roman"/>
          <w:color w:val="000000" w:themeColor="text1"/>
        </w:rPr>
        <w:t>Anexo 04</w:t>
      </w:r>
      <w:r w:rsidR="000B36BC" w:rsidRPr="000B36BC">
        <w:rPr>
          <w:rFonts w:ascii="Times New Roman" w:hAnsi="Times New Roman" w:cs="Times New Roman"/>
          <w:color w:val="000000" w:themeColor="text1"/>
        </w:rPr>
        <w:t xml:space="preserve"> (a)</w:t>
      </w:r>
      <w:r w:rsidRPr="000B36BC">
        <w:rPr>
          <w:rFonts w:ascii="Times New Roman" w:hAnsi="Times New Roman" w:cs="Times New Roman"/>
          <w:color w:val="000000" w:themeColor="text1"/>
        </w:rPr>
        <w:t xml:space="preserve"> do </w:t>
      </w:r>
      <w:r w:rsidR="004303ED" w:rsidRPr="000B36BC">
        <w:rPr>
          <w:rFonts w:ascii="Times New Roman" w:hAnsi="Times New Roman" w:cs="Times New Roman"/>
          <w:color w:val="000000" w:themeColor="text1"/>
        </w:rPr>
        <w:t>Termo de Referência</w:t>
      </w:r>
    </w:p>
    <w:p w14:paraId="26B09773" w14:textId="77777777" w:rsidR="00D63C4B" w:rsidRPr="000B36BC" w:rsidRDefault="00D63C4B" w:rsidP="00BC6C02">
      <w:pPr>
        <w:pStyle w:val="Nivel1"/>
        <w:numPr>
          <w:ilvl w:val="0"/>
          <w:numId w:val="0"/>
        </w:numPr>
        <w:spacing w:before="0" w:after="0" w:line="360" w:lineRule="auto"/>
        <w:contextualSpacing/>
        <w:jc w:val="center"/>
        <w:rPr>
          <w:rFonts w:ascii="Times New Roman" w:hAnsi="Times New Roman"/>
          <w:color w:val="000000" w:themeColor="text1"/>
        </w:rPr>
      </w:pPr>
    </w:p>
    <w:p w14:paraId="5FAED56A" w14:textId="392A7FD7" w:rsidR="00D63C4B" w:rsidRPr="000B36BC" w:rsidRDefault="00D63C4B" w:rsidP="00BC6C02">
      <w:pPr>
        <w:pStyle w:val="Nivel1"/>
        <w:numPr>
          <w:ilvl w:val="0"/>
          <w:numId w:val="0"/>
        </w:numPr>
        <w:spacing w:before="0" w:after="0" w:line="360" w:lineRule="auto"/>
        <w:contextualSpacing/>
        <w:jc w:val="center"/>
        <w:rPr>
          <w:rFonts w:ascii="Times New Roman" w:hAnsi="Times New Roman"/>
          <w:color w:val="000000" w:themeColor="text1"/>
        </w:rPr>
      </w:pPr>
      <w:r w:rsidRPr="000B36BC">
        <w:rPr>
          <w:rFonts w:ascii="Times New Roman" w:hAnsi="Times New Roman"/>
          <w:color w:val="000000" w:themeColor="text1"/>
        </w:rPr>
        <w:t>MODELO DE PROPOSTA DE PREÇOS – FOLHA DE ROSTO</w:t>
      </w:r>
    </w:p>
    <w:p w14:paraId="217D052C" w14:textId="77777777" w:rsidR="00757C79" w:rsidRPr="000B36BC" w:rsidRDefault="00757C79" w:rsidP="00BC6C02">
      <w:pPr>
        <w:spacing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Cs w:val="20"/>
        </w:rPr>
      </w:pPr>
      <w:r w:rsidRPr="000B36BC">
        <w:rPr>
          <w:rFonts w:ascii="Times New Roman" w:hAnsi="Times New Roman" w:cs="Times New Roman"/>
          <w:b/>
          <w:bCs/>
          <w:color w:val="000000" w:themeColor="text1"/>
          <w:szCs w:val="20"/>
        </w:rPr>
        <w:t>À Empresa Brasileira de Hemoderivados e Biotecnologia – Hemobrás</w:t>
      </w:r>
    </w:p>
    <w:p w14:paraId="543C388F" w14:textId="77777777" w:rsidR="00757C79" w:rsidRPr="000B36BC" w:rsidRDefault="00757C79" w:rsidP="00BC6C02">
      <w:pPr>
        <w:spacing w:line="276" w:lineRule="auto"/>
        <w:jc w:val="both"/>
        <w:rPr>
          <w:rFonts w:ascii="Times New Roman" w:hAnsi="Times New Roman" w:cs="Times New Roman"/>
          <w:bCs/>
          <w:color w:val="000000" w:themeColor="text1"/>
          <w:szCs w:val="20"/>
        </w:rPr>
      </w:pPr>
      <w:r w:rsidRPr="000B36BC">
        <w:rPr>
          <w:rFonts w:ascii="Times New Roman" w:hAnsi="Times New Roman" w:cs="Times New Roman"/>
          <w:bCs/>
          <w:color w:val="000000" w:themeColor="text1"/>
          <w:szCs w:val="20"/>
        </w:rPr>
        <w:t>CNPJ: 07.607.851/0004-99</w:t>
      </w:r>
    </w:p>
    <w:p w14:paraId="25529C0B" w14:textId="77777777" w:rsidR="00757C79" w:rsidRPr="000B36BC" w:rsidRDefault="00757C79" w:rsidP="00BC6C02">
      <w:pPr>
        <w:spacing w:line="276" w:lineRule="auto"/>
        <w:jc w:val="both"/>
        <w:rPr>
          <w:rFonts w:ascii="Times New Roman" w:hAnsi="Times New Roman" w:cs="Times New Roman"/>
          <w:bCs/>
          <w:color w:val="000000" w:themeColor="text1"/>
          <w:szCs w:val="20"/>
        </w:rPr>
      </w:pPr>
      <w:r w:rsidRPr="000B36BC">
        <w:rPr>
          <w:rFonts w:ascii="Times New Roman" w:hAnsi="Times New Roman" w:cs="Times New Roman"/>
          <w:bCs/>
          <w:color w:val="000000" w:themeColor="text1"/>
          <w:szCs w:val="20"/>
        </w:rPr>
        <w:t>ENDEREÇO: Rua Professor Aloísio Pessoa de Araújo, nº 75, Edifício Boa Viagem Corporate, 8º e 9º andares, Boa Viagem</w:t>
      </w:r>
    </w:p>
    <w:p w14:paraId="6D392085" w14:textId="77777777" w:rsidR="00757C79" w:rsidRPr="000B36BC" w:rsidRDefault="00757C79" w:rsidP="00BC6C02">
      <w:pPr>
        <w:spacing w:line="276" w:lineRule="auto"/>
        <w:jc w:val="both"/>
        <w:rPr>
          <w:rFonts w:ascii="Times New Roman" w:hAnsi="Times New Roman" w:cs="Times New Roman"/>
          <w:bCs/>
          <w:color w:val="000000" w:themeColor="text1"/>
          <w:szCs w:val="20"/>
        </w:rPr>
      </w:pPr>
      <w:r w:rsidRPr="000B36BC">
        <w:rPr>
          <w:rFonts w:ascii="Times New Roman" w:hAnsi="Times New Roman" w:cs="Times New Roman"/>
          <w:bCs/>
          <w:color w:val="000000" w:themeColor="text1"/>
          <w:szCs w:val="20"/>
        </w:rPr>
        <w:t>Recife-PE, CEP: 51.021-410</w:t>
      </w:r>
    </w:p>
    <w:p w14:paraId="43A175F1" w14:textId="77777777" w:rsidR="00757C79" w:rsidRPr="000B36BC" w:rsidRDefault="00757C79" w:rsidP="00BC6C02">
      <w:pPr>
        <w:spacing w:line="276" w:lineRule="auto"/>
        <w:jc w:val="both"/>
        <w:rPr>
          <w:rFonts w:ascii="Times New Roman" w:hAnsi="Times New Roman" w:cs="Times New Roman"/>
          <w:bCs/>
          <w:color w:val="000000" w:themeColor="text1"/>
          <w:szCs w:val="20"/>
        </w:rPr>
      </w:pPr>
    </w:p>
    <w:p w14:paraId="2436807C" w14:textId="7B1AC75B" w:rsidR="00757C79" w:rsidRPr="000B36BC" w:rsidRDefault="00757C79" w:rsidP="00BC6C02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0B36BC">
        <w:rPr>
          <w:rFonts w:ascii="Times New Roman" w:hAnsi="Times New Roman" w:cs="Times New Roman"/>
          <w:color w:val="000000" w:themeColor="text1"/>
          <w:szCs w:val="20"/>
        </w:rPr>
        <w:t>Segue proposta comercial referente à licitação para contratação de serviços de engenharia para gerenciamento de obras e instalações farmacêuticas na unidade fabril da Hemobrás em Goiana/PE, de acordo com os preços expostos abaixo:</w:t>
      </w:r>
    </w:p>
    <w:p w14:paraId="022BDD4F" w14:textId="77777777" w:rsidR="00757C79" w:rsidRPr="000B36BC" w:rsidRDefault="00757C79" w:rsidP="00BC6C02">
      <w:pPr>
        <w:spacing w:line="276" w:lineRule="auto"/>
        <w:jc w:val="both"/>
        <w:rPr>
          <w:rFonts w:ascii="Times New Roman" w:hAnsi="Times New Roman" w:cs="Times New Roman"/>
          <w:bCs/>
          <w:color w:val="000000" w:themeColor="text1"/>
          <w:szCs w:val="20"/>
        </w:rPr>
      </w:pPr>
    </w:p>
    <w:p w14:paraId="67D5CD7A" w14:textId="77777777" w:rsidR="00757C79" w:rsidRPr="000B36BC" w:rsidRDefault="00757C79" w:rsidP="00BC6C02">
      <w:pPr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Cs w:val="20"/>
        </w:rPr>
      </w:pPr>
      <w:r w:rsidRPr="000B36BC">
        <w:rPr>
          <w:rFonts w:ascii="Times New Roman" w:hAnsi="Times New Roman" w:cs="Times New Roman"/>
          <w:b/>
          <w:color w:val="000000" w:themeColor="text1"/>
          <w:szCs w:val="20"/>
        </w:rPr>
        <w:t>Tabela 1 - Proposta de Preço</w:t>
      </w:r>
    </w:p>
    <w:p w14:paraId="1038C0DB" w14:textId="77777777" w:rsidR="00757C79" w:rsidRPr="000B36BC" w:rsidRDefault="00757C79" w:rsidP="00BC6C02">
      <w:pPr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Cs w:val="20"/>
          <w:u w:val="single"/>
        </w:rPr>
      </w:pPr>
    </w:p>
    <w:tbl>
      <w:tblPr>
        <w:tblW w:w="949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993"/>
        <w:gridCol w:w="3260"/>
        <w:gridCol w:w="1559"/>
        <w:gridCol w:w="1276"/>
        <w:gridCol w:w="1276"/>
      </w:tblGrid>
      <w:tr w:rsidR="000B36BC" w:rsidRPr="000B36BC" w14:paraId="336C997F" w14:textId="77777777" w:rsidTr="00757C79">
        <w:trPr>
          <w:trHeight w:val="298"/>
          <w:jc w:val="center"/>
        </w:trPr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C4B3B84" w14:textId="77777777" w:rsidR="00757C79" w:rsidRPr="000B36BC" w:rsidRDefault="00757C79" w:rsidP="00BC6C0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 w:themeColor="text1"/>
                <w:szCs w:val="20"/>
              </w:rPr>
            </w:pPr>
            <w:r w:rsidRPr="000B36BC">
              <w:rPr>
                <w:rFonts w:ascii="Times New Roman" w:hAnsi="Times New Roman" w:cs="Times New Roman"/>
                <w:b/>
                <w:bCs/>
                <w:caps/>
                <w:color w:val="000000" w:themeColor="text1"/>
                <w:szCs w:val="20"/>
              </w:rPr>
              <w:t xml:space="preserve">Grupo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D372C5E" w14:textId="77777777" w:rsidR="00757C79" w:rsidRPr="000B36BC" w:rsidRDefault="00757C79" w:rsidP="00BC6C0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 w:themeColor="text1"/>
                <w:szCs w:val="20"/>
              </w:rPr>
            </w:pPr>
            <w:r w:rsidRPr="000B36BC">
              <w:rPr>
                <w:rFonts w:ascii="Times New Roman" w:hAnsi="Times New Roman" w:cs="Times New Roman"/>
                <w:b/>
                <w:bCs/>
                <w:caps/>
                <w:color w:val="000000" w:themeColor="text1"/>
                <w:szCs w:val="20"/>
              </w:rPr>
              <w:t>Item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8ADDDE6" w14:textId="77777777" w:rsidR="00757C79" w:rsidRPr="000B36BC" w:rsidRDefault="00757C79" w:rsidP="00BC6C0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 w:themeColor="text1"/>
                <w:szCs w:val="20"/>
              </w:rPr>
            </w:pPr>
            <w:r w:rsidRPr="000B36BC">
              <w:rPr>
                <w:rFonts w:ascii="Times New Roman" w:hAnsi="Times New Roman" w:cs="Times New Roman"/>
                <w:b/>
                <w:bCs/>
                <w:caps/>
                <w:color w:val="000000" w:themeColor="text1"/>
                <w:szCs w:val="20"/>
              </w:rPr>
              <w:t>Objeto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126B2E5" w14:textId="77777777" w:rsidR="00757C79" w:rsidRPr="000B36BC" w:rsidRDefault="00757C79" w:rsidP="00BC6C0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 w:themeColor="text1"/>
                <w:szCs w:val="20"/>
              </w:rPr>
            </w:pPr>
            <w:r w:rsidRPr="000B36BC">
              <w:rPr>
                <w:rFonts w:ascii="Times New Roman" w:hAnsi="Times New Roman" w:cs="Times New Roman"/>
                <w:b/>
                <w:bCs/>
                <w:caps/>
                <w:color w:val="000000" w:themeColor="text1"/>
                <w:szCs w:val="20"/>
              </w:rPr>
              <w:t>QUANTIDADE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4A9DC12" w14:textId="77777777" w:rsidR="00757C79" w:rsidRPr="000B36BC" w:rsidRDefault="00757C79" w:rsidP="00BC6C0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 w:themeColor="text1"/>
                <w:szCs w:val="20"/>
              </w:rPr>
            </w:pPr>
            <w:r w:rsidRPr="000B36BC">
              <w:rPr>
                <w:rFonts w:ascii="Times New Roman" w:hAnsi="Times New Roman" w:cs="Times New Roman"/>
                <w:b/>
                <w:bCs/>
                <w:caps/>
                <w:color w:val="000000" w:themeColor="text1"/>
                <w:szCs w:val="20"/>
              </w:rPr>
              <w:t>Preço (R$)</w:t>
            </w:r>
          </w:p>
        </w:tc>
      </w:tr>
      <w:tr w:rsidR="000B36BC" w:rsidRPr="000B36BC" w14:paraId="352E2050" w14:textId="77777777" w:rsidTr="00757C79">
        <w:trPr>
          <w:trHeight w:val="416"/>
          <w:jc w:val="center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979D2" w14:textId="77777777" w:rsidR="00757C79" w:rsidRPr="000B36BC" w:rsidRDefault="00757C79" w:rsidP="00BC6C02">
            <w:pPr>
              <w:rPr>
                <w:rFonts w:ascii="Times New Roman" w:hAnsi="Times New Roman" w:cs="Times New Roman"/>
                <w:b/>
                <w:bCs/>
                <w:caps/>
                <w:color w:val="000000" w:themeColor="text1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36193" w14:textId="77777777" w:rsidR="00757C79" w:rsidRPr="000B36BC" w:rsidRDefault="00757C79" w:rsidP="00BC6C02">
            <w:pPr>
              <w:rPr>
                <w:rFonts w:ascii="Times New Roman" w:hAnsi="Times New Roman" w:cs="Times New Roman"/>
                <w:b/>
                <w:bCs/>
                <w:caps/>
                <w:color w:val="000000" w:themeColor="text1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34101" w14:textId="77777777" w:rsidR="00757C79" w:rsidRPr="000B36BC" w:rsidRDefault="00757C79" w:rsidP="00BC6C02">
            <w:pPr>
              <w:rPr>
                <w:rFonts w:ascii="Times New Roman" w:hAnsi="Times New Roman" w:cs="Times New Roman"/>
                <w:b/>
                <w:bCs/>
                <w:caps/>
                <w:color w:val="000000" w:themeColor="text1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1C631" w14:textId="77777777" w:rsidR="00757C79" w:rsidRPr="000B36BC" w:rsidRDefault="00757C79" w:rsidP="00BC6C02">
            <w:pPr>
              <w:rPr>
                <w:rFonts w:ascii="Times New Roman" w:hAnsi="Times New Roman" w:cs="Times New Roman"/>
                <w:b/>
                <w:bCs/>
                <w:caps/>
                <w:color w:val="000000" w:themeColor="text1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B4CFEF9" w14:textId="77777777" w:rsidR="00757C79" w:rsidRPr="000B36BC" w:rsidRDefault="00757C79" w:rsidP="00BC6C0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 w:themeColor="text1"/>
                <w:szCs w:val="20"/>
              </w:rPr>
            </w:pPr>
            <w:r w:rsidRPr="000B36BC">
              <w:rPr>
                <w:rFonts w:ascii="Times New Roman" w:hAnsi="Times New Roman" w:cs="Times New Roman"/>
                <w:b/>
                <w:bCs/>
                <w:caps/>
                <w:color w:val="000000" w:themeColor="text1"/>
                <w:szCs w:val="20"/>
              </w:rPr>
              <w:t>Unitário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3DE60A2" w14:textId="77777777" w:rsidR="00757C79" w:rsidRPr="000B36BC" w:rsidRDefault="00757C79" w:rsidP="00BC6C0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 w:themeColor="text1"/>
                <w:szCs w:val="20"/>
              </w:rPr>
            </w:pPr>
            <w:r w:rsidRPr="000B36BC">
              <w:rPr>
                <w:rFonts w:ascii="Times New Roman" w:hAnsi="Times New Roman" w:cs="Times New Roman"/>
                <w:b/>
                <w:bCs/>
                <w:caps/>
                <w:color w:val="000000" w:themeColor="text1"/>
                <w:szCs w:val="20"/>
              </w:rPr>
              <w:t>Total</w:t>
            </w:r>
          </w:p>
        </w:tc>
      </w:tr>
      <w:tr w:rsidR="000B36BC" w:rsidRPr="000B36BC" w14:paraId="5158A8A1" w14:textId="77777777" w:rsidTr="00757C79">
        <w:trPr>
          <w:trHeight w:val="229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A6179" w14:textId="77777777" w:rsidR="00757C79" w:rsidRPr="000B36BC" w:rsidRDefault="00757C79" w:rsidP="00BC6C02">
            <w:pPr>
              <w:spacing w:before="120" w:after="120" w:line="276" w:lineRule="auto"/>
              <w:ind w:firstLine="72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0B36BC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GRUPO I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A3294" w14:textId="77777777" w:rsidR="00757C79" w:rsidRPr="000B36BC" w:rsidRDefault="00757C79" w:rsidP="00BC6C0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aps/>
                <w:color w:val="000000" w:themeColor="text1"/>
                <w:szCs w:val="20"/>
              </w:rPr>
            </w:pPr>
            <w:r w:rsidRPr="000B36BC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ITEM 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32685" w14:textId="3966CD4F" w:rsidR="00757C79" w:rsidRPr="000B36BC" w:rsidRDefault="00757C79" w:rsidP="00BC6C02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caps/>
                <w:color w:val="000000" w:themeColor="text1"/>
                <w:szCs w:val="20"/>
              </w:rPr>
            </w:pPr>
            <w:r w:rsidRPr="000B36BC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Serviços de engenharia para gerenciamento de obras e </w:t>
            </w:r>
            <w:r w:rsidR="00A93467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de montagens eletromecânicas em </w:t>
            </w:r>
            <w:r w:rsidRPr="000B36BC">
              <w:rPr>
                <w:rFonts w:ascii="Times New Roman" w:hAnsi="Times New Roman" w:cs="Times New Roman"/>
                <w:color w:val="000000" w:themeColor="text1"/>
                <w:szCs w:val="20"/>
              </w:rPr>
              <w:t>instalações farmacêuticas na unidade fabril da Hemobrás em Goiana/PE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6C20" w14:textId="458F8149" w:rsidR="00757C79" w:rsidRPr="000B36BC" w:rsidRDefault="00757C79" w:rsidP="00BC6C02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caps/>
                <w:color w:val="000000" w:themeColor="text1"/>
                <w:szCs w:val="20"/>
              </w:rPr>
            </w:pPr>
            <w:r w:rsidRPr="000B36BC">
              <w:rPr>
                <w:rFonts w:ascii="Times New Roman" w:hAnsi="Times New Roman" w:cs="Times New Roman"/>
                <w:i/>
                <w:caps/>
                <w:color w:val="000000" w:themeColor="text1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5B6C2" w14:textId="77777777" w:rsidR="00757C79" w:rsidRPr="000B36BC" w:rsidRDefault="00757C79" w:rsidP="00BC6C0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0ED9E" w14:textId="77777777" w:rsidR="00757C79" w:rsidRPr="000B36BC" w:rsidRDefault="00757C79" w:rsidP="00BC6C0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</w:p>
        </w:tc>
      </w:tr>
      <w:tr w:rsidR="00757C79" w:rsidRPr="000B36BC" w14:paraId="4D078A48" w14:textId="77777777" w:rsidTr="00757C79">
        <w:trPr>
          <w:trHeight w:val="40"/>
          <w:jc w:val="center"/>
        </w:trPr>
        <w:tc>
          <w:tcPr>
            <w:tcW w:w="82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15FEC" w14:textId="77777777" w:rsidR="00757C79" w:rsidRPr="000B36BC" w:rsidRDefault="00757C79" w:rsidP="00BC6C0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0B36BC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VALOR TOTAL DA PROPOSTA: R$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9E01C" w14:textId="77777777" w:rsidR="00757C79" w:rsidRPr="000B36BC" w:rsidRDefault="00757C79" w:rsidP="00BC6C0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bookmarkStart w:id="0" w:name="_Hlk18066614"/>
            <w:bookmarkEnd w:id="0"/>
          </w:p>
        </w:tc>
      </w:tr>
    </w:tbl>
    <w:p w14:paraId="3550CC84" w14:textId="77777777" w:rsidR="00757C79" w:rsidRPr="000B36BC" w:rsidRDefault="00757C79" w:rsidP="00BC6C02">
      <w:pPr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Cs w:val="20"/>
        </w:rPr>
      </w:pPr>
    </w:p>
    <w:p w14:paraId="32B29131" w14:textId="77777777" w:rsidR="00757C79" w:rsidRPr="000B36BC" w:rsidRDefault="00757C79" w:rsidP="00BC6C02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Cs w:val="20"/>
        </w:rPr>
      </w:pPr>
    </w:p>
    <w:p w14:paraId="0778C278" w14:textId="77777777" w:rsidR="00757C79" w:rsidRPr="000B36BC" w:rsidRDefault="00757C79" w:rsidP="00BC6C02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0B36BC">
        <w:rPr>
          <w:rFonts w:ascii="Times New Roman" w:hAnsi="Times New Roman" w:cs="Times New Roman"/>
          <w:color w:val="000000" w:themeColor="text1"/>
          <w:szCs w:val="20"/>
        </w:rPr>
        <w:t xml:space="preserve">De acordo com a planilha de preços exposta acima, nossa proposta tem preço global fixado em R$ ........... (................). </w:t>
      </w:r>
    </w:p>
    <w:p w14:paraId="3EC93BE0" w14:textId="77777777" w:rsidR="00757C79" w:rsidRPr="000B36BC" w:rsidRDefault="00757C79" w:rsidP="00BC6C02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Cs w:val="20"/>
        </w:rPr>
      </w:pPr>
    </w:p>
    <w:p w14:paraId="490AE8C0" w14:textId="77777777" w:rsidR="00757C79" w:rsidRPr="000B36BC" w:rsidRDefault="00757C79" w:rsidP="00BC6C02">
      <w:pPr>
        <w:spacing w:line="276" w:lineRule="auto"/>
        <w:jc w:val="both"/>
        <w:rPr>
          <w:rFonts w:ascii="Times New Roman" w:hAnsi="Times New Roman" w:cs="Times New Roman"/>
          <w:bCs/>
          <w:color w:val="000000" w:themeColor="text1"/>
          <w:szCs w:val="20"/>
        </w:rPr>
      </w:pPr>
      <w:r w:rsidRPr="000B36BC">
        <w:rPr>
          <w:rFonts w:ascii="Times New Roman" w:hAnsi="Times New Roman" w:cs="Times New Roman"/>
          <w:bCs/>
          <w:color w:val="000000" w:themeColor="text1"/>
          <w:szCs w:val="20"/>
        </w:rPr>
        <w:t>A validade desta proposta é de ....... (............) dias</w:t>
      </w:r>
    </w:p>
    <w:p w14:paraId="428FE890" w14:textId="77777777" w:rsidR="00757C79" w:rsidRPr="000B36BC" w:rsidRDefault="00757C79" w:rsidP="00BC6C02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Cs w:val="20"/>
        </w:rPr>
      </w:pPr>
    </w:p>
    <w:p w14:paraId="25D9BBD9" w14:textId="77777777" w:rsidR="00757C79" w:rsidRPr="000B36BC" w:rsidRDefault="00757C79" w:rsidP="00BC6C02">
      <w:pPr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Cs w:val="20"/>
        </w:rPr>
      </w:pPr>
      <w:r w:rsidRPr="000B36BC">
        <w:rPr>
          <w:rFonts w:ascii="Times New Roman" w:hAnsi="Times New Roman" w:cs="Times New Roman"/>
          <w:b/>
          <w:color w:val="000000" w:themeColor="text1"/>
          <w:szCs w:val="20"/>
        </w:rPr>
        <w:t>Declaramos que estamos de pleno acordo com todas as cond</w:t>
      </w:r>
      <w:bookmarkStart w:id="1" w:name="_GoBack"/>
      <w:bookmarkEnd w:id="1"/>
      <w:r w:rsidRPr="000B36BC">
        <w:rPr>
          <w:rFonts w:ascii="Times New Roman" w:hAnsi="Times New Roman" w:cs="Times New Roman"/>
          <w:b/>
          <w:color w:val="000000" w:themeColor="text1"/>
          <w:szCs w:val="20"/>
        </w:rPr>
        <w:t>ições e especificações estabelecidas no Termo de Referência e seus Anexos, bem como aceitamos todas as obrigações e responsabilidades determinadas no Termo de Referência.</w:t>
      </w:r>
    </w:p>
    <w:p w14:paraId="2D083E03" w14:textId="77777777" w:rsidR="00757C79" w:rsidRPr="000B36BC" w:rsidRDefault="00757C79" w:rsidP="00BC6C02">
      <w:pPr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Cs w:val="20"/>
        </w:rPr>
      </w:pPr>
    </w:p>
    <w:p w14:paraId="303FCC30" w14:textId="77777777" w:rsidR="00757C79" w:rsidRPr="000B36BC" w:rsidRDefault="00757C79" w:rsidP="00BC6C02">
      <w:pPr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Cs w:val="20"/>
        </w:rPr>
      </w:pPr>
      <w:r w:rsidRPr="000B36BC">
        <w:rPr>
          <w:rFonts w:ascii="Times New Roman" w:hAnsi="Times New Roman" w:cs="Times New Roman"/>
          <w:b/>
          <w:color w:val="000000" w:themeColor="text1"/>
          <w:szCs w:val="20"/>
        </w:rPr>
        <w:t>Declaramos que nos preços cotados estão incluídas todas as despesas que, direta ou indiretamente, fazem parte do presente objeto, tais como gastos da empresa com suporte técnico e administrativo, impostos, seguros, taxas, ou quaisquer outros que possam incidir sobre gastos da empresa, sem quaisquer acréscimos em virtude de expectativa inflacionária e deduzidos os descontos eventualmente concedidos.</w:t>
      </w:r>
    </w:p>
    <w:p w14:paraId="1A8911C6" w14:textId="77777777" w:rsidR="00757C79" w:rsidRPr="000B36BC" w:rsidRDefault="00757C79" w:rsidP="00BC6C02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Cs w:val="20"/>
        </w:rPr>
      </w:pPr>
    </w:p>
    <w:p w14:paraId="177BA596" w14:textId="77777777" w:rsidR="00757C79" w:rsidRPr="000B36BC" w:rsidRDefault="00757C79" w:rsidP="00BC6C02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Cs w:val="20"/>
        </w:rPr>
      </w:pPr>
    </w:p>
    <w:p w14:paraId="7D8C17FF" w14:textId="77777777" w:rsidR="00757C79" w:rsidRPr="000B36BC" w:rsidRDefault="00757C79" w:rsidP="00BC6C02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0B36BC">
        <w:rPr>
          <w:rFonts w:ascii="Times New Roman" w:hAnsi="Times New Roman" w:cs="Times New Roman"/>
          <w:b/>
          <w:color w:val="000000" w:themeColor="text1"/>
          <w:szCs w:val="20"/>
          <w:u w:val="single"/>
        </w:rPr>
        <w:t>DADOS DA EMPRESA PARA EFEITO DA EVENTUAL CONTRATAÇÃO</w:t>
      </w:r>
      <w:r w:rsidRPr="000B36BC">
        <w:rPr>
          <w:rFonts w:ascii="Times New Roman" w:hAnsi="Times New Roman" w:cs="Times New Roman"/>
          <w:color w:val="000000" w:themeColor="text1"/>
          <w:szCs w:val="20"/>
        </w:rPr>
        <w:t>:</w:t>
      </w:r>
    </w:p>
    <w:p w14:paraId="02818DCC" w14:textId="77777777" w:rsidR="00757C79" w:rsidRPr="000B36BC" w:rsidRDefault="00757C79" w:rsidP="00BC6C02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Cs w:val="20"/>
        </w:rPr>
      </w:pPr>
    </w:p>
    <w:p w14:paraId="3F297DD6" w14:textId="77777777" w:rsidR="00757C79" w:rsidRPr="000B36BC" w:rsidRDefault="00757C79" w:rsidP="00BC6C02">
      <w:pPr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Cs w:val="20"/>
          <w:u w:val="single"/>
        </w:rPr>
      </w:pPr>
      <w:r w:rsidRPr="000B36BC">
        <w:rPr>
          <w:rFonts w:ascii="Times New Roman" w:hAnsi="Times New Roman" w:cs="Times New Roman"/>
          <w:b/>
          <w:color w:val="000000" w:themeColor="text1"/>
          <w:szCs w:val="20"/>
          <w:u w:val="single"/>
        </w:rPr>
        <w:t>EMPRESA</w:t>
      </w:r>
    </w:p>
    <w:p w14:paraId="35CD5376" w14:textId="77777777" w:rsidR="00757C79" w:rsidRPr="000B36BC" w:rsidRDefault="00757C79" w:rsidP="00BC6C02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0B36BC">
        <w:rPr>
          <w:rFonts w:ascii="Times New Roman" w:hAnsi="Times New Roman" w:cs="Times New Roman"/>
          <w:color w:val="000000" w:themeColor="text1"/>
          <w:szCs w:val="20"/>
        </w:rPr>
        <w:t>Nome Empresa:</w:t>
      </w:r>
    </w:p>
    <w:p w14:paraId="2107A2BF" w14:textId="77777777" w:rsidR="00757C79" w:rsidRPr="000B36BC" w:rsidRDefault="00757C79" w:rsidP="00BC6C02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0B36BC">
        <w:rPr>
          <w:rFonts w:ascii="Times New Roman" w:hAnsi="Times New Roman" w:cs="Times New Roman"/>
          <w:color w:val="000000" w:themeColor="text1"/>
          <w:szCs w:val="20"/>
        </w:rPr>
        <w:t>CNPJ:</w:t>
      </w:r>
    </w:p>
    <w:p w14:paraId="3CFB3ACD" w14:textId="77777777" w:rsidR="00757C79" w:rsidRPr="000B36BC" w:rsidRDefault="00757C79" w:rsidP="00BC6C02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0B36BC">
        <w:rPr>
          <w:rFonts w:ascii="Times New Roman" w:hAnsi="Times New Roman" w:cs="Times New Roman"/>
          <w:color w:val="000000" w:themeColor="text1"/>
          <w:szCs w:val="20"/>
        </w:rPr>
        <w:t>Insc. Est.:</w:t>
      </w:r>
    </w:p>
    <w:p w14:paraId="0D0B93E8" w14:textId="77777777" w:rsidR="00757C79" w:rsidRPr="000B36BC" w:rsidRDefault="00757C79" w:rsidP="00BC6C02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0B36BC">
        <w:rPr>
          <w:rFonts w:ascii="Times New Roman" w:hAnsi="Times New Roman" w:cs="Times New Roman"/>
          <w:color w:val="000000" w:themeColor="text1"/>
          <w:szCs w:val="20"/>
        </w:rPr>
        <w:t xml:space="preserve">Endereço Comercial: </w:t>
      </w:r>
    </w:p>
    <w:p w14:paraId="1035DF0F" w14:textId="77777777" w:rsidR="00757C79" w:rsidRPr="000B36BC" w:rsidRDefault="00757C79" w:rsidP="00BC6C02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0B36BC">
        <w:rPr>
          <w:rFonts w:ascii="Times New Roman" w:hAnsi="Times New Roman" w:cs="Times New Roman"/>
          <w:color w:val="000000" w:themeColor="text1"/>
          <w:szCs w:val="20"/>
        </w:rPr>
        <w:t>Cidade:</w:t>
      </w:r>
    </w:p>
    <w:p w14:paraId="7DBB09A1" w14:textId="77777777" w:rsidR="00757C79" w:rsidRPr="000B36BC" w:rsidRDefault="00757C79" w:rsidP="00BC6C02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0B36BC">
        <w:rPr>
          <w:rFonts w:ascii="Times New Roman" w:hAnsi="Times New Roman" w:cs="Times New Roman"/>
          <w:color w:val="000000" w:themeColor="text1"/>
          <w:szCs w:val="20"/>
        </w:rPr>
        <w:t>Estado:</w:t>
      </w:r>
    </w:p>
    <w:p w14:paraId="0B6D54C3" w14:textId="77777777" w:rsidR="00757C79" w:rsidRPr="000B36BC" w:rsidRDefault="00757C79" w:rsidP="00BC6C02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0B36BC">
        <w:rPr>
          <w:rFonts w:ascii="Times New Roman" w:hAnsi="Times New Roman" w:cs="Times New Roman"/>
          <w:color w:val="000000" w:themeColor="text1"/>
          <w:szCs w:val="20"/>
        </w:rPr>
        <w:t>CEP:</w:t>
      </w:r>
    </w:p>
    <w:p w14:paraId="7C596646" w14:textId="77777777" w:rsidR="00757C79" w:rsidRPr="000B36BC" w:rsidRDefault="00757C79" w:rsidP="00BC6C02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0B36BC">
        <w:rPr>
          <w:rFonts w:ascii="Times New Roman" w:hAnsi="Times New Roman" w:cs="Times New Roman"/>
          <w:color w:val="000000" w:themeColor="text1"/>
          <w:szCs w:val="20"/>
        </w:rPr>
        <w:t>Telefone:</w:t>
      </w:r>
    </w:p>
    <w:p w14:paraId="0CB5766E" w14:textId="77777777" w:rsidR="00757C79" w:rsidRPr="000B36BC" w:rsidRDefault="00757C79" w:rsidP="00BC6C02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0B36BC">
        <w:rPr>
          <w:rFonts w:ascii="Times New Roman" w:hAnsi="Times New Roman" w:cs="Times New Roman"/>
          <w:color w:val="000000" w:themeColor="text1"/>
          <w:szCs w:val="20"/>
        </w:rPr>
        <w:t>E-mail:</w:t>
      </w:r>
    </w:p>
    <w:p w14:paraId="288D1C20" w14:textId="77777777" w:rsidR="00757C79" w:rsidRPr="000B36BC" w:rsidRDefault="00757C79" w:rsidP="00BC6C02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Cs w:val="20"/>
        </w:rPr>
      </w:pPr>
    </w:p>
    <w:p w14:paraId="487CBA03" w14:textId="77777777" w:rsidR="00757C79" w:rsidRPr="000B36BC" w:rsidRDefault="00757C79" w:rsidP="00BC6C02">
      <w:pPr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Cs w:val="20"/>
          <w:u w:val="single"/>
        </w:rPr>
      </w:pPr>
      <w:r w:rsidRPr="000B36BC">
        <w:rPr>
          <w:rFonts w:ascii="Times New Roman" w:hAnsi="Times New Roman" w:cs="Times New Roman"/>
          <w:b/>
          <w:color w:val="000000" w:themeColor="text1"/>
          <w:szCs w:val="20"/>
          <w:u w:val="single"/>
        </w:rPr>
        <w:lastRenderedPageBreak/>
        <w:t>DADOS DO REPRESENTANTE LEGAL PARA FINS DE ASSINATURA DE CONTRATO</w:t>
      </w:r>
    </w:p>
    <w:p w14:paraId="73F8DC61" w14:textId="77777777" w:rsidR="00757C79" w:rsidRPr="000B36BC" w:rsidRDefault="00757C79" w:rsidP="00BC6C02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0B36BC">
        <w:rPr>
          <w:rFonts w:ascii="Times New Roman" w:hAnsi="Times New Roman" w:cs="Times New Roman"/>
          <w:color w:val="000000" w:themeColor="text1"/>
          <w:szCs w:val="20"/>
        </w:rPr>
        <w:t>Nome:</w:t>
      </w:r>
    </w:p>
    <w:p w14:paraId="2D2B6688" w14:textId="77777777" w:rsidR="00757C79" w:rsidRPr="000B36BC" w:rsidRDefault="00757C79" w:rsidP="00BC6C02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0B36BC">
        <w:rPr>
          <w:rFonts w:ascii="Times New Roman" w:hAnsi="Times New Roman" w:cs="Times New Roman"/>
          <w:color w:val="000000" w:themeColor="text1"/>
          <w:szCs w:val="20"/>
        </w:rPr>
        <w:t>RG:</w:t>
      </w:r>
    </w:p>
    <w:p w14:paraId="75093B75" w14:textId="77777777" w:rsidR="00757C79" w:rsidRPr="000B36BC" w:rsidRDefault="00757C79" w:rsidP="00BC6C02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0B36BC">
        <w:rPr>
          <w:rFonts w:ascii="Times New Roman" w:hAnsi="Times New Roman" w:cs="Times New Roman"/>
          <w:color w:val="000000" w:themeColor="text1"/>
          <w:szCs w:val="20"/>
        </w:rPr>
        <w:t>CPF:</w:t>
      </w:r>
    </w:p>
    <w:p w14:paraId="7E3ADF5A" w14:textId="77777777" w:rsidR="00757C79" w:rsidRPr="000B36BC" w:rsidRDefault="00757C79" w:rsidP="00BC6C02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0B36BC">
        <w:rPr>
          <w:rFonts w:ascii="Times New Roman" w:hAnsi="Times New Roman" w:cs="Times New Roman"/>
          <w:color w:val="000000" w:themeColor="text1"/>
          <w:szCs w:val="20"/>
        </w:rPr>
        <w:t>CARGO:</w:t>
      </w:r>
    </w:p>
    <w:p w14:paraId="3397769C" w14:textId="77777777" w:rsidR="00757C79" w:rsidRPr="000B36BC" w:rsidRDefault="00757C79" w:rsidP="00BC6C02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Cs w:val="20"/>
        </w:rPr>
      </w:pPr>
    </w:p>
    <w:p w14:paraId="54ADFC56" w14:textId="77777777" w:rsidR="00757C79" w:rsidRPr="000B36BC" w:rsidRDefault="00757C79" w:rsidP="00BC6C02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Cs w:val="20"/>
        </w:rPr>
      </w:pPr>
    </w:p>
    <w:p w14:paraId="31B65BE4" w14:textId="77777777" w:rsidR="00757C79" w:rsidRPr="000B36BC" w:rsidRDefault="00757C79" w:rsidP="00BC6C02">
      <w:pPr>
        <w:spacing w:line="276" w:lineRule="auto"/>
        <w:jc w:val="right"/>
        <w:rPr>
          <w:rFonts w:ascii="Times New Roman" w:hAnsi="Times New Roman" w:cs="Times New Roman"/>
          <w:color w:val="000000" w:themeColor="text1"/>
          <w:szCs w:val="20"/>
        </w:rPr>
      </w:pPr>
      <w:r w:rsidRPr="000B36BC">
        <w:rPr>
          <w:rFonts w:ascii="Times New Roman" w:hAnsi="Times New Roman" w:cs="Times New Roman"/>
          <w:color w:val="000000" w:themeColor="text1"/>
          <w:szCs w:val="20"/>
        </w:rPr>
        <w:t>(Local)............................., de 20__.</w:t>
      </w:r>
    </w:p>
    <w:p w14:paraId="3BEFFBD7" w14:textId="77777777" w:rsidR="00757C79" w:rsidRPr="000B36BC" w:rsidRDefault="00757C79" w:rsidP="00BC6C02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Cs w:val="20"/>
        </w:rPr>
      </w:pPr>
    </w:p>
    <w:p w14:paraId="009D41EC" w14:textId="77777777" w:rsidR="00757C79" w:rsidRPr="000B36BC" w:rsidRDefault="00757C79" w:rsidP="00BC6C02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Cs w:val="20"/>
        </w:rPr>
      </w:pPr>
      <w:r w:rsidRPr="000B36BC">
        <w:rPr>
          <w:rFonts w:ascii="Times New Roman" w:hAnsi="Times New Roman" w:cs="Times New Roman"/>
          <w:color w:val="000000" w:themeColor="text1"/>
          <w:szCs w:val="20"/>
        </w:rPr>
        <w:t>...........................................................................</w:t>
      </w:r>
    </w:p>
    <w:p w14:paraId="2BF6B3E8" w14:textId="77777777" w:rsidR="00757C79" w:rsidRPr="000B36BC" w:rsidRDefault="00757C79" w:rsidP="00BC6C02">
      <w:pPr>
        <w:spacing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zCs w:val="20"/>
        </w:rPr>
      </w:pPr>
      <w:r w:rsidRPr="000B36BC">
        <w:rPr>
          <w:rFonts w:ascii="Times New Roman" w:hAnsi="Times New Roman" w:cs="Times New Roman"/>
          <w:color w:val="000000" w:themeColor="text1"/>
          <w:szCs w:val="20"/>
        </w:rPr>
        <w:t>(Assinatura do representante legal e carimbo)</w:t>
      </w:r>
    </w:p>
    <w:p w14:paraId="32609576" w14:textId="77777777" w:rsidR="00757C79" w:rsidRPr="000B36BC" w:rsidRDefault="00757C79" w:rsidP="00BC6C02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Cs w:val="20"/>
        </w:rPr>
      </w:pPr>
    </w:p>
    <w:p w14:paraId="3E52AE77" w14:textId="77777777" w:rsidR="00757C79" w:rsidRPr="000B36BC" w:rsidRDefault="00757C79" w:rsidP="00BC6C02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Cs w:val="20"/>
        </w:rPr>
      </w:pPr>
    </w:p>
    <w:p w14:paraId="04FBDE38" w14:textId="77777777" w:rsidR="00757C79" w:rsidRPr="000B36BC" w:rsidRDefault="00757C79" w:rsidP="00BC6C02">
      <w:pPr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Cs w:val="20"/>
          <w:u w:val="single"/>
        </w:rPr>
      </w:pPr>
      <w:r w:rsidRPr="000B36BC">
        <w:rPr>
          <w:rFonts w:ascii="Times New Roman" w:hAnsi="Times New Roman" w:cs="Times New Roman"/>
          <w:b/>
          <w:color w:val="000000" w:themeColor="text1"/>
          <w:szCs w:val="20"/>
          <w:u w:val="single"/>
        </w:rPr>
        <w:t>NOTAS</w:t>
      </w:r>
    </w:p>
    <w:p w14:paraId="4D88B102" w14:textId="77777777" w:rsidR="00757C79" w:rsidRPr="000B36BC" w:rsidRDefault="00757C79" w:rsidP="00BC6C02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0B36BC">
        <w:rPr>
          <w:rFonts w:ascii="Times New Roman" w:hAnsi="Times New Roman" w:cs="Times New Roman"/>
          <w:b/>
          <w:bCs/>
          <w:color w:val="000000" w:themeColor="text1"/>
          <w:szCs w:val="20"/>
        </w:rPr>
        <w:t xml:space="preserve">1) </w:t>
      </w:r>
      <w:r w:rsidRPr="000B36BC">
        <w:rPr>
          <w:rFonts w:ascii="Times New Roman" w:hAnsi="Times New Roman" w:cs="Times New Roman"/>
          <w:color w:val="000000" w:themeColor="text1"/>
          <w:szCs w:val="20"/>
        </w:rPr>
        <w:t>Este documento deverá ser emitido em papel timbrado do Licitante.</w:t>
      </w:r>
    </w:p>
    <w:p w14:paraId="0FFB6914" w14:textId="77777777" w:rsidR="00757C79" w:rsidRPr="000B36BC" w:rsidRDefault="00757C79" w:rsidP="00BC6C02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0B36BC">
        <w:rPr>
          <w:rFonts w:ascii="Times New Roman" w:hAnsi="Times New Roman" w:cs="Times New Roman"/>
          <w:b/>
          <w:bCs/>
          <w:color w:val="000000" w:themeColor="text1"/>
          <w:szCs w:val="20"/>
        </w:rPr>
        <w:t xml:space="preserve">2) </w:t>
      </w:r>
      <w:r w:rsidRPr="000B36BC">
        <w:rPr>
          <w:rFonts w:ascii="Times New Roman" w:hAnsi="Times New Roman" w:cs="Times New Roman"/>
          <w:color w:val="000000" w:themeColor="text1"/>
          <w:szCs w:val="20"/>
        </w:rPr>
        <w:t>O prazo mínimo de validade da proposta será de 60 (sessenta) dias a contar da sessão pública.</w:t>
      </w:r>
    </w:p>
    <w:p w14:paraId="3AFAE574" w14:textId="77777777" w:rsidR="00757C79" w:rsidRPr="000B36BC" w:rsidRDefault="00757C79" w:rsidP="00BC6C02">
      <w:pPr>
        <w:contextualSpacing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0B36BC">
        <w:rPr>
          <w:rFonts w:ascii="Times New Roman" w:hAnsi="Times New Roman" w:cs="Times New Roman"/>
          <w:b/>
          <w:color w:val="000000" w:themeColor="text1"/>
          <w:szCs w:val="20"/>
        </w:rPr>
        <w:t xml:space="preserve">3) </w:t>
      </w:r>
      <w:r w:rsidRPr="000B36BC">
        <w:rPr>
          <w:rFonts w:ascii="Times New Roman" w:hAnsi="Times New Roman" w:cs="Times New Roman"/>
          <w:color w:val="000000" w:themeColor="text1"/>
          <w:szCs w:val="20"/>
        </w:rPr>
        <w:t>A documentação comprobatória de poderes do representante legal, especialmente designado para assinatura do Termo de Contrato deverá ser encaminhada em conjunto com esta proposta.</w:t>
      </w:r>
    </w:p>
    <w:p w14:paraId="491D24CE" w14:textId="77F1DB94" w:rsidR="007B6036" w:rsidRPr="000B36BC" w:rsidRDefault="007B6036" w:rsidP="00BC6C02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Cs w:val="20"/>
        </w:rPr>
      </w:pPr>
    </w:p>
    <w:sectPr w:rsidR="007B6036" w:rsidRPr="000B36BC" w:rsidSect="00D63C4B">
      <w:footerReference w:type="default" r:id="rId8"/>
      <w:pgSz w:w="11906" w:h="16838"/>
      <w:pgMar w:top="1418" w:right="1134" w:bottom="1418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C7F00" w14:textId="77777777" w:rsidR="00AA5FDF" w:rsidRDefault="00AA5FDF">
      <w:r>
        <w:separator/>
      </w:r>
    </w:p>
  </w:endnote>
  <w:endnote w:type="continuationSeparator" w:id="0">
    <w:p w14:paraId="11E924D7" w14:textId="77777777" w:rsidR="00AA5FDF" w:rsidRDefault="00AA5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Ecofont_Spranq_eco_Sans">
    <w:altName w:val="Trebuchet MS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FAE90" w14:textId="77777777" w:rsidR="00AA5FDF" w:rsidRPr="00166A91" w:rsidRDefault="00AA5FDF" w:rsidP="00E273C5">
    <w:pPr>
      <w:pStyle w:val="Rodap"/>
      <w:jc w:val="center"/>
      <w:rPr>
        <w:rFonts w:ascii="Times New Roman" w:hAnsi="Times New Roman" w:cs="Times New Roman"/>
        <w:sz w:val="16"/>
        <w:szCs w:val="16"/>
      </w:rPr>
    </w:pPr>
    <w:r w:rsidRPr="00166A91">
      <w:rPr>
        <w:rFonts w:ascii="Times New Roman" w:hAnsi="Times New Roman" w:cs="Times New Roman"/>
        <w:sz w:val="16"/>
        <w:szCs w:val="16"/>
      </w:rPr>
      <w:t>Boa Viagem Corporate, Rua Prof. Aloisio Pessoa de Araújo, 75, 8º e 9º andares, Boa Viagem, Recife-PE</w:t>
    </w:r>
  </w:p>
  <w:p w14:paraId="2AC8B2C4" w14:textId="77777777" w:rsidR="00AA5FDF" w:rsidRPr="00166A91" w:rsidRDefault="00AA5FDF" w:rsidP="00E273C5">
    <w:pPr>
      <w:pStyle w:val="Rodap"/>
      <w:jc w:val="center"/>
    </w:pPr>
    <w:r w:rsidRPr="00166A91">
      <w:rPr>
        <w:rFonts w:ascii="Times New Roman" w:hAnsi="Times New Roman" w:cs="Times New Roman"/>
        <w:sz w:val="16"/>
        <w:szCs w:val="16"/>
      </w:rPr>
      <w:t>CEP: 51021-410 | Telefone: (81) 3464-9600 | www.hemobras.gov.br</w:t>
    </w:r>
  </w:p>
  <w:p w14:paraId="707EC4C5" w14:textId="77777777" w:rsidR="00AA5FDF" w:rsidRDefault="00AA5FDF" w:rsidP="00410387">
    <w:pPr>
      <w:pStyle w:val="Rodap"/>
      <w:jc w:val="right"/>
      <w:rPr>
        <w:rFonts w:ascii="Times New Roman" w:hAnsi="Times New Roman" w:cs="Times New Roman"/>
        <w:b/>
        <w:bCs/>
      </w:rPr>
    </w:pPr>
  </w:p>
  <w:p w14:paraId="4A4FA2EA" w14:textId="1BB070A4" w:rsidR="00AA5FDF" w:rsidRPr="00410387" w:rsidRDefault="00AA5FDF" w:rsidP="00410387">
    <w:pPr>
      <w:pStyle w:val="Rodap"/>
      <w:jc w:val="right"/>
      <w:rPr>
        <w:rFonts w:ascii="Times New Roman" w:hAnsi="Times New Roman" w:cs="Times New Roman"/>
        <w:b/>
        <w:bCs/>
      </w:rPr>
    </w:pPr>
    <w:r w:rsidRPr="00410387">
      <w:rPr>
        <w:rFonts w:ascii="Times New Roman" w:hAnsi="Times New Roman" w:cs="Times New Roman"/>
        <w:b/>
        <w:bCs/>
      </w:rPr>
      <w:t xml:space="preserve">Página </w:t>
    </w:r>
    <w:r w:rsidRPr="00410387">
      <w:rPr>
        <w:rFonts w:ascii="Times New Roman" w:hAnsi="Times New Roman" w:cs="Times New Roman"/>
        <w:b/>
        <w:bCs/>
      </w:rPr>
      <w:fldChar w:fldCharType="begin"/>
    </w:r>
    <w:r w:rsidRPr="00410387">
      <w:rPr>
        <w:rFonts w:ascii="Times New Roman" w:hAnsi="Times New Roman" w:cs="Times New Roman"/>
        <w:b/>
        <w:bCs/>
      </w:rPr>
      <w:instrText>PAGE  \* Arabic  \* MERGEFORMAT</w:instrText>
    </w:r>
    <w:r w:rsidRPr="00410387">
      <w:rPr>
        <w:rFonts w:ascii="Times New Roman" w:hAnsi="Times New Roman" w:cs="Times New Roman"/>
        <w:b/>
        <w:bCs/>
      </w:rPr>
      <w:fldChar w:fldCharType="separate"/>
    </w:r>
    <w:r w:rsidRPr="00410387">
      <w:rPr>
        <w:rFonts w:ascii="Times New Roman" w:hAnsi="Times New Roman" w:cs="Times New Roman"/>
        <w:b/>
        <w:bCs/>
      </w:rPr>
      <w:t>1</w:t>
    </w:r>
    <w:r w:rsidRPr="00410387">
      <w:rPr>
        <w:rFonts w:ascii="Times New Roman" w:hAnsi="Times New Roman" w:cs="Times New Roman"/>
        <w:b/>
        <w:bCs/>
      </w:rPr>
      <w:fldChar w:fldCharType="end"/>
    </w:r>
    <w:r w:rsidRPr="00410387">
      <w:rPr>
        <w:rFonts w:ascii="Times New Roman" w:hAnsi="Times New Roman" w:cs="Times New Roman"/>
        <w:b/>
        <w:bCs/>
      </w:rPr>
      <w:t xml:space="preserve"> de </w:t>
    </w:r>
    <w:r>
      <w:rPr>
        <w:rFonts w:ascii="Times New Roman" w:hAnsi="Times New Roman" w:cs="Times New Roman"/>
        <w:b/>
        <w:bCs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36B6E9" w14:textId="77777777" w:rsidR="00AA5FDF" w:rsidRDefault="00AA5FDF">
      <w:r>
        <w:separator/>
      </w:r>
    </w:p>
  </w:footnote>
  <w:footnote w:type="continuationSeparator" w:id="0">
    <w:p w14:paraId="29EEFB38" w14:textId="77777777" w:rsidR="00AA5FDF" w:rsidRDefault="00AA5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multilevel"/>
    <w:tmpl w:val="236AEEE6"/>
    <w:name w:val="WW8Num3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1D5C100D"/>
    <w:multiLevelType w:val="multilevel"/>
    <w:tmpl w:val="C734C020"/>
    <w:lvl w:ilvl="0">
      <w:start w:val="1"/>
      <w:numFmt w:val="decimal"/>
      <w:pStyle w:val="Nivel1"/>
      <w:lvlText w:val="%1."/>
      <w:lvlJc w:val="left"/>
      <w:pPr>
        <w:ind w:left="2346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67A1C79"/>
    <w:multiLevelType w:val="hybridMultilevel"/>
    <w:tmpl w:val="0D442B22"/>
    <w:lvl w:ilvl="0" w:tplc="04160013">
      <w:start w:val="1"/>
      <w:numFmt w:val="upperRoman"/>
      <w:lvlText w:val="%1."/>
      <w:lvlJc w:val="right"/>
      <w:pPr>
        <w:ind w:left="1854" w:hanging="360"/>
      </w:p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70FF3D84"/>
    <w:multiLevelType w:val="multilevel"/>
    <w:tmpl w:val="EFAAF6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Estilo2"/>
      <w:lvlText w:val="%1.%2.%3."/>
      <w:lvlJc w:val="left"/>
      <w:pPr>
        <w:ind w:left="1224" w:hanging="504"/>
      </w:pPr>
    </w:lvl>
    <w:lvl w:ilvl="3">
      <w:start w:val="1"/>
      <w:numFmt w:val="decimal"/>
      <w:pStyle w:val="Estilo1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2"/>
  </w:num>
  <w:num w:numId="2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6E5"/>
    <w:rsid w:val="0000010B"/>
    <w:rsid w:val="00000583"/>
    <w:rsid w:val="000008B6"/>
    <w:rsid w:val="00001BD0"/>
    <w:rsid w:val="0000236D"/>
    <w:rsid w:val="000023DE"/>
    <w:rsid w:val="00003298"/>
    <w:rsid w:val="0000357C"/>
    <w:rsid w:val="00004986"/>
    <w:rsid w:val="0000539A"/>
    <w:rsid w:val="00006400"/>
    <w:rsid w:val="0000787A"/>
    <w:rsid w:val="00012220"/>
    <w:rsid w:val="000125B1"/>
    <w:rsid w:val="00013179"/>
    <w:rsid w:val="00013F78"/>
    <w:rsid w:val="00016730"/>
    <w:rsid w:val="00020BEA"/>
    <w:rsid w:val="00021157"/>
    <w:rsid w:val="0002260C"/>
    <w:rsid w:val="00022DCD"/>
    <w:rsid w:val="0002306D"/>
    <w:rsid w:val="000242C8"/>
    <w:rsid w:val="0002489F"/>
    <w:rsid w:val="000248F7"/>
    <w:rsid w:val="00025A2C"/>
    <w:rsid w:val="000264CF"/>
    <w:rsid w:val="00027155"/>
    <w:rsid w:val="000276B0"/>
    <w:rsid w:val="000302CC"/>
    <w:rsid w:val="000318BA"/>
    <w:rsid w:val="000318F3"/>
    <w:rsid w:val="00031DF7"/>
    <w:rsid w:val="00033197"/>
    <w:rsid w:val="00034A29"/>
    <w:rsid w:val="00035681"/>
    <w:rsid w:val="00036884"/>
    <w:rsid w:val="00036C3B"/>
    <w:rsid w:val="00040527"/>
    <w:rsid w:val="00040957"/>
    <w:rsid w:val="00040EE3"/>
    <w:rsid w:val="00041795"/>
    <w:rsid w:val="00042095"/>
    <w:rsid w:val="00045A83"/>
    <w:rsid w:val="000463DB"/>
    <w:rsid w:val="00047D73"/>
    <w:rsid w:val="000514CC"/>
    <w:rsid w:val="00056433"/>
    <w:rsid w:val="00056F96"/>
    <w:rsid w:val="00060414"/>
    <w:rsid w:val="000611A8"/>
    <w:rsid w:val="000619E3"/>
    <w:rsid w:val="00062853"/>
    <w:rsid w:val="00062B42"/>
    <w:rsid w:val="00063028"/>
    <w:rsid w:val="0006383A"/>
    <w:rsid w:val="00063855"/>
    <w:rsid w:val="0006537A"/>
    <w:rsid w:val="000662E3"/>
    <w:rsid w:val="0006640D"/>
    <w:rsid w:val="00066A70"/>
    <w:rsid w:val="000670EC"/>
    <w:rsid w:val="000677A2"/>
    <w:rsid w:val="00070EA5"/>
    <w:rsid w:val="00076CBC"/>
    <w:rsid w:val="00076CEE"/>
    <w:rsid w:val="000779C7"/>
    <w:rsid w:val="00077C77"/>
    <w:rsid w:val="000808EE"/>
    <w:rsid w:val="00081098"/>
    <w:rsid w:val="00084068"/>
    <w:rsid w:val="0008682E"/>
    <w:rsid w:val="00087CF9"/>
    <w:rsid w:val="00087D42"/>
    <w:rsid w:val="00087EF2"/>
    <w:rsid w:val="000902B6"/>
    <w:rsid w:val="00090C80"/>
    <w:rsid w:val="00090F5D"/>
    <w:rsid w:val="00092759"/>
    <w:rsid w:val="00092D73"/>
    <w:rsid w:val="00092F44"/>
    <w:rsid w:val="0009397F"/>
    <w:rsid w:val="00093D8F"/>
    <w:rsid w:val="00094321"/>
    <w:rsid w:val="00094870"/>
    <w:rsid w:val="00095E10"/>
    <w:rsid w:val="0009670B"/>
    <w:rsid w:val="00096D19"/>
    <w:rsid w:val="000A049F"/>
    <w:rsid w:val="000A0DAC"/>
    <w:rsid w:val="000A102A"/>
    <w:rsid w:val="000A1A7B"/>
    <w:rsid w:val="000A1B88"/>
    <w:rsid w:val="000A23DA"/>
    <w:rsid w:val="000A2CDA"/>
    <w:rsid w:val="000A4ECB"/>
    <w:rsid w:val="000A674F"/>
    <w:rsid w:val="000B15F9"/>
    <w:rsid w:val="000B2533"/>
    <w:rsid w:val="000B36BC"/>
    <w:rsid w:val="000B3984"/>
    <w:rsid w:val="000B58E8"/>
    <w:rsid w:val="000B598F"/>
    <w:rsid w:val="000B710E"/>
    <w:rsid w:val="000B73D9"/>
    <w:rsid w:val="000B7B55"/>
    <w:rsid w:val="000B7D4F"/>
    <w:rsid w:val="000C006B"/>
    <w:rsid w:val="000C0784"/>
    <w:rsid w:val="000C123B"/>
    <w:rsid w:val="000C150B"/>
    <w:rsid w:val="000C1997"/>
    <w:rsid w:val="000C21AD"/>
    <w:rsid w:val="000C2C16"/>
    <w:rsid w:val="000C5AFD"/>
    <w:rsid w:val="000C670A"/>
    <w:rsid w:val="000D0F17"/>
    <w:rsid w:val="000D20CE"/>
    <w:rsid w:val="000D2320"/>
    <w:rsid w:val="000D2AC3"/>
    <w:rsid w:val="000E0A35"/>
    <w:rsid w:val="000E151A"/>
    <w:rsid w:val="000E2A81"/>
    <w:rsid w:val="000E401D"/>
    <w:rsid w:val="000E6B0D"/>
    <w:rsid w:val="000E7031"/>
    <w:rsid w:val="000E745D"/>
    <w:rsid w:val="000E7D0C"/>
    <w:rsid w:val="000F0374"/>
    <w:rsid w:val="000F1C1C"/>
    <w:rsid w:val="000F28D0"/>
    <w:rsid w:val="000F4088"/>
    <w:rsid w:val="000F4988"/>
    <w:rsid w:val="000F4F6E"/>
    <w:rsid w:val="000F4F96"/>
    <w:rsid w:val="000F5A07"/>
    <w:rsid w:val="000F7FF1"/>
    <w:rsid w:val="00100738"/>
    <w:rsid w:val="001007F5"/>
    <w:rsid w:val="00100990"/>
    <w:rsid w:val="0010156C"/>
    <w:rsid w:val="001028D1"/>
    <w:rsid w:val="0010400D"/>
    <w:rsid w:val="00105707"/>
    <w:rsid w:val="00105729"/>
    <w:rsid w:val="00105950"/>
    <w:rsid w:val="00106373"/>
    <w:rsid w:val="00107968"/>
    <w:rsid w:val="001103FF"/>
    <w:rsid w:val="0011043F"/>
    <w:rsid w:val="00113EEB"/>
    <w:rsid w:val="00114259"/>
    <w:rsid w:val="0011596D"/>
    <w:rsid w:val="00115A1A"/>
    <w:rsid w:val="00116282"/>
    <w:rsid w:val="00117CAD"/>
    <w:rsid w:val="001219B0"/>
    <w:rsid w:val="00122C68"/>
    <w:rsid w:val="00124258"/>
    <w:rsid w:val="00124990"/>
    <w:rsid w:val="00126E1D"/>
    <w:rsid w:val="00127D76"/>
    <w:rsid w:val="0013030C"/>
    <w:rsid w:val="001304C0"/>
    <w:rsid w:val="001315F2"/>
    <w:rsid w:val="001315F4"/>
    <w:rsid w:val="00131BA1"/>
    <w:rsid w:val="00132ADB"/>
    <w:rsid w:val="00132E52"/>
    <w:rsid w:val="00133136"/>
    <w:rsid w:val="00133A8F"/>
    <w:rsid w:val="001344DB"/>
    <w:rsid w:val="001377C7"/>
    <w:rsid w:val="00137E3B"/>
    <w:rsid w:val="0014004B"/>
    <w:rsid w:val="00141B6B"/>
    <w:rsid w:val="00142D0A"/>
    <w:rsid w:val="0014325E"/>
    <w:rsid w:val="00143E96"/>
    <w:rsid w:val="001449A3"/>
    <w:rsid w:val="001451C4"/>
    <w:rsid w:val="00146455"/>
    <w:rsid w:val="00146BDF"/>
    <w:rsid w:val="001516EA"/>
    <w:rsid w:val="0015238C"/>
    <w:rsid w:val="00153E25"/>
    <w:rsid w:val="00154505"/>
    <w:rsid w:val="0015684D"/>
    <w:rsid w:val="0016002F"/>
    <w:rsid w:val="001600EB"/>
    <w:rsid w:val="00160BBD"/>
    <w:rsid w:val="00160DA4"/>
    <w:rsid w:val="0016410E"/>
    <w:rsid w:val="0016584A"/>
    <w:rsid w:val="001671BF"/>
    <w:rsid w:val="001709D5"/>
    <w:rsid w:val="00170CE1"/>
    <w:rsid w:val="00174898"/>
    <w:rsid w:val="00174C0A"/>
    <w:rsid w:val="00174CAA"/>
    <w:rsid w:val="00176D73"/>
    <w:rsid w:val="00177327"/>
    <w:rsid w:val="00177CD5"/>
    <w:rsid w:val="00181487"/>
    <w:rsid w:val="001817D2"/>
    <w:rsid w:val="00181C89"/>
    <w:rsid w:val="00184086"/>
    <w:rsid w:val="00186482"/>
    <w:rsid w:val="001873C5"/>
    <w:rsid w:val="001904A8"/>
    <w:rsid w:val="00193247"/>
    <w:rsid w:val="0019488A"/>
    <w:rsid w:val="001956BB"/>
    <w:rsid w:val="00196159"/>
    <w:rsid w:val="00197E28"/>
    <w:rsid w:val="001A06E8"/>
    <w:rsid w:val="001A1732"/>
    <w:rsid w:val="001A2CE9"/>
    <w:rsid w:val="001A37F1"/>
    <w:rsid w:val="001A3A05"/>
    <w:rsid w:val="001A3E18"/>
    <w:rsid w:val="001A6380"/>
    <w:rsid w:val="001B005B"/>
    <w:rsid w:val="001B0A22"/>
    <w:rsid w:val="001B112B"/>
    <w:rsid w:val="001B1EFE"/>
    <w:rsid w:val="001B25DF"/>
    <w:rsid w:val="001B7CB7"/>
    <w:rsid w:val="001B7CEB"/>
    <w:rsid w:val="001C03E6"/>
    <w:rsid w:val="001C2192"/>
    <w:rsid w:val="001C2B89"/>
    <w:rsid w:val="001C2F7C"/>
    <w:rsid w:val="001C3ECF"/>
    <w:rsid w:val="001C3F32"/>
    <w:rsid w:val="001C48B6"/>
    <w:rsid w:val="001C4C04"/>
    <w:rsid w:val="001C52E0"/>
    <w:rsid w:val="001C694F"/>
    <w:rsid w:val="001C721E"/>
    <w:rsid w:val="001C7405"/>
    <w:rsid w:val="001C7409"/>
    <w:rsid w:val="001D0D66"/>
    <w:rsid w:val="001D242A"/>
    <w:rsid w:val="001D5518"/>
    <w:rsid w:val="001D6CA1"/>
    <w:rsid w:val="001E0D06"/>
    <w:rsid w:val="001E1057"/>
    <w:rsid w:val="001E1DDC"/>
    <w:rsid w:val="001E2D0D"/>
    <w:rsid w:val="001E3AAF"/>
    <w:rsid w:val="001E535E"/>
    <w:rsid w:val="001E67F5"/>
    <w:rsid w:val="001E7097"/>
    <w:rsid w:val="001F0A6E"/>
    <w:rsid w:val="001F1060"/>
    <w:rsid w:val="001F18EC"/>
    <w:rsid w:val="001F39FA"/>
    <w:rsid w:val="001F608A"/>
    <w:rsid w:val="001F6C97"/>
    <w:rsid w:val="001F7FBB"/>
    <w:rsid w:val="00202A04"/>
    <w:rsid w:val="00202D3A"/>
    <w:rsid w:val="00203065"/>
    <w:rsid w:val="002039B2"/>
    <w:rsid w:val="00205197"/>
    <w:rsid w:val="0020593D"/>
    <w:rsid w:val="00206F5F"/>
    <w:rsid w:val="00207B98"/>
    <w:rsid w:val="00207CF6"/>
    <w:rsid w:val="00210001"/>
    <w:rsid w:val="0021072F"/>
    <w:rsid w:val="0021106D"/>
    <w:rsid w:val="00214441"/>
    <w:rsid w:val="0021499D"/>
    <w:rsid w:val="0021535A"/>
    <w:rsid w:val="002154C2"/>
    <w:rsid w:val="00221BA5"/>
    <w:rsid w:val="00222980"/>
    <w:rsid w:val="002241A2"/>
    <w:rsid w:val="0022557F"/>
    <w:rsid w:val="002262CB"/>
    <w:rsid w:val="00226BD0"/>
    <w:rsid w:val="00231E9C"/>
    <w:rsid w:val="00234827"/>
    <w:rsid w:val="00234CF5"/>
    <w:rsid w:val="00234E7B"/>
    <w:rsid w:val="00236F90"/>
    <w:rsid w:val="00237A73"/>
    <w:rsid w:val="00237C70"/>
    <w:rsid w:val="00240160"/>
    <w:rsid w:val="00240B17"/>
    <w:rsid w:val="00241D78"/>
    <w:rsid w:val="0024271C"/>
    <w:rsid w:val="00244D25"/>
    <w:rsid w:val="002455A5"/>
    <w:rsid w:val="002458D9"/>
    <w:rsid w:val="00245A60"/>
    <w:rsid w:val="00245B34"/>
    <w:rsid w:val="002468C6"/>
    <w:rsid w:val="00246DAE"/>
    <w:rsid w:val="00247606"/>
    <w:rsid w:val="002510B1"/>
    <w:rsid w:val="002519B1"/>
    <w:rsid w:val="002538B4"/>
    <w:rsid w:val="002538E3"/>
    <w:rsid w:val="002541A5"/>
    <w:rsid w:val="002548CF"/>
    <w:rsid w:val="002549FA"/>
    <w:rsid w:val="00254D8D"/>
    <w:rsid w:val="00255C24"/>
    <w:rsid w:val="002602C4"/>
    <w:rsid w:val="00260802"/>
    <w:rsid w:val="002629D8"/>
    <w:rsid w:val="0026386A"/>
    <w:rsid w:val="002638A8"/>
    <w:rsid w:val="00266B93"/>
    <w:rsid w:val="00267125"/>
    <w:rsid w:val="00267B22"/>
    <w:rsid w:val="00270027"/>
    <w:rsid w:val="00270C49"/>
    <w:rsid w:val="002716B2"/>
    <w:rsid w:val="00271CB6"/>
    <w:rsid w:val="002729CE"/>
    <w:rsid w:val="0027301A"/>
    <w:rsid w:val="0027363B"/>
    <w:rsid w:val="0027453D"/>
    <w:rsid w:val="00274B3F"/>
    <w:rsid w:val="00276ECC"/>
    <w:rsid w:val="0027761D"/>
    <w:rsid w:val="0028028E"/>
    <w:rsid w:val="002807B3"/>
    <w:rsid w:val="002818AE"/>
    <w:rsid w:val="00281C54"/>
    <w:rsid w:val="00284079"/>
    <w:rsid w:val="00284454"/>
    <w:rsid w:val="0028765E"/>
    <w:rsid w:val="0029037D"/>
    <w:rsid w:val="00290E88"/>
    <w:rsid w:val="002937D4"/>
    <w:rsid w:val="00293CAE"/>
    <w:rsid w:val="002946C2"/>
    <w:rsid w:val="002A0064"/>
    <w:rsid w:val="002A17D3"/>
    <w:rsid w:val="002A304F"/>
    <w:rsid w:val="002A4369"/>
    <w:rsid w:val="002A5071"/>
    <w:rsid w:val="002A5EE7"/>
    <w:rsid w:val="002A6157"/>
    <w:rsid w:val="002A6EF1"/>
    <w:rsid w:val="002A7DD6"/>
    <w:rsid w:val="002B0B33"/>
    <w:rsid w:val="002B3686"/>
    <w:rsid w:val="002B3A04"/>
    <w:rsid w:val="002B736F"/>
    <w:rsid w:val="002B7EF3"/>
    <w:rsid w:val="002C1D82"/>
    <w:rsid w:val="002C29C9"/>
    <w:rsid w:val="002C3D2B"/>
    <w:rsid w:val="002C5091"/>
    <w:rsid w:val="002C54C1"/>
    <w:rsid w:val="002C5D15"/>
    <w:rsid w:val="002C5F57"/>
    <w:rsid w:val="002C6781"/>
    <w:rsid w:val="002C7D91"/>
    <w:rsid w:val="002D1F2A"/>
    <w:rsid w:val="002D222B"/>
    <w:rsid w:val="002D3370"/>
    <w:rsid w:val="002D656F"/>
    <w:rsid w:val="002D7270"/>
    <w:rsid w:val="002D78B4"/>
    <w:rsid w:val="002D7BFF"/>
    <w:rsid w:val="002D7C8E"/>
    <w:rsid w:val="002E10AD"/>
    <w:rsid w:val="002E160F"/>
    <w:rsid w:val="002E3F91"/>
    <w:rsid w:val="002E480D"/>
    <w:rsid w:val="002E5F6B"/>
    <w:rsid w:val="002E64BA"/>
    <w:rsid w:val="002E6837"/>
    <w:rsid w:val="002E70C0"/>
    <w:rsid w:val="002F010E"/>
    <w:rsid w:val="002F035B"/>
    <w:rsid w:val="002F084D"/>
    <w:rsid w:val="002F308B"/>
    <w:rsid w:val="002F6931"/>
    <w:rsid w:val="00301C3D"/>
    <w:rsid w:val="00303879"/>
    <w:rsid w:val="00304295"/>
    <w:rsid w:val="003052F1"/>
    <w:rsid w:val="003053DD"/>
    <w:rsid w:val="003061EE"/>
    <w:rsid w:val="00306A4B"/>
    <w:rsid w:val="00310B4A"/>
    <w:rsid w:val="003124ED"/>
    <w:rsid w:val="003159E7"/>
    <w:rsid w:val="00315EC5"/>
    <w:rsid w:val="00316B8F"/>
    <w:rsid w:val="0032049D"/>
    <w:rsid w:val="003225A3"/>
    <w:rsid w:val="00323421"/>
    <w:rsid w:val="003238C3"/>
    <w:rsid w:val="00324008"/>
    <w:rsid w:val="00324811"/>
    <w:rsid w:val="00324BCD"/>
    <w:rsid w:val="00324F30"/>
    <w:rsid w:val="00325023"/>
    <w:rsid w:val="00325FD8"/>
    <w:rsid w:val="00326385"/>
    <w:rsid w:val="003265A0"/>
    <w:rsid w:val="003265B9"/>
    <w:rsid w:val="00327232"/>
    <w:rsid w:val="00327BEF"/>
    <w:rsid w:val="00330534"/>
    <w:rsid w:val="0033113E"/>
    <w:rsid w:val="00331182"/>
    <w:rsid w:val="0033181D"/>
    <w:rsid w:val="00331AE0"/>
    <w:rsid w:val="00333D59"/>
    <w:rsid w:val="00333DD5"/>
    <w:rsid w:val="003348AB"/>
    <w:rsid w:val="00335F25"/>
    <w:rsid w:val="00340C08"/>
    <w:rsid w:val="00340EE0"/>
    <w:rsid w:val="00340FB4"/>
    <w:rsid w:val="00343032"/>
    <w:rsid w:val="00344D26"/>
    <w:rsid w:val="00345137"/>
    <w:rsid w:val="003451DE"/>
    <w:rsid w:val="003464AF"/>
    <w:rsid w:val="0034718E"/>
    <w:rsid w:val="00347777"/>
    <w:rsid w:val="00347A1D"/>
    <w:rsid w:val="0035289B"/>
    <w:rsid w:val="00353EF0"/>
    <w:rsid w:val="003552BA"/>
    <w:rsid w:val="0035658A"/>
    <w:rsid w:val="00356CD9"/>
    <w:rsid w:val="003576CB"/>
    <w:rsid w:val="00357D8A"/>
    <w:rsid w:val="00364141"/>
    <w:rsid w:val="00364909"/>
    <w:rsid w:val="00366210"/>
    <w:rsid w:val="00367EF6"/>
    <w:rsid w:val="0037046E"/>
    <w:rsid w:val="00373E54"/>
    <w:rsid w:val="00373F2A"/>
    <w:rsid w:val="003779A2"/>
    <w:rsid w:val="00380768"/>
    <w:rsid w:val="0038139C"/>
    <w:rsid w:val="00382512"/>
    <w:rsid w:val="00384E05"/>
    <w:rsid w:val="00385587"/>
    <w:rsid w:val="00386157"/>
    <w:rsid w:val="00386ADE"/>
    <w:rsid w:val="003904EF"/>
    <w:rsid w:val="003907E9"/>
    <w:rsid w:val="00390A1A"/>
    <w:rsid w:val="00390F8E"/>
    <w:rsid w:val="00391E14"/>
    <w:rsid w:val="0039423B"/>
    <w:rsid w:val="003954CF"/>
    <w:rsid w:val="003959F6"/>
    <w:rsid w:val="00395C79"/>
    <w:rsid w:val="00395D83"/>
    <w:rsid w:val="003966DE"/>
    <w:rsid w:val="003A0415"/>
    <w:rsid w:val="003A2D8D"/>
    <w:rsid w:val="003A310D"/>
    <w:rsid w:val="003A3423"/>
    <w:rsid w:val="003A3846"/>
    <w:rsid w:val="003A4D07"/>
    <w:rsid w:val="003A73C1"/>
    <w:rsid w:val="003B187D"/>
    <w:rsid w:val="003B46C0"/>
    <w:rsid w:val="003B4B0C"/>
    <w:rsid w:val="003B5391"/>
    <w:rsid w:val="003B791E"/>
    <w:rsid w:val="003C0644"/>
    <w:rsid w:val="003C09D2"/>
    <w:rsid w:val="003C0D23"/>
    <w:rsid w:val="003C151F"/>
    <w:rsid w:val="003C25D1"/>
    <w:rsid w:val="003C2B7C"/>
    <w:rsid w:val="003C3785"/>
    <w:rsid w:val="003C5B8C"/>
    <w:rsid w:val="003C609E"/>
    <w:rsid w:val="003C6275"/>
    <w:rsid w:val="003C6A5E"/>
    <w:rsid w:val="003C789D"/>
    <w:rsid w:val="003D0069"/>
    <w:rsid w:val="003D028C"/>
    <w:rsid w:val="003D363A"/>
    <w:rsid w:val="003D3796"/>
    <w:rsid w:val="003D40A4"/>
    <w:rsid w:val="003D5420"/>
    <w:rsid w:val="003D7411"/>
    <w:rsid w:val="003E00CF"/>
    <w:rsid w:val="003E254F"/>
    <w:rsid w:val="003E261E"/>
    <w:rsid w:val="003E4927"/>
    <w:rsid w:val="003E49E4"/>
    <w:rsid w:val="003E4D76"/>
    <w:rsid w:val="003E54FA"/>
    <w:rsid w:val="003E55B1"/>
    <w:rsid w:val="003E75E0"/>
    <w:rsid w:val="003F004A"/>
    <w:rsid w:val="003F0785"/>
    <w:rsid w:val="003F1437"/>
    <w:rsid w:val="003F185C"/>
    <w:rsid w:val="003F36A3"/>
    <w:rsid w:val="003F3874"/>
    <w:rsid w:val="003F600B"/>
    <w:rsid w:val="003F6482"/>
    <w:rsid w:val="003F6E51"/>
    <w:rsid w:val="003F7AAC"/>
    <w:rsid w:val="003F7D01"/>
    <w:rsid w:val="003F7DA9"/>
    <w:rsid w:val="004000E6"/>
    <w:rsid w:val="00400B27"/>
    <w:rsid w:val="0040443F"/>
    <w:rsid w:val="004053E1"/>
    <w:rsid w:val="00405894"/>
    <w:rsid w:val="004065B2"/>
    <w:rsid w:val="004077C0"/>
    <w:rsid w:val="00407F1C"/>
    <w:rsid w:val="00410387"/>
    <w:rsid w:val="0041054E"/>
    <w:rsid w:val="0041101F"/>
    <w:rsid w:val="004142B4"/>
    <w:rsid w:val="00415F27"/>
    <w:rsid w:val="0041633D"/>
    <w:rsid w:val="00416A59"/>
    <w:rsid w:val="00417813"/>
    <w:rsid w:val="00417CA8"/>
    <w:rsid w:val="0042033D"/>
    <w:rsid w:val="00420F2C"/>
    <w:rsid w:val="0042190C"/>
    <w:rsid w:val="00422B23"/>
    <w:rsid w:val="004234D2"/>
    <w:rsid w:val="0042481A"/>
    <w:rsid w:val="00425359"/>
    <w:rsid w:val="004260ED"/>
    <w:rsid w:val="004276BC"/>
    <w:rsid w:val="004303ED"/>
    <w:rsid w:val="004316D7"/>
    <w:rsid w:val="004319C2"/>
    <w:rsid w:val="00431EDA"/>
    <w:rsid w:val="0043231C"/>
    <w:rsid w:val="00432470"/>
    <w:rsid w:val="004325BC"/>
    <w:rsid w:val="0043283E"/>
    <w:rsid w:val="004346BD"/>
    <w:rsid w:val="0043480B"/>
    <w:rsid w:val="00434B35"/>
    <w:rsid w:val="00435447"/>
    <w:rsid w:val="00436D69"/>
    <w:rsid w:val="00437496"/>
    <w:rsid w:val="0044072C"/>
    <w:rsid w:val="004410CB"/>
    <w:rsid w:val="0044113B"/>
    <w:rsid w:val="0044155E"/>
    <w:rsid w:val="00441E1A"/>
    <w:rsid w:val="00441EA1"/>
    <w:rsid w:val="004439BD"/>
    <w:rsid w:val="00443E5C"/>
    <w:rsid w:val="004447BF"/>
    <w:rsid w:val="00445362"/>
    <w:rsid w:val="00445798"/>
    <w:rsid w:val="004465AC"/>
    <w:rsid w:val="0044725C"/>
    <w:rsid w:val="00447465"/>
    <w:rsid w:val="004477AC"/>
    <w:rsid w:val="00447F30"/>
    <w:rsid w:val="00450342"/>
    <w:rsid w:val="00450925"/>
    <w:rsid w:val="00452084"/>
    <w:rsid w:val="00452FE1"/>
    <w:rsid w:val="004557E5"/>
    <w:rsid w:val="00455CBE"/>
    <w:rsid w:val="00455EB7"/>
    <w:rsid w:val="00455FD5"/>
    <w:rsid w:val="00460E8A"/>
    <w:rsid w:val="00461192"/>
    <w:rsid w:val="00462274"/>
    <w:rsid w:val="0046230A"/>
    <w:rsid w:val="0046284C"/>
    <w:rsid w:val="00462C74"/>
    <w:rsid w:val="00462C95"/>
    <w:rsid w:val="004631A0"/>
    <w:rsid w:val="0046360D"/>
    <w:rsid w:val="004642EC"/>
    <w:rsid w:val="0046486A"/>
    <w:rsid w:val="00466D20"/>
    <w:rsid w:val="00470653"/>
    <w:rsid w:val="00473D16"/>
    <w:rsid w:val="00473D89"/>
    <w:rsid w:val="004773FC"/>
    <w:rsid w:val="00477C3A"/>
    <w:rsid w:val="00480328"/>
    <w:rsid w:val="004834FC"/>
    <w:rsid w:val="00483B15"/>
    <w:rsid w:val="00483FB9"/>
    <w:rsid w:val="004843AB"/>
    <w:rsid w:val="00484A2F"/>
    <w:rsid w:val="004868AA"/>
    <w:rsid w:val="00486EAE"/>
    <w:rsid w:val="00490A51"/>
    <w:rsid w:val="00492825"/>
    <w:rsid w:val="00494AE7"/>
    <w:rsid w:val="00494D21"/>
    <w:rsid w:val="00494FF2"/>
    <w:rsid w:val="0049696D"/>
    <w:rsid w:val="004A0065"/>
    <w:rsid w:val="004A14C2"/>
    <w:rsid w:val="004A2C81"/>
    <w:rsid w:val="004A4316"/>
    <w:rsid w:val="004A54DE"/>
    <w:rsid w:val="004A72BD"/>
    <w:rsid w:val="004B0238"/>
    <w:rsid w:val="004B0351"/>
    <w:rsid w:val="004B05B0"/>
    <w:rsid w:val="004B0CAC"/>
    <w:rsid w:val="004B1618"/>
    <w:rsid w:val="004B19B5"/>
    <w:rsid w:val="004B1CBC"/>
    <w:rsid w:val="004B1D7D"/>
    <w:rsid w:val="004B460A"/>
    <w:rsid w:val="004B51DA"/>
    <w:rsid w:val="004C0212"/>
    <w:rsid w:val="004C05F9"/>
    <w:rsid w:val="004C1132"/>
    <w:rsid w:val="004C2DD2"/>
    <w:rsid w:val="004C34D5"/>
    <w:rsid w:val="004C4B12"/>
    <w:rsid w:val="004D1D0D"/>
    <w:rsid w:val="004D1FCD"/>
    <w:rsid w:val="004D57D3"/>
    <w:rsid w:val="004D5E21"/>
    <w:rsid w:val="004D5F78"/>
    <w:rsid w:val="004E0194"/>
    <w:rsid w:val="004E12A1"/>
    <w:rsid w:val="004E34A1"/>
    <w:rsid w:val="004E66F0"/>
    <w:rsid w:val="004E7BEB"/>
    <w:rsid w:val="004F0420"/>
    <w:rsid w:val="004F0B62"/>
    <w:rsid w:val="004F16C3"/>
    <w:rsid w:val="004F4BFB"/>
    <w:rsid w:val="004F5DF9"/>
    <w:rsid w:val="004F6176"/>
    <w:rsid w:val="004F66B4"/>
    <w:rsid w:val="004F7758"/>
    <w:rsid w:val="004F78C6"/>
    <w:rsid w:val="00500534"/>
    <w:rsid w:val="0050224C"/>
    <w:rsid w:val="00502F02"/>
    <w:rsid w:val="00503730"/>
    <w:rsid w:val="005037A6"/>
    <w:rsid w:val="0050492D"/>
    <w:rsid w:val="00504E9F"/>
    <w:rsid w:val="00510C9F"/>
    <w:rsid w:val="00512949"/>
    <w:rsid w:val="00512D53"/>
    <w:rsid w:val="00512DAA"/>
    <w:rsid w:val="0051381E"/>
    <w:rsid w:val="00513A41"/>
    <w:rsid w:val="0051444C"/>
    <w:rsid w:val="00514540"/>
    <w:rsid w:val="00514883"/>
    <w:rsid w:val="00516A5A"/>
    <w:rsid w:val="00517469"/>
    <w:rsid w:val="005209D0"/>
    <w:rsid w:val="00520AD6"/>
    <w:rsid w:val="00522F92"/>
    <w:rsid w:val="00522FB6"/>
    <w:rsid w:val="00523C55"/>
    <w:rsid w:val="00523F32"/>
    <w:rsid w:val="00530489"/>
    <w:rsid w:val="0053132E"/>
    <w:rsid w:val="005313FB"/>
    <w:rsid w:val="00531C39"/>
    <w:rsid w:val="00532603"/>
    <w:rsid w:val="0053608E"/>
    <w:rsid w:val="005376BE"/>
    <w:rsid w:val="0054187F"/>
    <w:rsid w:val="00541E97"/>
    <w:rsid w:val="00546C9B"/>
    <w:rsid w:val="0055078A"/>
    <w:rsid w:val="00550F07"/>
    <w:rsid w:val="0055519F"/>
    <w:rsid w:val="00557FA7"/>
    <w:rsid w:val="00560274"/>
    <w:rsid w:val="00561C04"/>
    <w:rsid w:val="0056202B"/>
    <w:rsid w:val="0056213B"/>
    <w:rsid w:val="00562F82"/>
    <w:rsid w:val="00563378"/>
    <w:rsid w:val="005647FE"/>
    <w:rsid w:val="00564913"/>
    <w:rsid w:val="00573998"/>
    <w:rsid w:val="00573C85"/>
    <w:rsid w:val="005759CE"/>
    <w:rsid w:val="00575E4D"/>
    <w:rsid w:val="0057638A"/>
    <w:rsid w:val="00577C4E"/>
    <w:rsid w:val="00577EFD"/>
    <w:rsid w:val="005800D8"/>
    <w:rsid w:val="00583108"/>
    <w:rsid w:val="00583697"/>
    <w:rsid w:val="005846C9"/>
    <w:rsid w:val="00586D09"/>
    <w:rsid w:val="005873FC"/>
    <w:rsid w:val="00590025"/>
    <w:rsid w:val="00590EAF"/>
    <w:rsid w:val="00595DA6"/>
    <w:rsid w:val="00596223"/>
    <w:rsid w:val="005A2F66"/>
    <w:rsid w:val="005A37A9"/>
    <w:rsid w:val="005A3BE7"/>
    <w:rsid w:val="005A4114"/>
    <w:rsid w:val="005A48AD"/>
    <w:rsid w:val="005A4A01"/>
    <w:rsid w:val="005A6A91"/>
    <w:rsid w:val="005B0066"/>
    <w:rsid w:val="005B1D0B"/>
    <w:rsid w:val="005B4861"/>
    <w:rsid w:val="005B5B55"/>
    <w:rsid w:val="005B7779"/>
    <w:rsid w:val="005C025B"/>
    <w:rsid w:val="005C3836"/>
    <w:rsid w:val="005C3930"/>
    <w:rsid w:val="005C440D"/>
    <w:rsid w:val="005C48E3"/>
    <w:rsid w:val="005C5A0E"/>
    <w:rsid w:val="005C5EA5"/>
    <w:rsid w:val="005C63F3"/>
    <w:rsid w:val="005C7014"/>
    <w:rsid w:val="005C76D8"/>
    <w:rsid w:val="005C78DD"/>
    <w:rsid w:val="005D2D6D"/>
    <w:rsid w:val="005D3F36"/>
    <w:rsid w:val="005D5BEE"/>
    <w:rsid w:val="005E1321"/>
    <w:rsid w:val="005E141B"/>
    <w:rsid w:val="005E2DD4"/>
    <w:rsid w:val="005E5279"/>
    <w:rsid w:val="005E5F39"/>
    <w:rsid w:val="005E6D33"/>
    <w:rsid w:val="005E6D43"/>
    <w:rsid w:val="005E7332"/>
    <w:rsid w:val="005E7A1B"/>
    <w:rsid w:val="005F111D"/>
    <w:rsid w:val="005F1720"/>
    <w:rsid w:val="005F1E19"/>
    <w:rsid w:val="005F2D77"/>
    <w:rsid w:val="005F57DD"/>
    <w:rsid w:val="005F6F64"/>
    <w:rsid w:val="005F7B0A"/>
    <w:rsid w:val="005F7E84"/>
    <w:rsid w:val="0060169D"/>
    <w:rsid w:val="006016CB"/>
    <w:rsid w:val="0060525C"/>
    <w:rsid w:val="006052D0"/>
    <w:rsid w:val="00605C11"/>
    <w:rsid w:val="00606440"/>
    <w:rsid w:val="00607678"/>
    <w:rsid w:val="006078C2"/>
    <w:rsid w:val="00607B34"/>
    <w:rsid w:val="00611505"/>
    <w:rsid w:val="00612763"/>
    <w:rsid w:val="00612867"/>
    <w:rsid w:val="00612BB4"/>
    <w:rsid w:val="00612BD9"/>
    <w:rsid w:val="006171A9"/>
    <w:rsid w:val="00617445"/>
    <w:rsid w:val="00621153"/>
    <w:rsid w:val="00622F67"/>
    <w:rsid w:val="00623436"/>
    <w:rsid w:val="0062451B"/>
    <w:rsid w:val="006245A4"/>
    <w:rsid w:val="0062740F"/>
    <w:rsid w:val="00632C14"/>
    <w:rsid w:val="006362C7"/>
    <w:rsid w:val="006374C5"/>
    <w:rsid w:val="00640F39"/>
    <w:rsid w:val="0064105F"/>
    <w:rsid w:val="00641C03"/>
    <w:rsid w:val="006423A7"/>
    <w:rsid w:val="00643D0F"/>
    <w:rsid w:val="0064515C"/>
    <w:rsid w:val="00650045"/>
    <w:rsid w:val="00652240"/>
    <w:rsid w:val="00654F32"/>
    <w:rsid w:val="00655AAF"/>
    <w:rsid w:val="00655ED0"/>
    <w:rsid w:val="00656680"/>
    <w:rsid w:val="00656A30"/>
    <w:rsid w:val="00661298"/>
    <w:rsid w:val="0066249A"/>
    <w:rsid w:val="00665D7C"/>
    <w:rsid w:val="00665E12"/>
    <w:rsid w:val="006673E7"/>
    <w:rsid w:val="00670457"/>
    <w:rsid w:val="00674964"/>
    <w:rsid w:val="00674D5D"/>
    <w:rsid w:val="00677914"/>
    <w:rsid w:val="00680B7E"/>
    <w:rsid w:val="00681216"/>
    <w:rsid w:val="00681A0D"/>
    <w:rsid w:val="00683B94"/>
    <w:rsid w:val="00684626"/>
    <w:rsid w:val="00686692"/>
    <w:rsid w:val="006872E2"/>
    <w:rsid w:val="00693033"/>
    <w:rsid w:val="00693219"/>
    <w:rsid w:val="00693321"/>
    <w:rsid w:val="006933C1"/>
    <w:rsid w:val="00694539"/>
    <w:rsid w:val="00694893"/>
    <w:rsid w:val="00694DD9"/>
    <w:rsid w:val="00695A5E"/>
    <w:rsid w:val="0069751C"/>
    <w:rsid w:val="006A015B"/>
    <w:rsid w:val="006A12B1"/>
    <w:rsid w:val="006A22F8"/>
    <w:rsid w:val="006A54A0"/>
    <w:rsid w:val="006A55ED"/>
    <w:rsid w:val="006A5F42"/>
    <w:rsid w:val="006A6003"/>
    <w:rsid w:val="006A6103"/>
    <w:rsid w:val="006A6CEC"/>
    <w:rsid w:val="006A722D"/>
    <w:rsid w:val="006A75E1"/>
    <w:rsid w:val="006A795C"/>
    <w:rsid w:val="006B03F5"/>
    <w:rsid w:val="006B0AA6"/>
    <w:rsid w:val="006B10ED"/>
    <w:rsid w:val="006B156A"/>
    <w:rsid w:val="006B2F79"/>
    <w:rsid w:val="006B35C8"/>
    <w:rsid w:val="006B40E5"/>
    <w:rsid w:val="006B51B2"/>
    <w:rsid w:val="006B66C4"/>
    <w:rsid w:val="006C039D"/>
    <w:rsid w:val="006C17A0"/>
    <w:rsid w:val="006C2D79"/>
    <w:rsid w:val="006C473A"/>
    <w:rsid w:val="006D0585"/>
    <w:rsid w:val="006D1A5B"/>
    <w:rsid w:val="006D1E37"/>
    <w:rsid w:val="006D24E2"/>
    <w:rsid w:val="006D27E3"/>
    <w:rsid w:val="006D4135"/>
    <w:rsid w:val="006D4574"/>
    <w:rsid w:val="006D5371"/>
    <w:rsid w:val="006D53B3"/>
    <w:rsid w:val="006D5DE2"/>
    <w:rsid w:val="006D72EB"/>
    <w:rsid w:val="006D7867"/>
    <w:rsid w:val="006E09F2"/>
    <w:rsid w:val="006E3CFD"/>
    <w:rsid w:val="006E3E48"/>
    <w:rsid w:val="006E44D7"/>
    <w:rsid w:val="006E721C"/>
    <w:rsid w:val="006E745C"/>
    <w:rsid w:val="006F2CF4"/>
    <w:rsid w:val="006F30BA"/>
    <w:rsid w:val="006F3EE2"/>
    <w:rsid w:val="006F40DF"/>
    <w:rsid w:val="006F447D"/>
    <w:rsid w:val="006F4AF1"/>
    <w:rsid w:val="006F50F6"/>
    <w:rsid w:val="006F58D6"/>
    <w:rsid w:val="006F6E5B"/>
    <w:rsid w:val="007000C3"/>
    <w:rsid w:val="0070050B"/>
    <w:rsid w:val="00700C3D"/>
    <w:rsid w:val="00700CBD"/>
    <w:rsid w:val="00700DB7"/>
    <w:rsid w:val="00701E26"/>
    <w:rsid w:val="007025C0"/>
    <w:rsid w:val="007028C7"/>
    <w:rsid w:val="00704462"/>
    <w:rsid w:val="007079A7"/>
    <w:rsid w:val="00710AC5"/>
    <w:rsid w:val="00710C7E"/>
    <w:rsid w:val="00712F90"/>
    <w:rsid w:val="00715E96"/>
    <w:rsid w:val="0071686F"/>
    <w:rsid w:val="00721A70"/>
    <w:rsid w:val="0072240D"/>
    <w:rsid w:val="00722563"/>
    <w:rsid w:val="00723A10"/>
    <w:rsid w:val="0072545F"/>
    <w:rsid w:val="0072683F"/>
    <w:rsid w:val="0072739C"/>
    <w:rsid w:val="00733C0D"/>
    <w:rsid w:val="00733DE0"/>
    <w:rsid w:val="0073433C"/>
    <w:rsid w:val="007357C5"/>
    <w:rsid w:val="00735C79"/>
    <w:rsid w:val="00736BBB"/>
    <w:rsid w:val="0073753C"/>
    <w:rsid w:val="0074032D"/>
    <w:rsid w:val="00740D25"/>
    <w:rsid w:val="00740E5B"/>
    <w:rsid w:val="00741328"/>
    <w:rsid w:val="00741785"/>
    <w:rsid w:val="007430AD"/>
    <w:rsid w:val="00744E38"/>
    <w:rsid w:val="00750BC6"/>
    <w:rsid w:val="00751E4D"/>
    <w:rsid w:val="007528F4"/>
    <w:rsid w:val="00755DC2"/>
    <w:rsid w:val="00756F76"/>
    <w:rsid w:val="00757A81"/>
    <w:rsid w:val="00757C79"/>
    <w:rsid w:val="007623FF"/>
    <w:rsid w:val="00762EF1"/>
    <w:rsid w:val="007650AB"/>
    <w:rsid w:val="007653CC"/>
    <w:rsid w:val="0076547C"/>
    <w:rsid w:val="00765562"/>
    <w:rsid w:val="007679B9"/>
    <w:rsid w:val="00772CC5"/>
    <w:rsid w:val="00775BE0"/>
    <w:rsid w:val="00776572"/>
    <w:rsid w:val="00776736"/>
    <w:rsid w:val="0077738D"/>
    <w:rsid w:val="007774C2"/>
    <w:rsid w:val="0077750A"/>
    <w:rsid w:val="007809C9"/>
    <w:rsid w:val="00782E51"/>
    <w:rsid w:val="007830B4"/>
    <w:rsid w:val="00783232"/>
    <w:rsid w:val="00784F62"/>
    <w:rsid w:val="00786137"/>
    <w:rsid w:val="00787D28"/>
    <w:rsid w:val="0079000C"/>
    <w:rsid w:val="00790D93"/>
    <w:rsid w:val="00791CD7"/>
    <w:rsid w:val="00792C4C"/>
    <w:rsid w:val="0079430D"/>
    <w:rsid w:val="0079754C"/>
    <w:rsid w:val="007A0B6B"/>
    <w:rsid w:val="007A1395"/>
    <w:rsid w:val="007A59EB"/>
    <w:rsid w:val="007B19CE"/>
    <w:rsid w:val="007B4A7C"/>
    <w:rsid w:val="007B6036"/>
    <w:rsid w:val="007B7C23"/>
    <w:rsid w:val="007C0255"/>
    <w:rsid w:val="007C0338"/>
    <w:rsid w:val="007C09C8"/>
    <w:rsid w:val="007C0C22"/>
    <w:rsid w:val="007C13ED"/>
    <w:rsid w:val="007C223A"/>
    <w:rsid w:val="007C2707"/>
    <w:rsid w:val="007C28EF"/>
    <w:rsid w:val="007C2A4D"/>
    <w:rsid w:val="007C2FAF"/>
    <w:rsid w:val="007C4961"/>
    <w:rsid w:val="007C57D4"/>
    <w:rsid w:val="007C58B6"/>
    <w:rsid w:val="007C670C"/>
    <w:rsid w:val="007C6ECB"/>
    <w:rsid w:val="007D01D0"/>
    <w:rsid w:val="007D1A51"/>
    <w:rsid w:val="007D213B"/>
    <w:rsid w:val="007D3572"/>
    <w:rsid w:val="007D501A"/>
    <w:rsid w:val="007D5639"/>
    <w:rsid w:val="007D6092"/>
    <w:rsid w:val="007D6651"/>
    <w:rsid w:val="007D715A"/>
    <w:rsid w:val="007E078C"/>
    <w:rsid w:val="007E3193"/>
    <w:rsid w:val="007E3D4F"/>
    <w:rsid w:val="007E3F65"/>
    <w:rsid w:val="007E5253"/>
    <w:rsid w:val="007E57A5"/>
    <w:rsid w:val="007E585A"/>
    <w:rsid w:val="007E64B4"/>
    <w:rsid w:val="007E6700"/>
    <w:rsid w:val="007E68F6"/>
    <w:rsid w:val="007E69B8"/>
    <w:rsid w:val="007E6EF9"/>
    <w:rsid w:val="007F0128"/>
    <w:rsid w:val="007F0511"/>
    <w:rsid w:val="007F25B8"/>
    <w:rsid w:val="007F2AE5"/>
    <w:rsid w:val="007F4766"/>
    <w:rsid w:val="007F48C8"/>
    <w:rsid w:val="007F4F3D"/>
    <w:rsid w:val="007F6AB0"/>
    <w:rsid w:val="007F743F"/>
    <w:rsid w:val="008025B4"/>
    <w:rsid w:val="008025C2"/>
    <w:rsid w:val="00802AE5"/>
    <w:rsid w:val="00802CC8"/>
    <w:rsid w:val="0080329B"/>
    <w:rsid w:val="00803805"/>
    <w:rsid w:val="008047F7"/>
    <w:rsid w:val="0080582D"/>
    <w:rsid w:val="0080756C"/>
    <w:rsid w:val="0081193A"/>
    <w:rsid w:val="0081203A"/>
    <w:rsid w:val="0081289B"/>
    <w:rsid w:val="008128D7"/>
    <w:rsid w:val="00812EDD"/>
    <w:rsid w:val="008147E2"/>
    <w:rsid w:val="00815461"/>
    <w:rsid w:val="00817D3C"/>
    <w:rsid w:val="00820845"/>
    <w:rsid w:val="00821602"/>
    <w:rsid w:val="00824554"/>
    <w:rsid w:val="00824638"/>
    <w:rsid w:val="00824C35"/>
    <w:rsid w:val="0082596A"/>
    <w:rsid w:val="00825AF6"/>
    <w:rsid w:val="008303ED"/>
    <w:rsid w:val="00831137"/>
    <w:rsid w:val="008311BB"/>
    <w:rsid w:val="00831204"/>
    <w:rsid w:val="00831208"/>
    <w:rsid w:val="00832267"/>
    <w:rsid w:val="00833A10"/>
    <w:rsid w:val="00835A02"/>
    <w:rsid w:val="008364A5"/>
    <w:rsid w:val="00840480"/>
    <w:rsid w:val="008421CB"/>
    <w:rsid w:val="00842339"/>
    <w:rsid w:val="008429CF"/>
    <w:rsid w:val="008446E2"/>
    <w:rsid w:val="00844E65"/>
    <w:rsid w:val="00845281"/>
    <w:rsid w:val="00846097"/>
    <w:rsid w:val="00846935"/>
    <w:rsid w:val="008471EC"/>
    <w:rsid w:val="00847E19"/>
    <w:rsid w:val="008502AA"/>
    <w:rsid w:val="00850CD3"/>
    <w:rsid w:val="0085112C"/>
    <w:rsid w:val="008515E3"/>
    <w:rsid w:val="00852BD8"/>
    <w:rsid w:val="00853239"/>
    <w:rsid w:val="0085394E"/>
    <w:rsid w:val="00855857"/>
    <w:rsid w:val="008574DF"/>
    <w:rsid w:val="00857F06"/>
    <w:rsid w:val="008601A9"/>
    <w:rsid w:val="00860DEC"/>
    <w:rsid w:val="00861E43"/>
    <w:rsid w:val="0086322B"/>
    <w:rsid w:val="0086328C"/>
    <w:rsid w:val="0086450A"/>
    <w:rsid w:val="00865B0D"/>
    <w:rsid w:val="008671BD"/>
    <w:rsid w:val="00871B33"/>
    <w:rsid w:val="00872949"/>
    <w:rsid w:val="008729C2"/>
    <w:rsid w:val="008751E2"/>
    <w:rsid w:val="00876AA8"/>
    <w:rsid w:val="008775D4"/>
    <w:rsid w:val="00881765"/>
    <w:rsid w:val="00882576"/>
    <w:rsid w:val="00885A0D"/>
    <w:rsid w:val="00887874"/>
    <w:rsid w:val="0089014D"/>
    <w:rsid w:val="00890EA0"/>
    <w:rsid w:val="0089416C"/>
    <w:rsid w:val="008941DB"/>
    <w:rsid w:val="00894333"/>
    <w:rsid w:val="00894C85"/>
    <w:rsid w:val="008A016E"/>
    <w:rsid w:val="008A16EA"/>
    <w:rsid w:val="008A1D68"/>
    <w:rsid w:val="008A2585"/>
    <w:rsid w:val="008A4D09"/>
    <w:rsid w:val="008A72EA"/>
    <w:rsid w:val="008A78D8"/>
    <w:rsid w:val="008A7D1A"/>
    <w:rsid w:val="008B012E"/>
    <w:rsid w:val="008B0387"/>
    <w:rsid w:val="008B0D45"/>
    <w:rsid w:val="008B0DCE"/>
    <w:rsid w:val="008B2716"/>
    <w:rsid w:val="008B55FD"/>
    <w:rsid w:val="008B6162"/>
    <w:rsid w:val="008B7339"/>
    <w:rsid w:val="008B7ABE"/>
    <w:rsid w:val="008C04DF"/>
    <w:rsid w:val="008C1971"/>
    <w:rsid w:val="008C2FA5"/>
    <w:rsid w:val="008D2CAF"/>
    <w:rsid w:val="008D3ACE"/>
    <w:rsid w:val="008D51CC"/>
    <w:rsid w:val="008D5307"/>
    <w:rsid w:val="008D65D6"/>
    <w:rsid w:val="008D7141"/>
    <w:rsid w:val="008E0D55"/>
    <w:rsid w:val="008E4EBA"/>
    <w:rsid w:val="008E4F95"/>
    <w:rsid w:val="008E74FA"/>
    <w:rsid w:val="008E7B87"/>
    <w:rsid w:val="008F35F1"/>
    <w:rsid w:val="008F4D52"/>
    <w:rsid w:val="008F4E41"/>
    <w:rsid w:val="008F7514"/>
    <w:rsid w:val="009005C7"/>
    <w:rsid w:val="00900E40"/>
    <w:rsid w:val="00903849"/>
    <w:rsid w:val="0090408D"/>
    <w:rsid w:val="00904E6B"/>
    <w:rsid w:val="00905493"/>
    <w:rsid w:val="0090689D"/>
    <w:rsid w:val="00906EEC"/>
    <w:rsid w:val="00907FC2"/>
    <w:rsid w:val="00911A95"/>
    <w:rsid w:val="00914204"/>
    <w:rsid w:val="0091549D"/>
    <w:rsid w:val="00915C7E"/>
    <w:rsid w:val="00920EE3"/>
    <w:rsid w:val="00921892"/>
    <w:rsid w:val="00921BE5"/>
    <w:rsid w:val="00922486"/>
    <w:rsid w:val="00922606"/>
    <w:rsid w:val="00922D31"/>
    <w:rsid w:val="00922E08"/>
    <w:rsid w:val="0092301D"/>
    <w:rsid w:val="009244CC"/>
    <w:rsid w:val="00924C13"/>
    <w:rsid w:val="009250F1"/>
    <w:rsid w:val="00925206"/>
    <w:rsid w:val="0092559F"/>
    <w:rsid w:val="00930D4B"/>
    <w:rsid w:val="00931141"/>
    <w:rsid w:val="00931780"/>
    <w:rsid w:val="00932ABE"/>
    <w:rsid w:val="00933978"/>
    <w:rsid w:val="0093498E"/>
    <w:rsid w:val="00935665"/>
    <w:rsid w:val="00935B30"/>
    <w:rsid w:val="00936A4E"/>
    <w:rsid w:val="00940A8A"/>
    <w:rsid w:val="00941580"/>
    <w:rsid w:val="009417FE"/>
    <w:rsid w:val="0094348C"/>
    <w:rsid w:val="00943BB6"/>
    <w:rsid w:val="00943DAA"/>
    <w:rsid w:val="00944A73"/>
    <w:rsid w:val="00944E0C"/>
    <w:rsid w:val="0094578E"/>
    <w:rsid w:val="00946B25"/>
    <w:rsid w:val="009471B2"/>
    <w:rsid w:val="00947362"/>
    <w:rsid w:val="00950D81"/>
    <w:rsid w:val="00951B95"/>
    <w:rsid w:val="00953759"/>
    <w:rsid w:val="009543EB"/>
    <w:rsid w:val="00954F04"/>
    <w:rsid w:val="009555AC"/>
    <w:rsid w:val="00956137"/>
    <w:rsid w:val="00956D56"/>
    <w:rsid w:val="00956F08"/>
    <w:rsid w:val="00957EBD"/>
    <w:rsid w:val="009623AB"/>
    <w:rsid w:val="0096595A"/>
    <w:rsid w:val="009700E0"/>
    <w:rsid w:val="00970A6B"/>
    <w:rsid w:val="00970F7F"/>
    <w:rsid w:val="009733CE"/>
    <w:rsid w:val="00973752"/>
    <w:rsid w:val="00974266"/>
    <w:rsid w:val="0097503F"/>
    <w:rsid w:val="00975E13"/>
    <w:rsid w:val="009763C4"/>
    <w:rsid w:val="00980212"/>
    <w:rsid w:val="009803F1"/>
    <w:rsid w:val="009844F7"/>
    <w:rsid w:val="00984C1B"/>
    <w:rsid w:val="00984C1C"/>
    <w:rsid w:val="00984E72"/>
    <w:rsid w:val="00985C02"/>
    <w:rsid w:val="00985D5A"/>
    <w:rsid w:val="00986800"/>
    <w:rsid w:val="00987155"/>
    <w:rsid w:val="0099079E"/>
    <w:rsid w:val="00990BCE"/>
    <w:rsid w:val="00990C95"/>
    <w:rsid w:val="009923D8"/>
    <w:rsid w:val="0099334E"/>
    <w:rsid w:val="00993EBB"/>
    <w:rsid w:val="00993F23"/>
    <w:rsid w:val="00995FFD"/>
    <w:rsid w:val="00996080"/>
    <w:rsid w:val="00996BBF"/>
    <w:rsid w:val="009A12E4"/>
    <w:rsid w:val="009A45B0"/>
    <w:rsid w:val="009A4634"/>
    <w:rsid w:val="009A5CCF"/>
    <w:rsid w:val="009A6A6F"/>
    <w:rsid w:val="009A74A5"/>
    <w:rsid w:val="009A75F6"/>
    <w:rsid w:val="009A77CA"/>
    <w:rsid w:val="009A7ED9"/>
    <w:rsid w:val="009B1B69"/>
    <w:rsid w:val="009B2F8A"/>
    <w:rsid w:val="009B3C69"/>
    <w:rsid w:val="009B561C"/>
    <w:rsid w:val="009B57BB"/>
    <w:rsid w:val="009B6C31"/>
    <w:rsid w:val="009C1B2A"/>
    <w:rsid w:val="009C470D"/>
    <w:rsid w:val="009C638B"/>
    <w:rsid w:val="009D0440"/>
    <w:rsid w:val="009D14C4"/>
    <w:rsid w:val="009D1B05"/>
    <w:rsid w:val="009D2170"/>
    <w:rsid w:val="009D342F"/>
    <w:rsid w:val="009D35D4"/>
    <w:rsid w:val="009D3626"/>
    <w:rsid w:val="009D4690"/>
    <w:rsid w:val="009D46A3"/>
    <w:rsid w:val="009D49CC"/>
    <w:rsid w:val="009D68FB"/>
    <w:rsid w:val="009D6CDC"/>
    <w:rsid w:val="009E04B3"/>
    <w:rsid w:val="009E0944"/>
    <w:rsid w:val="009E0DFC"/>
    <w:rsid w:val="009E17BA"/>
    <w:rsid w:val="009E2D6B"/>
    <w:rsid w:val="009E5B74"/>
    <w:rsid w:val="009E5B77"/>
    <w:rsid w:val="009E79D9"/>
    <w:rsid w:val="009E7C14"/>
    <w:rsid w:val="009F31CF"/>
    <w:rsid w:val="009F3906"/>
    <w:rsid w:val="009F419C"/>
    <w:rsid w:val="009F4373"/>
    <w:rsid w:val="009F43E0"/>
    <w:rsid w:val="009F4E0B"/>
    <w:rsid w:val="009F4FB9"/>
    <w:rsid w:val="009F656A"/>
    <w:rsid w:val="009F69D9"/>
    <w:rsid w:val="009F6ECA"/>
    <w:rsid w:val="00A02C1F"/>
    <w:rsid w:val="00A03900"/>
    <w:rsid w:val="00A055A5"/>
    <w:rsid w:val="00A06703"/>
    <w:rsid w:val="00A105A1"/>
    <w:rsid w:val="00A106F4"/>
    <w:rsid w:val="00A112EB"/>
    <w:rsid w:val="00A11A6E"/>
    <w:rsid w:val="00A12356"/>
    <w:rsid w:val="00A12A7C"/>
    <w:rsid w:val="00A13148"/>
    <w:rsid w:val="00A1316D"/>
    <w:rsid w:val="00A131F6"/>
    <w:rsid w:val="00A1330E"/>
    <w:rsid w:val="00A135B7"/>
    <w:rsid w:val="00A139BE"/>
    <w:rsid w:val="00A15355"/>
    <w:rsid w:val="00A15EF6"/>
    <w:rsid w:val="00A24E2C"/>
    <w:rsid w:val="00A24F99"/>
    <w:rsid w:val="00A275AD"/>
    <w:rsid w:val="00A30585"/>
    <w:rsid w:val="00A31D1F"/>
    <w:rsid w:val="00A34E6F"/>
    <w:rsid w:val="00A35242"/>
    <w:rsid w:val="00A363D8"/>
    <w:rsid w:val="00A36676"/>
    <w:rsid w:val="00A36AF8"/>
    <w:rsid w:val="00A36ED1"/>
    <w:rsid w:val="00A375DC"/>
    <w:rsid w:val="00A3763A"/>
    <w:rsid w:val="00A402A1"/>
    <w:rsid w:val="00A40D38"/>
    <w:rsid w:val="00A4146A"/>
    <w:rsid w:val="00A43182"/>
    <w:rsid w:val="00A44175"/>
    <w:rsid w:val="00A444E4"/>
    <w:rsid w:val="00A44CD1"/>
    <w:rsid w:val="00A45A85"/>
    <w:rsid w:val="00A46E32"/>
    <w:rsid w:val="00A47AE9"/>
    <w:rsid w:val="00A47BD5"/>
    <w:rsid w:val="00A47D28"/>
    <w:rsid w:val="00A50D22"/>
    <w:rsid w:val="00A512C3"/>
    <w:rsid w:val="00A51C2B"/>
    <w:rsid w:val="00A51D80"/>
    <w:rsid w:val="00A542B0"/>
    <w:rsid w:val="00A54877"/>
    <w:rsid w:val="00A5499D"/>
    <w:rsid w:val="00A571FE"/>
    <w:rsid w:val="00A60395"/>
    <w:rsid w:val="00A6287E"/>
    <w:rsid w:val="00A643D4"/>
    <w:rsid w:val="00A64711"/>
    <w:rsid w:val="00A67F1B"/>
    <w:rsid w:val="00A74D6E"/>
    <w:rsid w:val="00A74FE6"/>
    <w:rsid w:val="00A76CE0"/>
    <w:rsid w:val="00A77C2C"/>
    <w:rsid w:val="00A80062"/>
    <w:rsid w:val="00A84FB4"/>
    <w:rsid w:val="00A8514B"/>
    <w:rsid w:val="00A856EB"/>
    <w:rsid w:val="00A8781F"/>
    <w:rsid w:val="00A901E1"/>
    <w:rsid w:val="00A9022E"/>
    <w:rsid w:val="00A91236"/>
    <w:rsid w:val="00A92459"/>
    <w:rsid w:val="00A92505"/>
    <w:rsid w:val="00A933D0"/>
    <w:rsid w:val="00A93467"/>
    <w:rsid w:val="00A97863"/>
    <w:rsid w:val="00AA1165"/>
    <w:rsid w:val="00AA3F31"/>
    <w:rsid w:val="00AA4625"/>
    <w:rsid w:val="00AA5FDF"/>
    <w:rsid w:val="00AB07F9"/>
    <w:rsid w:val="00AB0FBF"/>
    <w:rsid w:val="00AB1F1A"/>
    <w:rsid w:val="00AB394D"/>
    <w:rsid w:val="00AB3DF4"/>
    <w:rsid w:val="00AB5BEC"/>
    <w:rsid w:val="00AB609C"/>
    <w:rsid w:val="00AC079B"/>
    <w:rsid w:val="00AC0EE0"/>
    <w:rsid w:val="00AC103D"/>
    <w:rsid w:val="00AC2B34"/>
    <w:rsid w:val="00AC4596"/>
    <w:rsid w:val="00AC45FB"/>
    <w:rsid w:val="00AC4F34"/>
    <w:rsid w:val="00AC6EC2"/>
    <w:rsid w:val="00AD4B94"/>
    <w:rsid w:val="00AD78E3"/>
    <w:rsid w:val="00AE28F2"/>
    <w:rsid w:val="00AE2C89"/>
    <w:rsid w:val="00AE3A63"/>
    <w:rsid w:val="00AE5435"/>
    <w:rsid w:val="00AE6A20"/>
    <w:rsid w:val="00AF3ABE"/>
    <w:rsid w:val="00AF6959"/>
    <w:rsid w:val="00AF70E4"/>
    <w:rsid w:val="00AF72EE"/>
    <w:rsid w:val="00AF7B3A"/>
    <w:rsid w:val="00AF7E23"/>
    <w:rsid w:val="00B0042E"/>
    <w:rsid w:val="00B00520"/>
    <w:rsid w:val="00B00F8E"/>
    <w:rsid w:val="00B014D0"/>
    <w:rsid w:val="00B022C5"/>
    <w:rsid w:val="00B026C0"/>
    <w:rsid w:val="00B0399B"/>
    <w:rsid w:val="00B03CB0"/>
    <w:rsid w:val="00B041A9"/>
    <w:rsid w:val="00B0465E"/>
    <w:rsid w:val="00B0539A"/>
    <w:rsid w:val="00B06B95"/>
    <w:rsid w:val="00B1021C"/>
    <w:rsid w:val="00B1218F"/>
    <w:rsid w:val="00B13262"/>
    <w:rsid w:val="00B14C20"/>
    <w:rsid w:val="00B151AF"/>
    <w:rsid w:val="00B16238"/>
    <w:rsid w:val="00B16DC5"/>
    <w:rsid w:val="00B2039B"/>
    <w:rsid w:val="00B23F8B"/>
    <w:rsid w:val="00B275AA"/>
    <w:rsid w:val="00B27724"/>
    <w:rsid w:val="00B30F3D"/>
    <w:rsid w:val="00B31A91"/>
    <w:rsid w:val="00B33350"/>
    <w:rsid w:val="00B354BB"/>
    <w:rsid w:val="00B364F5"/>
    <w:rsid w:val="00B432A0"/>
    <w:rsid w:val="00B433B1"/>
    <w:rsid w:val="00B43811"/>
    <w:rsid w:val="00B44822"/>
    <w:rsid w:val="00B44B25"/>
    <w:rsid w:val="00B46588"/>
    <w:rsid w:val="00B4738B"/>
    <w:rsid w:val="00B50AFE"/>
    <w:rsid w:val="00B50ECE"/>
    <w:rsid w:val="00B51540"/>
    <w:rsid w:val="00B517F7"/>
    <w:rsid w:val="00B52AFC"/>
    <w:rsid w:val="00B52EFE"/>
    <w:rsid w:val="00B5433D"/>
    <w:rsid w:val="00B54793"/>
    <w:rsid w:val="00B548E3"/>
    <w:rsid w:val="00B54DEE"/>
    <w:rsid w:val="00B55C5A"/>
    <w:rsid w:val="00B60DCA"/>
    <w:rsid w:val="00B63064"/>
    <w:rsid w:val="00B63C73"/>
    <w:rsid w:val="00B6692C"/>
    <w:rsid w:val="00B672B3"/>
    <w:rsid w:val="00B70438"/>
    <w:rsid w:val="00B72CE0"/>
    <w:rsid w:val="00B76DB6"/>
    <w:rsid w:val="00B77113"/>
    <w:rsid w:val="00B774E6"/>
    <w:rsid w:val="00B77DBF"/>
    <w:rsid w:val="00B810DF"/>
    <w:rsid w:val="00B81FBB"/>
    <w:rsid w:val="00B8383E"/>
    <w:rsid w:val="00B83F38"/>
    <w:rsid w:val="00B84F69"/>
    <w:rsid w:val="00B85F8C"/>
    <w:rsid w:val="00B902B9"/>
    <w:rsid w:val="00B91C76"/>
    <w:rsid w:val="00B91F33"/>
    <w:rsid w:val="00B92431"/>
    <w:rsid w:val="00B92B4E"/>
    <w:rsid w:val="00B92C59"/>
    <w:rsid w:val="00B931E1"/>
    <w:rsid w:val="00B93D6A"/>
    <w:rsid w:val="00B95BFE"/>
    <w:rsid w:val="00B96C22"/>
    <w:rsid w:val="00B972D3"/>
    <w:rsid w:val="00BA1705"/>
    <w:rsid w:val="00BA2132"/>
    <w:rsid w:val="00BB0252"/>
    <w:rsid w:val="00BB070C"/>
    <w:rsid w:val="00BB3929"/>
    <w:rsid w:val="00BB4389"/>
    <w:rsid w:val="00BB5F92"/>
    <w:rsid w:val="00BB61BE"/>
    <w:rsid w:val="00BB6223"/>
    <w:rsid w:val="00BB69B2"/>
    <w:rsid w:val="00BB6B7C"/>
    <w:rsid w:val="00BC02B2"/>
    <w:rsid w:val="00BC09CF"/>
    <w:rsid w:val="00BC0FDF"/>
    <w:rsid w:val="00BC2797"/>
    <w:rsid w:val="00BC4227"/>
    <w:rsid w:val="00BC472C"/>
    <w:rsid w:val="00BC4F3D"/>
    <w:rsid w:val="00BC54A4"/>
    <w:rsid w:val="00BC6C02"/>
    <w:rsid w:val="00BC7408"/>
    <w:rsid w:val="00BD129F"/>
    <w:rsid w:val="00BD1366"/>
    <w:rsid w:val="00BD2F8D"/>
    <w:rsid w:val="00BD3419"/>
    <w:rsid w:val="00BD4106"/>
    <w:rsid w:val="00BD43E5"/>
    <w:rsid w:val="00BD59E3"/>
    <w:rsid w:val="00BD63C0"/>
    <w:rsid w:val="00BD6F48"/>
    <w:rsid w:val="00BD78F3"/>
    <w:rsid w:val="00BD7FD7"/>
    <w:rsid w:val="00BE0315"/>
    <w:rsid w:val="00BE05D1"/>
    <w:rsid w:val="00BE05F0"/>
    <w:rsid w:val="00BE1772"/>
    <w:rsid w:val="00BE1DEB"/>
    <w:rsid w:val="00BE2F2F"/>
    <w:rsid w:val="00BE3580"/>
    <w:rsid w:val="00BE55BF"/>
    <w:rsid w:val="00BE6ADC"/>
    <w:rsid w:val="00BE7D70"/>
    <w:rsid w:val="00BF01DF"/>
    <w:rsid w:val="00BF0606"/>
    <w:rsid w:val="00BF0E8E"/>
    <w:rsid w:val="00BF1579"/>
    <w:rsid w:val="00BF16E5"/>
    <w:rsid w:val="00BF175B"/>
    <w:rsid w:val="00BF1A7F"/>
    <w:rsid w:val="00BF3861"/>
    <w:rsid w:val="00BF4AC1"/>
    <w:rsid w:val="00BF4D26"/>
    <w:rsid w:val="00BF4EC2"/>
    <w:rsid w:val="00BF5566"/>
    <w:rsid w:val="00BF5C1E"/>
    <w:rsid w:val="00BF6141"/>
    <w:rsid w:val="00BF6BAD"/>
    <w:rsid w:val="00C002FD"/>
    <w:rsid w:val="00C00897"/>
    <w:rsid w:val="00C00F37"/>
    <w:rsid w:val="00C03F51"/>
    <w:rsid w:val="00C05C77"/>
    <w:rsid w:val="00C105BF"/>
    <w:rsid w:val="00C10CC7"/>
    <w:rsid w:val="00C11C58"/>
    <w:rsid w:val="00C12B02"/>
    <w:rsid w:val="00C12EAF"/>
    <w:rsid w:val="00C13225"/>
    <w:rsid w:val="00C14C86"/>
    <w:rsid w:val="00C15B3B"/>
    <w:rsid w:val="00C1706C"/>
    <w:rsid w:val="00C22977"/>
    <w:rsid w:val="00C229F8"/>
    <w:rsid w:val="00C24011"/>
    <w:rsid w:val="00C2472A"/>
    <w:rsid w:val="00C278C1"/>
    <w:rsid w:val="00C30215"/>
    <w:rsid w:val="00C30455"/>
    <w:rsid w:val="00C311E6"/>
    <w:rsid w:val="00C322F1"/>
    <w:rsid w:val="00C33087"/>
    <w:rsid w:val="00C33284"/>
    <w:rsid w:val="00C334AB"/>
    <w:rsid w:val="00C34313"/>
    <w:rsid w:val="00C34816"/>
    <w:rsid w:val="00C35321"/>
    <w:rsid w:val="00C36D15"/>
    <w:rsid w:val="00C371FA"/>
    <w:rsid w:val="00C37448"/>
    <w:rsid w:val="00C4026A"/>
    <w:rsid w:val="00C42A59"/>
    <w:rsid w:val="00C45202"/>
    <w:rsid w:val="00C45BE2"/>
    <w:rsid w:val="00C46F61"/>
    <w:rsid w:val="00C47BB2"/>
    <w:rsid w:val="00C5005D"/>
    <w:rsid w:val="00C51558"/>
    <w:rsid w:val="00C51BC8"/>
    <w:rsid w:val="00C51C28"/>
    <w:rsid w:val="00C53456"/>
    <w:rsid w:val="00C545C5"/>
    <w:rsid w:val="00C54D5A"/>
    <w:rsid w:val="00C57076"/>
    <w:rsid w:val="00C60130"/>
    <w:rsid w:val="00C60538"/>
    <w:rsid w:val="00C60C2D"/>
    <w:rsid w:val="00C6107C"/>
    <w:rsid w:val="00C61588"/>
    <w:rsid w:val="00C62ECF"/>
    <w:rsid w:val="00C65B64"/>
    <w:rsid w:val="00C70043"/>
    <w:rsid w:val="00C72034"/>
    <w:rsid w:val="00C735FB"/>
    <w:rsid w:val="00C73861"/>
    <w:rsid w:val="00C742EC"/>
    <w:rsid w:val="00C7432C"/>
    <w:rsid w:val="00C75791"/>
    <w:rsid w:val="00C76304"/>
    <w:rsid w:val="00C76F7E"/>
    <w:rsid w:val="00C80143"/>
    <w:rsid w:val="00C80E3E"/>
    <w:rsid w:val="00C83B2D"/>
    <w:rsid w:val="00C84955"/>
    <w:rsid w:val="00C859F6"/>
    <w:rsid w:val="00C86467"/>
    <w:rsid w:val="00C90120"/>
    <w:rsid w:val="00C942C1"/>
    <w:rsid w:val="00C94DD3"/>
    <w:rsid w:val="00C95C72"/>
    <w:rsid w:val="00C96B86"/>
    <w:rsid w:val="00C97DF7"/>
    <w:rsid w:val="00CA027E"/>
    <w:rsid w:val="00CA0560"/>
    <w:rsid w:val="00CA1A6A"/>
    <w:rsid w:val="00CA20FD"/>
    <w:rsid w:val="00CA43D8"/>
    <w:rsid w:val="00CA44F3"/>
    <w:rsid w:val="00CA5D89"/>
    <w:rsid w:val="00CA6108"/>
    <w:rsid w:val="00CA66B9"/>
    <w:rsid w:val="00CA7F7D"/>
    <w:rsid w:val="00CB0B9F"/>
    <w:rsid w:val="00CB1420"/>
    <w:rsid w:val="00CB1AD3"/>
    <w:rsid w:val="00CB1D53"/>
    <w:rsid w:val="00CB2E74"/>
    <w:rsid w:val="00CB3265"/>
    <w:rsid w:val="00CB671A"/>
    <w:rsid w:val="00CB71C8"/>
    <w:rsid w:val="00CB7463"/>
    <w:rsid w:val="00CB766B"/>
    <w:rsid w:val="00CC2134"/>
    <w:rsid w:val="00CC2A5D"/>
    <w:rsid w:val="00CC2C0E"/>
    <w:rsid w:val="00CC3074"/>
    <w:rsid w:val="00CC356D"/>
    <w:rsid w:val="00CC4D46"/>
    <w:rsid w:val="00CC57FE"/>
    <w:rsid w:val="00CC66BC"/>
    <w:rsid w:val="00CC69BD"/>
    <w:rsid w:val="00CC6C3C"/>
    <w:rsid w:val="00CC7415"/>
    <w:rsid w:val="00CD109D"/>
    <w:rsid w:val="00CD10FA"/>
    <w:rsid w:val="00CD1590"/>
    <w:rsid w:val="00CD1E9D"/>
    <w:rsid w:val="00CD2BE7"/>
    <w:rsid w:val="00CD30B8"/>
    <w:rsid w:val="00CD5BCC"/>
    <w:rsid w:val="00CD6ABB"/>
    <w:rsid w:val="00CD76ED"/>
    <w:rsid w:val="00CD7793"/>
    <w:rsid w:val="00CE2799"/>
    <w:rsid w:val="00CE31B6"/>
    <w:rsid w:val="00CE5ACF"/>
    <w:rsid w:val="00CE5CF2"/>
    <w:rsid w:val="00CE74D3"/>
    <w:rsid w:val="00CF1D0C"/>
    <w:rsid w:val="00CF4F33"/>
    <w:rsid w:val="00CF560A"/>
    <w:rsid w:val="00CF6059"/>
    <w:rsid w:val="00CF6114"/>
    <w:rsid w:val="00D00617"/>
    <w:rsid w:val="00D00A5D"/>
    <w:rsid w:val="00D00A87"/>
    <w:rsid w:val="00D02C1D"/>
    <w:rsid w:val="00D02F2F"/>
    <w:rsid w:val="00D0478D"/>
    <w:rsid w:val="00D04A6D"/>
    <w:rsid w:val="00D04B58"/>
    <w:rsid w:val="00D05751"/>
    <w:rsid w:val="00D0642C"/>
    <w:rsid w:val="00D13087"/>
    <w:rsid w:val="00D13DA7"/>
    <w:rsid w:val="00D13EDA"/>
    <w:rsid w:val="00D14027"/>
    <w:rsid w:val="00D1438B"/>
    <w:rsid w:val="00D153EA"/>
    <w:rsid w:val="00D156C9"/>
    <w:rsid w:val="00D16B19"/>
    <w:rsid w:val="00D16FA0"/>
    <w:rsid w:val="00D20752"/>
    <w:rsid w:val="00D2262A"/>
    <w:rsid w:val="00D227B6"/>
    <w:rsid w:val="00D22E1D"/>
    <w:rsid w:val="00D2329B"/>
    <w:rsid w:val="00D23838"/>
    <w:rsid w:val="00D2604C"/>
    <w:rsid w:val="00D26AA1"/>
    <w:rsid w:val="00D26CDA"/>
    <w:rsid w:val="00D26DCE"/>
    <w:rsid w:val="00D27589"/>
    <w:rsid w:val="00D27BAB"/>
    <w:rsid w:val="00D3135B"/>
    <w:rsid w:val="00D32254"/>
    <w:rsid w:val="00D3722E"/>
    <w:rsid w:val="00D4251A"/>
    <w:rsid w:val="00D5130A"/>
    <w:rsid w:val="00D51769"/>
    <w:rsid w:val="00D522D8"/>
    <w:rsid w:val="00D52359"/>
    <w:rsid w:val="00D53C31"/>
    <w:rsid w:val="00D53FC5"/>
    <w:rsid w:val="00D54384"/>
    <w:rsid w:val="00D5491C"/>
    <w:rsid w:val="00D554E8"/>
    <w:rsid w:val="00D5654C"/>
    <w:rsid w:val="00D5748E"/>
    <w:rsid w:val="00D574D6"/>
    <w:rsid w:val="00D606CD"/>
    <w:rsid w:val="00D612A9"/>
    <w:rsid w:val="00D6156E"/>
    <w:rsid w:val="00D6268D"/>
    <w:rsid w:val="00D63434"/>
    <w:rsid w:val="00D63C4B"/>
    <w:rsid w:val="00D65B3B"/>
    <w:rsid w:val="00D66935"/>
    <w:rsid w:val="00D66DDA"/>
    <w:rsid w:val="00D701E0"/>
    <w:rsid w:val="00D708D9"/>
    <w:rsid w:val="00D7171C"/>
    <w:rsid w:val="00D72DF6"/>
    <w:rsid w:val="00D74E68"/>
    <w:rsid w:val="00D80021"/>
    <w:rsid w:val="00D80CCB"/>
    <w:rsid w:val="00D80F8F"/>
    <w:rsid w:val="00D81B4D"/>
    <w:rsid w:val="00D84AC2"/>
    <w:rsid w:val="00D8554B"/>
    <w:rsid w:val="00D8724C"/>
    <w:rsid w:val="00D906C9"/>
    <w:rsid w:val="00D92D1E"/>
    <w:rsid w:val="00D938C1"/>
    <w:rsid w:val="00D9522E"/>
    <w:rsid w:val="00DA0282"/>
    <w:rsid w:val="00DA0D36"/>
    <w:rsid w:val="00DA2494"/>
    <w:rsid w:val="00DA350B"/>
    <w:rsid w:val="00DA467F"/>
    <w:rsid w:val="00DA47A8"/>
    <w:rsid w:val="00DA5235"/>
    <w:rsid w:val="00DA79E7"/>
    <w:rsid w:val="00DB0624"/>
    <w:rsid w:val="00DB206B"/>
    <w:rsid w:val="00DB2381"/>
    <w:rsid w:val="00DB3592"/>
    <w:rsid w:val="00DB37F3"/>
    <w:rsid w:val="00DB39C7"/>
    <w:rsid w:val="00DB3D26"/>
    <w:rsid w:val="00DB4C93"/>
    <w:rsid w:val="00DC0269"/>
    <w:rsid w:val="00DC2BD8"/>
    <w:rsid w:val="00DC386D"/>
    <w:rsid w:val="00DC3F8A"/>
    <w:rsid w:val="00DC40D3"/>
    <w:rsid w:val="00DC6088"/>
    <w:rsid w:val="00DC7173"/>
    <w:rsid w:val="00DD0633"/>
    <w:rsid w:val="00DD0E60"/>
    <w:rsid w:val="00DD1A93"/>
    <w:rsid w:val="00DD1AF1"/>
    <w:rsid w:val="00DD274C"/>
    <w:rsid w:val="00DD46E9"/>
    <w:rsid w:val="00DD5A89"/>
    <w:rsid w:val="00DD5DF4"/>
    <w:rsid w:val="00DD6BBD"/>
    <w:rsid w:val="00DD70DB"/>
    <w:rsid w:val="00DD74AB"/>
    <w:rsid w:val="00DE0D00"/>
    <w:rsid w:val="00DE16CD"/>
    <w:rsid w:val="00DE2CB8"/>
    <w:rsid w:val="00DE6492"/>
    <w:rsid w:val="00DE6B80"/>
    <w:rsid w:val="00DF280B"/>
    <w:rsid w:val="00DF28B7"/>
    <w:rsid w:val="00DF39B0"/>
    <w:rsid w:val="00DF4847"/>
    <w:rsid w:val="00DF48C2"/>
    <w:rsid w:val="00DF68C0"/>
    <w:rsid w:val="00DF75B5"/>
    <w:rsid w:val="00DF7F5A"/>
    <w:rsid w:val="00E006C5"/>
    <w:rsid w:val="00E00FFD"/>
    <w:rsid w:val="00E0150F"/>
    <w:rsid w:val="00E03293"/>
    <w:rsid w:val="00E04924"/>
    <w:rsid w:val="00E04A3C"/>
    <w:rsid w:val="00E04C02"/>
    <w:rsid w:val="00E0500F"/>
    <w:rsid w:val="00E053B2"/>
    <w:rsid w:val="00E05D97"/>
    <w:rsid w:val="00E10009"/>
    <w:rsid w:val="00E109E8"/>
    <w:rsid w:val="00E11D4E"/>
    <w:rsid w:val="00E12140"/>
    <w:rsid w:val="00E139D5"/>
    <w:rsid w:val="00E146FA"/>
    <w:rsid w:val="00E14CA5"/>
    <w:rsid w:val="00E152DF"/>
    <w:rsid w:val="00E206C1"/>
    <w:rsid w:val="00E2276B"/>
    <w:rsid w:val="00E22D06"/>
    <w:rsid w:val="00E22D1B"/>
    <w:rsid w:val="00E23308"/>
    <w:rsid w:val="00E235F5"/>
    <w:rsid w:val="00E23783"/>
    <w:rsid w:val="00E251E0"/>
    <w:rsid w:val="00E26411"/>
    <w:rsid w:val="00E273C5"/>
    <w:rsid w:val="00E27E08"/>
    <w:rsid w:val="00E306CF"/>
    <w:rsid w:val="00E307B6"/>
    <w:rsid w:val="00E30DA9"/>
    <w:rsid w:val="00E314DB"/>
    <w:rsid w:val="00E35ADF"/>
    <w:rsid w:val="00E37EDE"/>
    <w:rsid w:val="00E41182"/>
    <w:rsid w:val="00E41AD6"/>
    <w:rsid w:val="00E42017"/>
    <w:rsid w:val="00E42730"/>
    <w:rsid w:val="00E44806"/>
    <w:rsid w:val="00E46268"/>
    <w:rsid w:val="00E46CEE"/>
    <w:rsid w:val="00E500D4"/>
    <w:rsid w:val="00E538FF"/>
    <w:rsid w:val="00E54530"/>
    <w:rsid w:val="00E55444"/>
    <w:rsid w:val="00E55854"/>
    <w:rsid w:val="00E618A1"/>
    <w:rsid w:val="00E62617"/>
    <w:rsid w:val="00E628AD"/>
    <w:rsid w:val="00E64339"/>
    <w:rsid w:val="00E65805"/>
    <w:rsid w:val="00E65F3C"/>
    <w:rsid w:val="00E677BD"/>
    <w:rsid w:val="00E67CD7"/>
    <w:rsid w:val="00E70C44"/>
    <w:rsid w:val="00E70D59"/>
    <w:rsid w:val="00E72B6E"/>
    <w:rsid w:val="00E7372F"/>
    <w:rsid w:val="00E76FB3"/>
    <w:rsid w:val="00E8384E"/>
    <w:rsid w:val="00E84C71"/>
    <w:rsid w:val="00E85F11"/>
    <w:rsid w:val="00E86693"/>
    <w:rsid w:val="00E872A7"/>
    <w:rsid w:val="00E91222"/>
    <w:rsid w:val="00E91EB1"/>
    <w:rsid w:val="00E920B6"/>
    <w:rsid w:val="00E92CDB"/>
    <w:rsid w:val="00E94C35"/>
    <w:rsid w:val="00E9540E"/>
    <w:rsid w:val="00E95B0E"/>
    <w:rsid w:val="00E95ECD"/>
    <w:rsid w:val="00EA19E9"/>
    <w:rsid w:val="00EA20E9"/>
    <w:rsid w:val="00EA369D"/>
    <w:rsid w:val="00EA411E"/>
    <w:rsid w:val="00EA55F8"/>
    <w:rsid w:val="00EA59B3"/>
    <w:rsid w:val="00EA5D20"/>
    <w:rsid w:val="00EA5E85"/>
    <w:rsid w:val="00EA641F"/>
    <w:rsid w:val="00EA6A5A"/>
    <w:rsid w:val="00EA6EB3"/>
    <w:rsid w:val="00EA7315"/>
    <w:rsid w:val="00EA7BF9"/>
    <w:rsid w:val="00EB19E0"/>
    <w:rsid w:val="00EB400D"/>
    <w:rsid w:val="00EB459F"/>
    <w:rsid w:val="00EB5A80"/>
    <w:rsid w:val="00EB7AF3"/>
    <w:rsid w:val="00EC07DD"/>
    <w:rsid w:val="00EC0D7C"/>
    <w:rsid w:val="00EC2BA3"/>
    <w:rsid w:val="00EC3652"/>
    <w:rsid w:val="00EC701A"/>
    <w:rsid w:val="00EC70A6"/>
    <w:rsid w:val="00EC7997"/>
    <w:rsid w:val="00EC7ECD"/>
    <w:rsid w:val="00EC7F14"/>
    <w:rsid w:val="00ED190F"/>
    <w:rsid w:val="00ED3029"/>
    <w:rsid w:val="00ED499D"/>
    <w:rsid w:val="00ED741C"/>
    <w:rsid w:val="00ED7878"/>
    <w:rsid w:val="00EE04B9"/>
    <w:rsid w:val="00EE1836"/>
    <w:rsid w:val="00EE1A8C"/>
    <w:rsid w:val="00EE1EB4"/>
    <w:rsid w:val="00EE1F4D"/>
    <w:rsid w:val="00EE21C9"/>
    <w:rsid w:val="00EE220A"/>
    <w:rsid w:val="00EE238E"/>
    <w:rsid w:val="00EE2853"/>
    <w:rsid w:val="00EE4A2D"/>
    <w:rsid w:val="00EE5C1B"/>
    <w:rsid w:val="00EE77C8"/>
    <w:rsid w:val="00EF0613"/>
    <w:rsid w:val="00EF0776"/>
    <w:rsid w:val="00EF0918"/>
    <w:rsid w:val="00EF50E2"/>
    <w:rsid w:val="00EF5D36"/>
    <w:rsid w:val="00EF66FC"/>
    <w:rsid w:val="00EF704F"/>
    <w:rsid w:val="00EF7E15"/>
    <w:rsid w:val="00F0135B"/>
    <w:rsid w:val="00F01CEB"/>
    <w:rsid w:val="00F02153"/>
    <w:rsid w:val="00F0241A"/>
    <w:rsid w:val="00F02E73"/>
    <w:rsid w:val="00F053C3"/>
    <w:rsid w:val="00F054DB"/>
    <w:rsid w:val="00F05AF4"/>
    <w:rsid w:val="00F06C19"/>
    <w:rsid w:val="00F10140"/>
    <w:rsid w:val="00F11941"/>
    <w:rsid w:val="00F11BAF"/>
    <w:rsid w:val="00F11CE3"/>
    <w:rsid w:val="00F13DC2"/>
    <w:rsid w:val="00F1466C"/>
    <w:rsid w:val="00F14F20"/>
    <w:rsid w:val="00F1566B"/>
    <w:rsid w:val="00F159BB"/>
    <w:rsid w:val="00F16FDF"/>
    <w:rsid w:val="00F17A47"/>
    <w:rsid w:val="00F17DCE"/>
    <w:rsid w:val="00F20213"/>
    <w:rsid w:val="00F210FF"/>
    <w:rsid w:val="00F22750"/>
    <w:rsid w:val="00F22A52"/>
    <w:rsid w:val="00F238B0"/>
    <w:rsid w:val="00F23CA1"/>
    <w:rsid w:val="00F2401A"/>
    <w:rsid w:val="00F249AF"/>
    <w:rsid w:val="00F2646F"/>
    <w:rsid w:val="00F2796A"/>
    <w:rsid w:val="00F27E65"/>
    <w:rsid w:val="00F30A2C"/>
    <w:rsid w:val="00F33359"/>
    <w:rsid w:val="00F35B40"/>
    <w:rsid w:val="00F35ED9"/>
    <w:rsid w:val="00F37721"/>
    <w:rsid w:val="00F405C9"/>
    <w:rsid w:val="00F40A19"/>
    <w:rsid w:val="00F41464"/>
    <w:rsid w:val="00F414CD"/>
    <w:rsid w:val="00F414F8"/>
    <w:rsid w:val="00F41686"/>
    <w:rsid w:val="00F416B1"/>
    <w:rsid w:val="00F439D6"/>
    <w:rsid w:val="00F44FA1"/>
    <w:rsid w:val="00F455F8"/>
    <w:rsid w:val="00F460C7"/>
    <w:rsid w:val="00F46787"/>
    <w:rsid w:val="00F47626"/>
    <w:rsid w:val="00F47CAB"/>
    <w:rsid w:val="00F47E48"/>
    <w:rsid w:val="00F50275"/>
    <w:rsid w:val="00F5033B"/>
    <w:rsid w:val="00F505C7"/>
    <w:rsid w:val="00F51366"/>
    <w:rsid w:val="00F52935"/>
    <w:rsid w:val="00F54824"/>
    <w:rsid w:val="00F566F6"/>
    <w:rsid w:val="00F56CE1"/>
    <w:rsid w:val="00F60441"/>
    <w:rsid w:val="00F62680"/>
    <w:rsid w:val="00F629DA"/>
    <w:rsid w:val="00F62D01"/>
    <w:rsid w:val="00F62EE5"/>
    <w:rsid w:val="00F669C5"/>
    <w:rsid w:val="00F70A87"/>
    <w:rsid w:val="00F70D13"/>
    <w:rsid w:val="00F72009"/>
    <w:rsid w:val="00F72DEA"/>
    <w:rsid w:val="00F74388"/>
    <w:rsid w:val="00F74707"/>
    <w:rsid w:val="00F76C7F"/>
    <w:rsid w:val="00F803B0"/>
    <w:rsid w:val="00F8067E"/>
    <w:rsid w:val="00F80E14"/>
    <w:rsid w:val="00F80E25"/>
    <w:rsid w:val="00F81437"/>
    <w:rsid w:val="00F81A0B"/>
    <w:rsid w:val="00F825D7"/>
    <w:rsid w:val="00F83598"/>
    <w:rsid w:val="00F85F27"/>
    <w:rsid w:val="00F861DF"/>
    <w:rsid w:val="00F869B7"/>
    <w:rsid w:val="00F9005C"/>
    <w:rsid w:val="00F904AE"/>
    <w:rsid w:val="00F905C6"/>
    <w:rsid w:val="00F918D2"/>
    <w:rsid w:val="00F91F11"/>
    <w:rsid w:val="00F95534"/>
    <w:rsid w:val="00F95D7D"/>
    <w:rsid w:val="00F95FAC"/>
    <w:rsid w:val="00F96284"/>
    <w:rsid w:val="00F96855"/>
    <w:rsid w:val="00F978FF"/>
    <w:rsid w:val="00F97F1D"/>
    <w:rsid w:val="00FA0966"/>
    <w:rsid w:val="00FA164B"/>
    <w:rsid w:val="00FA4098"/>
    <w:rsid w:val="00FA4E4D"/>
    <w:rsid w:val="00FA66F8"/>
    <w:rsid w:val="00FA6905"/>
    <w:rsid w:val="00FA7A01"/>
    <w:rsid w:val="00FA7CBD"/>
    <w:rsid w:val="00FB03E9"/>
    <w:rsid w:val="00FB13E6"/>
    <w:rsid w:val="00FB1716"/>
    <w:rsid w:val="00FB440D"/>
    <w:rsid w:val="00FB4456"/>
    <w:rsid w:val="00FB4C36"/>
    <w:rsid w:val="00FB4DE0"/>
    <w:rsid w:val="00FB57A8"/>
    <w:rsid w:val="00FB5D74"/>
    <w:rsid w:val="00FB62C0"/>
    <w:rsid w:val="00FB6804"/>
    <w:rsid w:val="00FB7F18"/>
    <w:rsid w:val="00FC038A"/>
    <w:rsid w:val="00FC2DF9"/>
    <w:rsid w:val="00FC3A0E"/>
    <w:rsid w:val="00FC4B44"/>
    <w:rsid w:val="00FC4C85"/>
    <w:rsid w:val="00FC6EC1"/>
    <w:rsid w:val="00FD002E"/>
    <w:rsid w:val="00FD0A3A"/>
    <w:rsid w:val="00FD16AF"/>
    <w:rsid w:val="00FD1F4D"/>
    <w:rsid w:val="00FD2A3E"/>
    <w:rsid w:val="00FD5F42"/>
    <w:rsid w:val="00FD6ED5"/>
    <w:rsid w:val="00FD7077"/>
    <w:rsid w:val="00FE1372"/>
    <w:rsid w:val="00FE2718"/>
    <w:rsid w:val="00FE3CCF"/>
    <w:rsid w:val="00FE4A51"/>
    <w:rsid w:val="00FE4C92"/>
    <w:rsid w:val="00FE5BBC"/>
    <w:rsid w:val="00FE7F9F"/>
    <w:rsid w:val="00FF23E3"/>
    <w:rsid w:val="00FF4F35"/>
    <w:rsid w:val="00FF507F"/>
    <w:rsid w:val="00FF555E"/>
    <w:rsid w:val="00FF57D0"/>
    <w:rsid w:val="00FF649E"/>
    <w:rsid w:val="00FF6796"/>
    <w:rsid w:val="00FF6FE3"/>
    <w:rsid w:val="00FF7955"/>
    <w:rsid w:val="00FF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4:docId w14:val="7F16F404"/>
  <w15:docId w15:val="{3E29FD84-0909-444E-8CDB-EBDB90043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00B27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7C6EC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C6EC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styleId="PargrafodaLista">
    <w:name w:val="List Paragraph"/>
    <w:aliases w:val="Marcadores PDTI"/>
    <w:basedOn w:val="Normal"/>
    <w:link w:val="PargrafodaListaChar"/>
    <w:uiPriority w:val="34"/>
    <w:qFormat/>
    <w:rsid w:val="004773FC"/>
    <w:pPr>
      <w:ind w:left="720"/>
      <w:contextualSpacing/>
    </w:pPr>
  </w:style>
  <w:style w:type="character" w:customStyle="1" w:styleId="PargrafodaListaChar">
    <w:name w:val="Parágrafo da Lista Char"/>
    <w:aliases w:val="Marcadores PDTI Char"/>
    <w:basedOn w:val="Fontepargpadro"/>
    <w:link w:val="PargrafodaLista"/>
    <w:uiPriority w:val="34"/>
    <w:qFormat/>
    <w:rsid w:val="00853239"/>
    <w:rPr>
      <w:rFonts w:ascii="Arial" w:hAnsi="Arial" w:cs="Tahoma"/>
      <w:szCs w:val="24"/>
    </w:r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uiPriority w:val="99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nhideWhenUsed/>
    <w:rsid w:val="000D0F1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D0F17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0D0F1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D0F17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link w:val="Nivel1Char"/>
    <w:qFormat/>
    <w:rsid w:val="007C6ECB"/>
    <w:pPr>
      <w:numPr>
        <w:numId w:val="1"/>
      </w:numPr>
      <w:spacing w:before="480" w:after="120" w:line="276" w:lineRule="auto"/>
      <w:jc w:val="both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qFormat/>
    <w:rsid w:val="007C6ECB"/>
    <w:rPr>
      <w:rFonts w:ascii="Arial" w:eastAsiaTheme="majorEastAsia" w:hAnsi="Arial" w:cstheme="majorBidi"/>
      <w:b/>
      <w:color w:val="000000"/>
      <w:sz w:val="32"/>
      <w:szCs w:val="32"/>
    </w:rPr>
  </w:style>
  <w:style w:type="paragraph" w:styleId="Textodecomentrio">
    <w:name w:val="annotation text"/>
    <w:basedOn w:val="Normal"/>
    <w:link w:val="TextodecomentrioChar"/>
    <w:unhideWhenUsed/>
    <w:rsid w:val="00CA7F7D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A7F7D"/>
    <w:rPr>
      <w:rFonts w:ascii="Arial" w:hAnsi="Arial" w:cs="Tahoma"/>
    </w:rPr>
  </w:style>
  <w:style w:type="character" w:styleId="Refdecomentrio">
    <w:name w:val="annotation reference"/>
    <w:basedOn w:val="Fontepargpadro"/>
    <w:semiHidden/>
    <w:unhideWhenUsed/>
    <w:rsid w:val="00CA7F7D"/>
    <w:rPr>
      <w:sz w:val="16"/>
      <w:szCs w:val="16"/>
    </w:rPr>
  </w:style>
  <w:style w:type="table" w:styleId="Tabelacomgrade">
    <w:name w:val="Table Grid"/>
    <w:basedOn w:val="Tabelanormal"/>
    <w:uiPriority w:val="39"/>
    <w:rsid w:val="00607B34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546C9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546C9B"/>
    <w:rPr>
      <w:rFonts w:ascii="Arial" w:eastAsia="Calibri" w:hAnsi="Arial"/>
      <w:i/>
      <w:iCs/>
      <w:color w:val="000000"/>
      <w:szCs w:val="24"/>
      <w:shd w:val="clear" w:color="auto" w:fill="FFFFCC"/>
      <w:lang w:eastAsia="en-US"/>
    </w:rPr>
  </w:style>
  <w:style w:type="paragraph" w:styleId="Corpodetexto3">
    <w:name w:val="Body Text 3"/>
    <w:basedOn w:val="Normal"/>
    <w:link w:val="Corpodetexto3Char"/>
    <w:rsid w:val="00C51BC8"/>
    <w:pPr>
      <w:suppressAutoHyphens/>
      <w:autoSpaceDE w:val="0"/>
      <w:autoSpaceDN w:val="0"/>
      <w:textAlignment w:val="baseline"/>
    </w:pPr>
    <w:rPr>
      <w:rFonts w:ascii="Times New Roman" w:hAnsi="Times New Roman" w:cs="Times New Roman"/>
      <w:kern w:val="3"/>
      <w:sz w:val="28"/>
      <w:szCs w:val="28"/>
    </w:rPr>
  </w:style>
  <w:style w:type="character" w:customStyle="1" w:styleId="Corpodetexto3Char">
    <w:name w:val="Corpo de texto 3 Char"/>
    <w:basedOn w:val="Fontepargpadro"/>
    <w:link w:val="Corpodetexto3"/>
    <w:rsid w:val="00C51BC8"/>
    <w:rPr>
      <w:kern w:val="3"/>
      <w:sz w:val="28"/>
      <w:szCs w:val="28"/>
    </w:rPr>
  </w:style>
  <w:style w:type="paragraph" w:customStyle="1" w:styleId="Nivel01">
    <w:name w:val="Nivel 01"/>
    <w:basedOn w:val="Ttulo1"/>
    <w:next w:val="Normal"/>
    <w:link w:val="Nivel01Char"/>
    <w:qFormat/>
    <w:rsid w:val="000463DB"/>
    <w:pPr>
      <w:spacing w:before="480" w:after="120" w:line="276" w:lineRule="auto"/>
      <w:ind w:left="360" w:right="-15" w:hanging="360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0463DB"/>
    <w:rPr>
      <w:rFonts w:ascii="Arial" w:eastAsiaTheme="majorEastAsia" w:hAnsi="Arial" w:cstheme="majorBidi"/>
      <w:b/>
      <w:bCs/>
      <w:color w:val="000000"/>
      <w:sz w:val="32"/>
      <w:szCs w:val="32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BE2F2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BE2F2F"/>
    <w:rPr>
      <w:rFonts w:ascii="Arial" w:hAnsi="Arial" w:cs="Tahoma"/>
      <w:b/>
      <w:bCs/>
    </w:rPr>
  </w:style>
  <w:style w:type="paragraph" w:customStyle="1" w:styleId="PargrafodaLista1">
    <w:name w:val="Parágrafo da Lista1"/>
    <w:basedOn w:val="Normal"/>
    <w:qFormat/>
    <w:rsid w:val="005C5A0E"/>
    <w:pPr>
      <w:ind w:left="720"/>
    </w:pPr>
    <w:rPr>
      <w:rFonts w:ascii="Ecofont_Spranq_eco_Sans" w:hAnsi="Ecofont_Spranq_eco_Sans" w:cs="Ecofont_Spranq_eco_Sans"/>
      <w:sz w:val="24"/>
    </w:rPr>
  </w:style>
  <w:style w:type="paragraph" w:customStyle="1" w:styleId="Citao1">
    <w:name w:val="Citação1"/>
    <w:basedOn w:val="Normal"/>
    <w:next w:val="Normal"/>
    <w:link w:val="QuoteChar"/>
    <w:uiPriority w:val="99"/>
    <w:qFormat/>
    <w:rsid w:val="005C5A0E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 w:cs="Ecofont_Spranq_eco_Sans"/>
      <w:i/>
      <w:iCs/>
      <w:color w:val="000000"/>
      <w:sz w:val="24"/>
      <w:shd w:val="clear" w:color="auto" w:fill="FFFFCC"/>
      <w:lang w:eastAsia="en-US"/>
    </w:rPr>
  </w:style>
  <w:style w:type="character" w:customStyle="1" w:styleId="QuoteChar">
    <w:name w:val="Quote Char"/>
    <w:link w:val="Citao1"/>
    <w:uiPriority w:val="99"/>
    <w:rsid w:val="005C5A0E"/>
    <w:rPr>
      <w:rFonts w:ascii="Ecofont_Spranq_eco_Sans" w:hAnsi="Ecofont_Spranq_eco_Sans" w:cs="Ecofont_Spranq_eco_Sans"/>
      <w:i/>
      <w:iCs/>
      <w:color w:val="000000"/>
      <w:sz w:val="24"/>
      <w:szCs w:val="24"/>
      <w:shd w:val="clear" w:color="auto" w:fill="FFFFCC"/>
      <w:lang w:eastAsia="en-US"/>
    </w:rPr>
  </w:style>
  <w:style w:type="paragraph" w:customStyle="1" w:styleId="artigo">
    <w:name w:val="artigo"/>
    <w:basedOn w:val="Normal"/>
    <w:rsid w:val="00BB070C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PADRO">
    <w:name w:val="PADRÃO"/>
    <w:rsid w:val="00C334AB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table" w:styleId="SombreamentoClaro">
    <w:name w:val="Light Shading"/>
    <w:basedOn w:val="Tabelanormal"/>
    <w:uiPriority w:val="60"/>
    <w:rsid w:val="00C1706C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apple-converted-space">
    <w:name w:val="apple-converted-space"/>
    <w:basedOn w:val="Fontepargpadro"/>
    <w:rsid w:val="00FB7F18"/>
  </w:style>
  <w:style w:type="paragraph" w:styleId="SemEspaamento">
    <w:name w:val="No Spacing"/>
    <w:uiPriority w:val="1"/>
    <w:qFormat/>
    <w:rsid w:val="00C80E3E"/>
    <w:rPr>
      <w:rFonts w:ascii="Calibri" w:eastAsia="Calibri" w:hAnsi="Calibri"/>
      <w:sz w:val="22"/>
      <w:szCs w:val="22"/>
      <w:lang w:eastAsia="en-US"/>
    </w:rPr>
  </w:style>
  <w:style w:type="character" w:customStyle="1" w:styleId="LinkdaInternet">
    <w:name w:val="Link da Internet"/>
    <w:rsid w:val="00B364F5"/>
    <w:rPr>
      <w:color w:val="000080"/>
      <w:u w:val="single"/>
    </w:rPr>
  </w:style>
  <w:style w:type="paragraph" w:styleId="Reviso">
    <w:name w:val="Revision"/>
    <w:hidden/>
    <w:uiPriority w:val="99"/>
    <w:semiHidden/>
    <w:rsid w:val="00F5033B"/>
    <w:rPr>
      <w:rFonts w:ascii="Arial" w:hAnsi="Arial" w:cs="Tahoma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B84F69"/>
    <w:rPr>
      <w:color w:val="605E5C"/>
      <w:shd w:val="clear" w:color="auto" w:fill="E1DFDD"/>
    </w:rPr>
  </w:style>
  <w:style w:type="paragraph" w:customStyle="1" w:styleId="Estilo1">
    <w:name w:val="Estilo1"/>
    <w:basedOn w:val="Nivel1"/>
    <w:link w:val="Estilo1Char"/>
    <w:qFormat/>
    <w:rsid w:val="00B275AA"/>
    <w:pPr>
      <w:numPr>
        <w:ilvl w:val="3"/>
        <w:numId w:val="4"/>
      </w:numPr>
      <w:spacing w:before="120" w:line="360" w:lineRule="auto"/>
      <w:contextualSpacing/>
    </w:pPr>
    <w:rPr>
      <w:rFonts w:ascii="Times New Roman" w:hAnsi="Times New Roman"/>
      <w:i/>
    </w:rPr>
  </w:style>
  <w:style w:type="character" w:customStyle="1" w:styleId="Estilo1Char">
    <w:name w:val="Estilo1 Char"/>
    <w:basedOn w:val="Nivel1Char"/>
    <w:link w:val="Estilo1"/>
    <w:rsid w:val="00B275AA"/>
    <w:rPr>
      <w:rFonts w:ascii="Arial" w:eastAsiaTheme="majorEastAsia" w:hAnsi="Arial" w:cstheme="majorBidi"/>
      <w:b/>
      <w:i/>
      <w:color w:val="000000"/>
      <w:sz w:val="32"/>
      <w:szCs w:val="32"/>
    </w:rPr>
  </w:style>
  <w:style w:type="paragraph" w:customStyle="1" w:styleId="Estilo2">
    <w:name w:val="Estilo2"/>
    <w:basedOn w:val="Estilo1"/>
    <w:link w:val="Estilo2Char"/>
    <w:qFormat/>
    <w:rsid w:val="00B275AA"/>
    <w:pPr>
      <w:numPr>
        <w:ilvl w:val="2"/>
      </w:numPr>
    </w:pPr>
  </w:style>
  <w:style w:type="character" w:customStyle="1" w:styleId="Estilo2Char">
    <w:name w:val="Estilo2 Char"/>
    <w:basedOn w:val="Estilo1Char"/>
    <w:link w:val="Estilo2"/>
    <w:rsid w:val="00B275AA"/>
    <w:rPr>
      <w:rFonts w:ascii="Arial" w:eastAsiaTheme="majorEastAsia" w:hAnsi="Arial" w:cstheme="majorBidi"/>
      <w:b/>
      <w:i/>
      <w:color w:val="000000"/>
      <w:sz w:val="32"/>
      <w:szCs w:val="32"/>
    </w:rPr>
  </w:style>
  <w:style w:type="character" w:styleId="HiperlinkVisitado">
    <w:name w:val="FollowedHyperlink"/>
    <w:basedOn w:val="Fontepargpadro"/>
    <w:uiPriority w:val="99"/>
    <w:semiHidden/>
    <w:unhideWhenUsed/>
    <w:rsid w:val="00CF6059"/>
    <w:rPr>
      <w:color w:val="800080" w:themeColor="followedHyperlink"/>
      <w:u w:val="single"/>
    </w:rPr>
  </w:style>
  <w:style w:type="table" w:styleId="TabeladeGradeClara">
    <w:name w:val="Grid Table Light"/>
    <w:basedOn w:val="Tabelanormal"/>
    <w:uiPriority w:val="40"/>
    <w:rsid w:val="000808E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09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78836D-2242-417D-B57A-62F1DC2A3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0</TotalTime>
  <Pages>2</Pages>
  <Words>342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NOTAS EXPLICATIVAS</vt:lpstr>
    </vt:vector>
  </TitlesOfParts>
  <Company>EDUARDO DOTTI</Company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Carlos Vinícius  Viana de Souza</cp:lastModifiedBy>
  <cp:revision>2</cp:revision>
  <cp:lastPrinted>2023-10-03T13:52:00Z</cp:lastPrinted>
  <dcterms:created xsi:type="dcterms:W3CDTF">2023-11-06T17:52:00Z</dcterms:created>
  <dcterms:modified xsi:type="dcterms:W3CDTF">2023-11-06T17:52:00Z</dcterms:modified>
</cp:coreProperties>
</file>